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Модель занятия по ФЭМП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</w:t>
      </w:r>
      <w:r w:rsidRPr="00B80ED2">
        <w:rPr>
          <w:rFonts w:ascii="Times New Roman" w:hAnsi="Times New Roman"/>
          <w:sz w:val="28"/>
          <w:szCs w:val="28"/>
        </w:rPr>
        <w:t xml:space="preserve"> «Число 5 .Утро, день, вечер, ночь. Логическая      задача»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B80ED2">
        <w:rPr>
          <w:rFonts w:ascii="Times New Roman" w:hAnsi="Times New Roman"/>
          <w:sz w:val="28"/>
          <w:szCs w:val="28"/>
          <w:u w:val="single"/>
        </w:rPr>
        <w:t>Программное содержание: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-закреплять навыки счета в пределах пяти;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-умение  различать и называть части суток: утро, день, вечер, ночь;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-выделять в предметах признаки сходства и объединять их по этому признаку;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-продолжать учить называть числительные по порядку ,указывая на предметы , относить последнее числительное ко всей пересчитанной группе;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-учить отгадывать загадки на основе зрительно воспринимаемой информации, понимать поэтические сравнения, лежащие на основе загадки.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  <w:u w:val="single"/>
        </w:rPr>
        <w:t>Материалы:</w:t>
      </w:r>
      <w:r w:rsidRPr="00B80ED2">
        <w:rPr>
          <w:rFonts w:ascii="Times New Roman" w:hAnsi="Times New Roman"/>
          <w:sz w:val="28"/>
          <w:szCs w:val="28"/>
        </w:rPr>
        <w:t xml:space="preserve"> Демонстрационный материал: картинки с изображением: ладони, зайцев, дома, кошек; 5 карточек с белками, картинки с изображением частей суток – утро, день, вечер , ночь , 2 картинки с  изображением 2 машин, рабочая тетрадь для детей 3-4лет  « Я начинаю считать»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Pr="00B80ED2">
        <w:rPr>
          <w:rFonts w:ascii="Times New Roman" w:hAnsi="Times New Roman"/>
          <w:sz w:val="28"/>
          <w:szCs w:val="28"/>
        </w:rPr>
        <w:t>Дети, как ваше настроение? Давайте друг друга по  приветствуем.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Собрались все дети в круг,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Я- твой  друг и ты - мой друг.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Вместе за руки возьмемся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И друг другу улыбнемся!</w:t>
      </w:r>
    </w:p>
    <w:p w:rsidR="00BF10FB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>Воспитатель:</w:t>
      </w:r>
      <w:r w:rsidRPr="00B80ED2">
        <w:rPr>
          <w:rFonts w:ascii="Times New Roman" w:hAnsi="Times New Roman"/>
          <w:sz w:val="28"/>
          <w:szCs w:val="28"/>
        </w:rPr>
        <w:t xml:space="preserve"> Сегодня, ребята,  у нас будет много интересного. Занимайте свои места </w:t>
      </w:r>
    </w:p>
    <w:p w:rsidR="00BF10FB" w:rsidRPr="001A71B8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>Основная часть: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1.Игра «Слушай, считай, делай»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Один, два ,три, четыре ,пять.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Начинаем мы считать!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Сколько пальцев на руке?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Сколько зайцев на катке?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в  домиках</w:t>
      </w:r>
      <w:r w:rsidRPr="00B80ED2">
        <w:rPr>
          <w:rFonts w:ascii="Times New Roman" w:hAnsi="Times New Roman"/>
          <w:sz w:val="28"/>
          <w:szCs w:val="28"/>
        </w:rPr>
        <w:t xml:space="preserve">  окошек?</w:t>
      </w:r>
      <w:r w:rsidRPr="00B80ED2">
        <w:rPr>
          <w:rFonts w:ascii="Times New Roman" w:hAnsi="Times New Roman"/>
          <w:sz w:val="28"/>
          <w:szCs w:val="28"/>
        </w:rPr>
        <w:br/>
        <w:t>А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80ED2">
        <w:rPr>
          <w:rFonts w:ascii="Times New Roman" w:hAnsi="Times New Roman"/>
          <w:sz w:val="28"/>
          <w:szCs w:val="28"/>
        </w:rPr>
        <w:t xml:space="preserve"> окошек сколько  кошек?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Один, два, три, четыре, пять.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Все мы можем сосчитать!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(Воспитатель на мольберт поочередно показывает картинку  ладони, домика)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Ребята</w:t>
      </w:r>
      <w:r w:rsidRPr="00B80ED2">
        <w:rPr>
          <w:rFonts w:ascii="Times New Roman" w:hAnsi="Times New Roman"/>
          <w:sz w:val="28"/>
          <w:szCs w:val="28"/>
        </w:rPr>
        <w:t xml:space="preserve"> посчитайте  и скажите, сколько пальцев на руке?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Пять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Правильно!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Сколько в домике окошек?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Пять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 П</w:t>
      </w:r>
      <w:r w:rsidRPr="00B80ED2">
        <w:rPr>
          <w:rFonts w:ascii="Times New Roman" w:hAnsi="Times New Roman"/>
          <w:sz w:val="28"/>
          <w:szCs w:val="28"/>
        </w:rPr>
        <w:t>осчитайте в окошках сколько кошек?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Три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А сейчас  посчитайте   белок  и подпрыгните столько раз , сколько белочек на доске.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(Воспитатель  крепит карточки  с изображение 5 белок)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Ребята</w:t>
      </w:r>
      <w:r w:rsidRPr="00B80ED2">
        <w:rPr>
          <w:rFonts w:ascii="Times New Roman" w:hAnsi="Times New Roman"/>
          <w:sz w:val="28"/>
          <w:szCs w:val="28"/>
        </w:rPr>
        <w:t>, подпрыгните столько раз , сколько белок на мольберте.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 прыгают 5 раз.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 С</w:t>
      </w:r>
      <w:r w:rsidRPr="00B80ED2">
        <w:rPr>
          <w:rFonts w:ascii="Times New Roman" w:hAnsi="Times New Roman"/>
          <w:sz w:val="28"/>
          <w:szCs w:val="28"/>
        </w:rPr>
        <w:t>колько раз вы подпрыгнули и почему?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Потому что на доске 5 белок.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Ева</w:t>
      </w:r>
      <w:r w:rsidRPr="00B80ED2">
        <w:rPr>
          <w:rFonts w:ascii="Times New Roman" w:hAnsi="Times New Roman"/>
          <w:sz w:val="28"/>
          <w:szCs w:val="28"/>
        </w:rPr>
        <w:t>, посчитай   и  подпрыгни столько раз , сколько белок 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(Воспитатель одну  карточку с белкой убирает)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 П</w:t>
      </w:r>
      <w:r w:rsidRPr="00B80ED2">
        <w:rPr>
          <w:rFonts w:ascii="Times New Roman" w:hAnsi="Times New Roman"/>
          <w:sz w:val="28"/>
          <w:szCs w:val="28"/>
        </w:rPr>
        <w:t>рисядьте  столько раз, сколько белок на доске стало.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Сколько раз вы присели и почему?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Дети:4 раза, потому что на доске 4 белки.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Катя</w:t>
      </w:r>
      <w:r w:rsidRPr="00B80ED2">
        <w:rPr>
          <w:rFonts w:ascii="Times New Roman" w:hAnsi="Times New Roman"/>
          <w:sz w:val="28"/>
          <w:szCs w:val="28"/>
        </w:rPr>
        <w:t>, посчитай  и присядь столько раз, сколько белок на доске.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 xml:space="preserve">            Физминутка</w:t>
      </w:r>
    </w:p>
    <w:p w:rsidR="00BF10FB" w:rsidRPr="00B80ED2" w:rsidRDefault="00BF10FB" w:rsidP="00B80ED2">
      <w:pPr>
        <w:pStyle w:val="western"/>
        <w:shd w:val="clear" w:color="auto" w:fill="F4F4F4"/>
        <w:spacing w:before="90" w:beforeAutospacing="0" w:after="198" w:afterAutospacing="0" w:line="240" w:lineRule="atLeast"/>
        <w:rPr>
          <w:rFonts w:ascii="Arial" w:hAnsi="Arial" w:cs="Arial"/>
          <w:color w:val="212529"/>
          <w:sz w:val="28"/>
          <w:szCs w:val="28"/>
        </w:rPr>
      </w:pPr>
      <w:r w:rsidRPr="00B80ED2">
        <w:rPr>
          <w:color w:val="212529"/>
          <w:sz w:val="28"/>
          <w:szCs w:val="28"/>
        </w:rPr>
        <w:t>Ветер дует нам в лицо (руками машем себе в лицо)</w:t>
      </w:r>
    </w:p>
    <w:p w:rsidR="00BF10FB" w:rsidRPr="00B80ED2" w:rsidRDefault="00BF10FB" w:rsidP="00B80ED2">
      <w:pPr>
        <w:pStyle w:val="western"/>
        <w:shd w:val="clear" w:color="auto" w:fill="F4F4F4"/>
        <w:spacing w:before="90" w:beforeAutospacing="0" w:after="198" w:afterAutospacing="0" w:line="240" w:lineRule="atLeast"/>
        <w:rPr>
          <w:rFonts w:ascii="Arial" w:hAnsi="Arial" w:cs="Arial"/>
          <w:color w:val="212529"/>
          <w:sz w:val="28"/>
          <w:szCs w:val="28"/>
        </w:rPr>
      </w:pPr>
      <w:r w:rsidRPr="00B80ED2">
        <w:rPr>
          <w:color w:val="212529"/>
          <w:sz w:val="28"/>
          <w:szCs w:val="28"/>
        </w:rPr>
        <w:t>Закачалось деревцо (руки вверх и качаемся)</w:t>
      </w:r>
    </w:p>
    <w:p w:rsidR="00BF10FB" w:rsidRPr="00B80ED2" w:rsidRDefault="00BF10FB" w:rsidP="00B80ED2">
      <w:pPr>
        <w:pStyle w:val="western"/>
        <w:shd w:val="clear" w:color="auto" w:fill="F4F4F4"/>
        <w:spacing w:before="90" w:beforeAutospacing="0" w:after="198" w:afterAutospacing="0" w:line="240" w:lineRule="atLeast"/>
        <w:rPr>
          <w:rFonts w:ascii="Arial" w:hAnsi="Arial" w:cs="Arial"/>
          <w:color w:val="212529"/>
          <w:sz w:val="28"/>
          <w:szCs w:val="28"/>
        </w:rPr>
      </w:pPr>
      <w:r w:rsidRPr="00B80ED2">
        <w:rPr>
          <w:color w:val="212529"/>
          <w:sz w:val="28"/>
          <w:szCs w:val="28"/>
        </w:rPr>
        <w:t>Ветерок все тише, тише (медленно приседаем)</w:t>
      </w:r>
    </w:p>
    <w:p w:rsidR="00BF10FB" w:rsidRPr="00B80ED2" w:rsidRDefault="00BF10FB" w:rsidP="00B80ED2">
      <w:pPr>
        <w:pStyle w:val="western"/>
        <w:shd w:val="clear" w:color="auto" w:fill="F4F4F4"/>
        <w:spacing w:before="90" w:beforeAutospacing="0" w:after="198" w:afterAutospacing="0" w:line="240" w:lineRule="atLeast"/>
        <w:rPr>
          <w:rFonts w:ascii="Arial" w:hAnsi="Arial" w:cs="Arial"/>
          <w:color w:val="212529"/>
          <w:sz w:val="28"/>
          <w:szCs w:val="28"/>
        </w:rPr>
      </w:pPr>
      <w:r w:rsidRPr="00B80ED2">
        <w:rPr>
          <w:color w:val="212529"/>
          <w:sz w:val="28"/>
          <w:szCs w:val="28"/>
        </w:rPr>
        <w:t>Деревцо все выше, выше (медленно встаем, поднимаемся на носочки, руки вверх)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 xml:space="preserve"> Ориентировка во времени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Воспитатель: А сейчас дети  мы с вами поиграем в игру «Закончи предложение»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Завтракаем мы утром, а ужинаем ….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Вечером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Спим мы ночью, а делаем зарядку …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утром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Делаем зарядку  мы утром , а обедаем …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Днем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Солнышко светит  днем, а луна …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Ночью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Молодцы, дети. Вы отлично справились с игрой.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Игра « Посмотри и назови»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(Воспитатель поочередно на доску крепит  карточки   с изображением  части суток)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Вероника</w:t>
      </w:r>
      <w:r w:rsidRPr="00B80ED2">
        <w:rPr>
          <w:rFonts w:ascii="Times New Roman" w:hAnsi="Times New Roman"/>
          <w:sz w:val="28"/>
          <w:szCs w:val="28"/>
        </w:rPr>
        <w:t xml:space="preserve">, посмотри и скажи, какая часть  суток изображена на картинке </w:t>
      </w:r>
      <w:r w:rsidRPr="00B80ED2">
        <w:rPr>
          <w:rFonts w:ascii="Times New Roman" w:hAnsi="Times New Roman"/>
          <w:b/>
          <w:sz w:val="28"/>
          <w:szCs w:val="28"/>
        </w:rPr>
        <w:t>– утро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Правильно. Послушайте стихотворение:</w:t>
      </w:r>
    </w:p>
    <w:p w:rsidR="00BF10FB" w:rsidRPr="00B80ED2" w:rsidRDefault="00BF10FB" w:rsidP="00B80ED2">
      <w:pPr>
        <w:spacing w:line="240" w:lineRule="auto"/>
        <w:ind w:left="2880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Улыбнись с утра щенку,</w:t>
      </w:r>
    </w:p>
    <w:p w:rsidR="00BF10FB" w:rsidRPr="00B80ED2" w:rsidRDefault="00BF10FB" w:rsidP="00B80ED2">
      <w:pPr>
        <w:spacing w:line="240" w:lineRule="auto"/>
        <w:ind w:left="2880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И росинке и цветку,</w:t>
      </w:r>
    </w:p>
    <w:p w:rsidR="00BF10FB" w:rsidRPr="00B80ED2" w:rsidRDefault="00BF10FB" w:rsidP="00B80ED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Пестрой бабочке  в лугах,</w:t>
      </w:r>
    </w:p>
    <w:p w:rsidR="00BF10FB" w:rsidRPr="00B80ED2" w:rsidRDefault="00BF10FB" w:rsidP="00B80ED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Солнцу в легких облаках.</w:t>
      </w:r>
    </w:p>
    <w:p w:rsidR="00BF10FB" w:rsidRPr="00B80ED2" w:rsidRDefault="00BF10FB" w:rsidP="00B80ED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10FB" w:rsidRPr="00B80ED2" w:rsidRDefault="00BF10FB" w:rsidP="00B80ED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Не привык трудиться зайка,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             Барсуку работать лень, 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            Только белочка  - хозяйка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            За работой  целый день.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 О</w:t>
      </w:r>
      <w:r w:rsidRPr="00B80ED2">
        <w:rPr>
          <w:rFonts w:ascii="Times New Roman" w:hAnsi="Times New Roman"/>
          <w:sz w:val="28"/>
          <w:szCs w:val="28"/>
        </w:rPr>
        <w:t xml:space="preserve"> какой части суток говорится в стихотворение?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</w:t>
      </w:r>
      <w:r w:rsidRPr="00B80ED2">
        <w:rPr>
          <w:rFonts w:ascii="Times New Roman" w:hAnsi="Times New Roman"/>
          <w:b/>
          <w:sz w:val="28"/>
          <w:szCs w:val="28"/>
        </w:rPr>
        <w:t xml:space="preserve">День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Посмотрите на  картинку и назовите  часть суток?  (на доску  крепится картинка с изображением вечера) Послушайте стихотворение: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Вечер ясен и тих, спят в туманах поля,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В голубых небесах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Ярко пышет заря.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Какая часть суток изображена на картинке   и говорится в стихотворение?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</w:t>
      </w:r>
      <w:r w:rsidRPr="00B80ED2">
        <w:rPr>
          <w:rFonts w:ascii="Times New Roman" w:hAnsi="Times New Roman"/>
          <w:b/>
          <w:sz w:val="28"/>
          <w:szCs w:val="28"/>
        </w:rPr>
        <w:t xml:space="preserve">Вечер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Верно, молодцы.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(Воспитатель показывает  на картинку, где изображена ночь)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Какая часть суток изображена на картинке?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</w:t>
      </w:r>
      <w:r w:rsidRPr="00B80ED2">
        <w:rPr>
          <w:rFonts w:ascii="Times New Roman" w:hAnsi="Times New Roman"/>
          <w:b/>
          <w:sz w:val="28"/>
          <w:szCs w:val="28"/>
        </w:rPr>
        <w:t xml:space="preserve">ночь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 Ночь. Вокруг тишина.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Ручеек лишь журчит.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Своим  блеском  луна 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                          Все вокруг серебрит.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>Развитие зрительного внимания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(Воспитатель крепит на доску картинки 2 машин)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Ребята</w:t>
      </w:r>
      <w:r w:rsidRPr="00B80ED2">
        <w:rPr>
          <w:rFonts w:ascii="Times New Roman" w:hAnsi="Times New Roman"/>
          <w:sz w:val="28"/>
          <w:szCs w:val="28"/>
        </w:rPr>
        <w:t>, что изображено на картинках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Машины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  П</w:t>
      </w:r>
      <w:r w:rsidRPr="00B80ED2">
        <w:rPr>
          <w:rFonts w:ascii="Times New Roman" w:hAnsi="Times New Roman"/>
          <w:sz w:val="28"/>
          <w:szCs w:val="28"/>
        </w:rPr>
        <w:t>осмотрите на эти машины. Найдите и назовите  три отличия.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Цвет.  Одна машина желтая, другая синяя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Воспитатель: Куда едет синяя машина?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направо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Желтая машина куда едет?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налево.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Что мы видим у синей машины?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Руль.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А у желтой  машины есть руль?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Нет.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>Игра «Подбери пару»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А теперь отгадайте загадку.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Две плетенки,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Две сестренки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Из овечьей пряжи тонкой.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Как гулять - так надевать,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Чтоб не мерзли пять да пять.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Дети,   что это такое?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Дети: Варежки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Воспитатель: Правильно,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Воспитатель: Вам нужно  соедините  карандашом одинаковые варежки. 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Сколько детей могут  надеть эти варежки?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Трое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80ED2">
        <w:rPr>
          <w:rFonts w:ascii="Times New Roman" w:hAnsi="Times New Roman"/>
          <w:b/>
          <w:sz w:val="28"/>
          <w:szCs w:val="28"/>
        </w:rPr>
        <w:t xml:space="preserve">Итог занятия: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>: Ребята</w:t>
      </w:r>
      <w:r w:rsidRPr="00B80ED2">
        <w:rPr>
          <w:rFonts w:ascii="Times New Roman" w:hAnsi="Times New Roman"/>
          <w:sz w:val="28"/>
          <w:szCs w:val="28"/>
        </w:rPr>
        <w:t>, чем мы сегодня занимались?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 xml:space="preserve">Дети: Считали пальчики, белок, кошек. 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  <w:r w:rsidRPr="00B80ED2">
        <w:rPr>
          <w:rFonts w:ascii="Times New Roman" w:hAnsi="Times New Roman"/>
          <w:sz w:val="28"/>
          <w:szCs w:val="28"/>
        </w:rPr>
        <w:t>Воспитатель: Правильно,  а еще мы с вами учились различать   части суток: утро,  день , вечер , ночь , также находили отличие у машин.</w:t>
      </w: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F10FB" w:rsidRPr="00B80ED2" w:rsidRDefault="00BF10FB" w:rsidP="00B80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F10FB" w:rsidRDefault="00BF10FB" w:rsidP="00B8684C">
      <w:pPr>
        <w:spacing w:line="240" w:lineRule="auto"/>
        <w:rPr>
          <w:sz w:val="32"/>
          <w:szCs w:val="32"/>
        </w:rPr>
      </w:pPr>
    </w:p>
    <w:p w:rsidR="00BF10FB" w:rsidRDefault="00BF10FB" w:rsidP="00B8684C">
      <w:pPr>
        <w:spacing w:line="240" w:lineRule="auto"/>
        <w:rPr>
          <w:sz w:val="32"/>
          <w:szCs w:val="32"/>
        </w:rPr>
      </w:pPr>
    </w:p>
    <w:p w:rsidR="00BF10FB" w:rsidRDefault="00BF10FB" w:rsidP="00B8684C">
      <w:pPr>
        <w:spacing w:line="240" w:lineRule="auto"/>
        <w:rPr>
          <w:sz w:val="32"/>
          <w:szCs w:val="32"/>
        </w:rPr>
      </w:pPr>
    </w:p>
    <w:p w:rsidR="00BF10FB" w:rsidRDefault="00BF10FB" w:rsidP="00B8684C">
      <w:pPr>
        <w:spacing w:line="240" w:lineRule="auto"/>
        <w:rPr>
          <w:sz w:val="32"/>
          <w:szCs w:val="32"/>
        </w:rPr>
      </w:pPr>
    </w:p>
    <w:p w:rsidR="00BF10FB" w:rsidRPr="00B8684C" w:rsidRDefault="00BF10FB" w:rsidP="00B8684C">
      <w:pPr>
        <w:spacing w:line="240" w:lineRule="auto"/>
        <w:rPr>
          <w:sz w:val="32"/>
          <w:szCs w:val="32"/>
        </w:rPr>
      </w:pPr>
    </w:p>
    <w:p w:rsidR="00BF10FB" w:rsidRPr="00B8684C" w:rsidRDefault="00BF10FB" w:rsidP="00B8684C">
      <w:pPr>
        <w:rPr>
          <w:sz w:val="32"/>
          <w:szCs w:val="32"/>
        </w:rPr>
      </w:pPr>
    </w:p>
    <w:p w:rsidR="00BF10FB" w:rsidRDefault="00BF10FB" w:rsidP="00834822">
      <w:pPr>
        <w:rPr>
          <w:sz w:val="32"/>
          <w:szCs w:val="32"/>
        </w:rPr>
      </w:pPr>
    </w:p>
    <w:p w:rsidR="00BF10FB" w:rsidRDefault="00BF10FB" w:rsidP="00834822">
      <w:pPr>
        <w:rPr>
          <w:sz w:val="32"/>
          <w:szCs w:val="32"/>
        </w:rPr>
      </w:pPr>
    </w:p>
    <w:p w:rsidR="00BF10FB" w:rsidRDefault="00BF10FB" w:rsidP="00834822">
      <w:pPr>
        <w:rPr>
          <w:sz w:val="32"/>
          <w:szCs w:val="32"/>
        </w:rPr>
      </w:pPr>
    </w:p>
    <w:p w:rsidR="00BF10FB" w:rsidRDefault="00BF10FB" w:rsidP="00834822">
      <w:pPr>
        <w:rPr>
          <w:sz w:val="32"/>
          <w:szCs w:val="32"/>
        </w:rPr>
      </w:pPr>
    </w:p>
    <w:p w:rsidR="00BF10FB" w:rsidRDefault="00BF10FB" w:rsidP="00834822">
      <w:pPr>
        <w:rPr>
          <w:sz w:val="32"/>
          <w:szCs w:val="32"/>
        </w:rPr>
      </w:pPr>
    </w:p>
    <w:p w:rsidR="00BF10FB" w:rsidRDefault="00BF10FB" w:rsidP="00834822">
      <w:pPr>
        <w:rPr>
          <w:sz w:val="32"/>
          <w:szCs w:val="32"/>
        </w:rPr>
      </w:pPr>
    </w:p>
    <w:p w:rsidR="00BF10FB" w:rsidRPr="009566E1" w:rsidRDefault="00BF10FB" w:rsidP="00834822">
      <w:pPr>
        <w:rPr>
          <w:sz w:val="32"/>
          <w:szCs w:val="32"/>
        </w:rPr>
      </w:pPr>
    </w:p>
    <w:p w:rsidR="00BF10FB" w:rsidRPr="00F63868" w:rsidRDefault="00BF10FB" w:rsidP="00834822">
      <w:pPr>
        <w:rPr>
          <w:b/>
          <w:sz w:val="36"/>
          <w:szCs w:val="36"/>
        </w:rPr>
      </w:pPr>
    </w:p>
    <w:p w:rsidR="00BF10FB" w:rsidRPr="00F63868" w:rsidRDefault="00BF10FB" w:rsidP="00834822">
      <w:pPr>
        <w:rPr>
          <w:b/>
          <w:sz w:val="36"/>
          <w:szCs w:val="36"/>
        </w:rPr>
      </w:pPr>
    </w:p>
    <w:p w:rsidR="00BF10FB" w:rsidRDefault="00BF10FB" w:rsidP="00834822">
      <w:pPr>
        <w:rPr>
          <w:sz w:val="28"/>
          <w:szCs w:val="28"/>
        </w:rPr>
      </w:pPr>
    </w:p>
    <w:p w:rsidR="00BF10FB" w:rsidRDefault="00BF10FB" w:rsidP="00834822">
      <w:pPr>
        <w:rPr>
          <w:sz w:val="28"/>
          <w:szCs w:val="28"/>
        </w:rPr>
      </w:pPr>
    </w:p>
    <w:p w:rsidR="00BF10FB" w:rsidRDefault="00BF10FB" w:rsidP="00834822">
      <w:pPr>
        <w:rPr>
          <w:sz w:val="28"/>
          <w:szCs w:val="28"/>
        </w:rPr>
      </w:pPr>
    </w:p>
    <w:p w:rsidR="00BF10FB" w:rsidRDefault="00BF10FB" w:rsidP="00834822">
      <w:pPr>
        <w:rPr>
          <w:sz w:val="28"/>
          <w:szCs w:val="28"/>
        </w:rPr>
      </w:pPr>
    </w:p>
    <w:p w:rsidR="00BF10FB" w:rsidRPr="00834822" w:rsidRDefault="00BF10FB" w:rsidP="00834822">
      <w:pPr>
        <w:rPr>
          <w:sz w:val="28"/>
          <w:szCs w:val="28"/>
        </w:rPr>
      </w:pPr>
    </w:p>
    <w:sectPr w:rsidR="00BF10FB" w:rsidRPr="00834822" w:rsidSect="004A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661"/>
    <w:multiLevelType w:val="hybridMultilevel"/>
    <w:tmpl w:val="72F0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822"/>
    <w:rsid w:val="001161B4"/>
    <w:rsid w:val="001A71B8"/>
    <w:rsid w:val="001F208B"/>
    <w:rsid w:val="00243152"/>
    <w:rsid w:val="004413F3"/>
    <w:rsid w:val="004A1FF4"/>
    <w:rsid w:val="00564070"/>
    <w:rsid w:val="00736180"/>
    <w:rsid w:val="008335BA"/>
    <w:rsid w:val="00834822"/>
    <w:rsid w:val="0089755A"/>
    <w:rsid w:val="009566E1"/>
    <w:rsid w:val="00B80ED2"/>
    <w:rsid w:val="00B8684C"/>
    <w:rsid w:val="00BF03E3"/>
    <w:rsid w:val="00BF10FB"/>
    <w:rsid w:val="00C804DC"/>
    <w:rsid w:val="00CB3BC9"/>
    <w:rsid w:val="00EC443A"/>
    <w:rsid w:val="00F6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38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8684C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B80E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3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6</Pages>
  <Words>813</Words>
  <Characters>4635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Людмила</cp:lastModifiedBy>
  <cp:revision>3</cp:revision>
  <cp:lastPrinted>2025-03-17T06:18:00Z</cp:lastPrinted>
  <dcterms:created xsi:type="dcterms:W3CDTF">2021-04-19T15:53:00Z</dcterms:created>
  <dcterms:modified xsi:type="dcterms:W3CDTF">2025-03-17T06:23:00Z</dcterms:modified>
</cp:coreProperties>
</file>