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05DB0" w14:textId="7BFFD7F4" w:rsidR="00C6554A" w:rsidRPr="008B5277" w:rsidRDefault="000623FD" w:rsidP="00C6554A">
      <w:pPr>
        <w:pStyle w:val="ac"/>
      </w:pPr>
      <w:r>
        <w:rPr>
          <w:noProof/>
          <w:lang w:bidi="ru-RU"/>
        </w:rPr>
        <w:drawing>
          <wp:inline distT="0" distB="0" distL="0" distR="0" wp14:anchorId="6DE5ED8D" wp14:editId="44A15327">
            <wp:extent cx="5265420" cy="3421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6EC99" w14:textId="3C4CBE87" w:rsidR="00C6554A" w:rsidRDefault="000623FD" w:rsidP="00C6554A">
      <w:pPr>
        <w:pStyle w:val="a6"/>
      </w:pPr>
      <w:r>
        <w:t xml:space="preserve">РАЗВИТИЕ БАЛЕТА </w:t>
      </w:r>
    </w:p>
    <w:p w14:paraId="67361243" w14:textId="55585767" w:rsidR="000623FD" w:rsidRPr="000623FD" w:rsidRDefault="000623FD" w:rsidP="00C6554A">
      <w:pPr>
        <w:pStyle w:val="a6"/>
      </w:pPr>
      <w:r>
        <w:t>НАШИХ ВРЕМЕН</w:t>
      </w:r>
    </w:p>
    <w:p w14:paraId="337F843F" w14:textId="43115671" w:rsidR="00C6554A" w:rsidRPr="00D5413C" w:rsidRDefault="000623FD" w:rsidP="00C6554A">
      <w:pPr>
        <w:pStyle w:val="a8"/>
      </w:pPr>
      <w:r>
        <w:t>ДЕТСКАЯ ШКОЛА БАЛЕТА ЖЕМЧУЖИНА</w:t>
      </w:r>
    </w:p>
    <w:p w14:paraId="3E01367C" w14:textId="4381A9D4" w:rsidR="00C6554A" w:rsidRDefault="000623FD" w:rsidP="00C6554A">
      <w:pPr>
        <w:pStyle w:val="a5"/>
      </w:pPr>
      <w:r>
        <w:t>БАРСЕГЯН ЛИЛИТ САМВЕЛОВНА</w:t>
      </w:r>
      <w:r w:rsidR="00C6554A">
        <w:rPr>
          <w:lang w:bidi="ru-RU"/>
        </w:rPr>
        <w:t xml:space="preserve"> | </w:t>
      </w:r>
      <w:r>
        <w:t>СТАТЬЯ</w:t>
      </w:r>
      <w:r w:rsidR="00C6554A">
        <w:rPr>
          <w:lang w:bidi="ru-RU"/>
        </w:rPr>
        <w:t xml:space="preserve"> | </w:t>
      </w:r>
      <w:r>
        <w:t>17.05.2024</w:t>
      </w:r>
      <w:r w:rsidR="00C6554A">
        <w:rPr>
          <w:lang w:bidi="ru-RU"/>
        </w:rPr>
        <w:br w:type="page"/>
      </w:r>
    </w:p>
    <w:p w14:paraId="4F940578" w14:textId="3428C59F" w:rsidR="00C6554A" w:rsidRDefault="000623FD" w:rsidP="00C6554A">
      <w:pPr>
        <w:pStyle w:val="1"/>
      </w:pPr>
      <w:r>
        <w:lastRenderedPageBreak/>
        <w:t>ИСТОРИЯ ПРОИСХОЖДЕНИЯ БАЛЕТА</w:t>
      </w:r>
    </w:p>
    <w:p w14:paraId="05B84EEF" w14:textId="49DAC70E" w:rsidR="00C6554A" w:rsidRDefault="000623FD" w:rsidP="000623FD">
      <w:r>
        <w:t>БАЛЕТ-это искусство, которое сочетает в себе музыку, танец и драматургию.</w:t>
      </w:r>
    </w:p>
    <w:p w14:paraId="69134BB6" w14:textId="2455DEB0" w:rsidR="000623FD" w:rsidRDefault="000623FD" w:rsidP="000623FD">
      <w:r>
        <w:t>За свою долгую историю он превратился из придворного развлечения в одну из самых сложных и уважаемых форм хореографического искусства. Каждый этап развития балета отражает культурные, социальные и политические изменения эпох, делая его уникальным зеркалом человеческой цивилизации.</w:t>
      </w:r>
    </w:p>
    <w:p w14:paraId="052D8B34" w14:textId="2DCDE1DF" w:rsidR="00C6554A" w:rsidRPr="00514122" w:rsidRDefault="000623FD" w:rsidP="000623FD">
      <w:pPr>
        <w:pStyle w:val="a0"/>
        <w:numPr>
          <w:ilvl w:val="0"/>
          <w:numId w:val="1"/>
        </w:numPr>
      </w:pPr>
      <w:r>
        <w:t xml:space="preserve">Балет возник как развлечение для </w:t>
      </w:r>
      <w:r w:rsidR="00CB73B9">
        <w:t>сливок общества в Италии и Франции. Танцоры, преимущественно знатные мужчины, развлекали публику в залах больших поместий и дворцов. Сочетая в себе танец, оркестровое исполнение и песни, первые балеты представляли собой инсценировки мифологических легенд, в которых много внимания уделялось богом и героем, а костюмы и маски были причудливы и фантастичны.</w:t>
      </w:r>
    </w:p>
    <w:p w14:paraId="3F420B9A" w14:textId="59C83226" w:rsidR="00C6554A" w:rsidRPr="00CB73B9" w:rsidRDefault="00CB73B9" w:rsidP="00C6554A">
      <w:pPr>
        <w:pStyle w:val="2"/>
      </w:pPr>
      <w:r>
        <w:t>дворцовые балеты людвика Х</w:t>
      </w:r>
      <w:r>
        <w:rPr>
          <w:lang w:val="en-US"/>
        </w:rPr>
        <w:t>IV</w:t>
      </w:r>
      <w:r w:rsidRPr="00CB73B9">
        <w:t xml:space="preserve"> </w:t>
      </w:r>
    </w:p>
    <w:p w14:paraId="7A95C6FF" w14:textId="77777777" w:rsidR="00DB40D0" w:rsidRDefault="00CB73B9" w:rsidP="00CB73B9">
      <w:r>
        <w:t xml:space="preserve">Дворцовые </w:t>
      </w:r>
      <w:proofErr w:type="gramStart"/>
      <w:r>
        <w:t xml:space="preserve">балеты </w:t>
      </w:r>
      <w:r w:rsidR="00DB40D0">
        <w:t xml:space="preserve"> получили</w:t>
      </w:r>
      <w:proofErr w:type="gramEnd"/>
      <w:r w:rsidR="00DB40D0">
        <w:t xml:space="preserve"> особую популярность во время правления Людовика, который сам был заядлым танцором и получил прозвище  Король-Солнце за роль в «Балете ночи» (19653 год). Спектакль шел от заката до самого восхода солнца. Его личный балетмейстер Пьер </w:t>
      </w:r>
      <w:proofErr w:type="spellStart"/>
      <w:proofErr w:type="gramStart"/>
      <w:r w:rsidR="00DB40D0">
        <w:t>Бошамп</w:t>
      </w:r>
      <w:proofErr w:type="spellEnd"/>
      <w:r w:rsidR="00DB40D0">
        <w:t xml:space="preserve">  поставил</w:t>
      </w:r>
      <w:proofErr w:type="gramEnd"/>
      <w:r w:rsidR="00DB40D0">
        <w:t xml:space="preserve"> многие танцы, исполнявшиеся в Версале. И именно ему принадлежит заслуга в кодификации балета как системы движений.</w:t>
      </w:r>
    </w:p>
    <w:p w14:paraId="4C104638" w14:textId="77777777" w:rsidR="00DB40D0" w:rsidRDefault="00DB40D0" w:rsidP="00CB73B9">
      <w:r>
        <w:t>В 19700-х годах по всей Европе стали появляться театры и оперы, что позволило балетным артистам стать частью творческого сообщества артистов.</w:t>
      </w:r>
    </w:p>
    <w:p w14:paraId="4A5CCDEF" w14:textId="77777777" w:rsidR="0031101F" w:rsidRDefault="00DB40D0" w:rsidP="00CB73B9">
      <w:r>
        <w:t xml:space="preserve">В эту эпоху женщины внесли особый вклад в развитие балета, хоть и оставались в меньшинстве. И Франсуа Прево, и ее ученица Мари </w:t>
      </w:r>
      <w:proofErr w:type="spellStart"/>
      <w:r>
        <w:t>Салле</w:t>
      </w:r>
      <w:proofErr w:type="spellEnd"/>
      <w:r>
        <w:t xml:space="preserve"> создавали работы, в которых исследовали выразительные возможности лица и жестов. Тогда лишь немногие женщины осмеливались появляться на публике, </w:t>
      </w:r>
      <w:proofErr w:type="gramStart"/>
      <w:r>
        <w:t>по этому</w:t>
      </w:r>
      <w:proofErr w:type="gramEnd"/>
      <w:r>
        <w:t xml:space="preserve"> танцовщицы быстро привлекли всеобщее </w:t>
      </w:r>
      <w:r w:rsidR="0031101F">
        <w:t xml:space="preserve">внимание. В их Честь писали стихи, сплетничали, а искренние поклонники заказывали картины: Фридрих Великий держал портрет итальянской танцовщицы Барбары </w:t>
      </w:r>
      <w:proofErr w:type="spellStart"/>
      <w:r w:rsidR="0031101F">
        <w:t>Кампанини</w:t>
      </w:r>
      <w:proofErr w:type="spellEnd"/>
      <w:r w:rsidR="0031101F">
        <w:t xml:space="preserve"> в своем рабочем кабинете.</w:t>
      </w:r>
    </w:p>
    <w:p w14:paraId="701778E7" w14:textId="2061255A" w:rsidR="002C74C0" w:rsidRDefault="0031101F" w:rsidP="00CB73B9">
      <w:proofErr w:type="gramStart"/>
      <w:r>
        <w:t xml:space="preserve">Французская </w:t>
      </w:r>
      <w:r w:rsidR="00DB40D0">
        <w:t xml:space="preserve"> </w:t>
      </w:r>
      <w:r>
        <w:t>революция</w:t>
      </w:r>
      <w:proofErr w:type="gramEnd"/>
      <w:r>
        <w:t xml:space="preserve"> и последовавшие за ней войны коренным образом изменили балет, избавив его от вычурных приемов барочного танца. Танцовщики отказались от туфель на каблуках и тяжелых парчовых одеяний в пользу легких, свободных нарядов, позволяющих расширить диапазон движений.</w:t>
      </w:r>
    </w:p>
    <w:p w14:paraId="49E2A105" w14:textId="0796097E" w:rsidR="0031101F" w:rsidRDefault="0031101F" w:rsidP="00CB73B9">
      <w:r>
        <w:t xml:space="preserve">В то время как балеты на мифологические темы продолжали существовать, хореографы все чаще </w:t>
      </w:r>
      <w:r w:rsidR="00123774">
        <w:t xml:space="preserve">обращали внимание на реализм и национальные особенности каждой страны. Новые произведения, вдохновленные </w:t>
      </w:r>
      <w:proofErr w:type="gramStart"/>
      <w:r w:rsidR="00123774">
        <w:t>романтизмом</w:t>
      </w:r>
      <w:proofErr w:type="gramEnd"/>
      <w:r w:rsidR="00123774">
        <w:t xml:space="preserve"> переносили зрителей в средневековое прошлое или экзотические страны- Китай, Аравию, Мексику. Благодаря новаторским сценическим эффектам балет 1820-х годов превратился в чарующее царство готических руин и далеких стран, привлекая все больше новых зрителей.</w:t>
      </w:r>
    </w:p>
    <w:p w14:paraId="21F6E7AA" w14:textId="2C0F39F4" w:rsidR="00123774" w:rsidRDefault="00123774" w:rsidP="00CB73B9">
      <w:r>
        <w:lastRenderedPageBreak/>
        <w:t xml:space="preserve">К 1870-м годам балет </w:t>
      </w:r>
      <w:r w:rsidR="002E62D0">
        <w:t>распространился</w:t>
      </w:r>
      <w:r>
        <w:t xml:space="preserve"> по </w:t>
      </w:r>
      <w:r w:rsidR="002E62D0">
        <w:t>в</w:t>
      </w:r>
      <w:r>
        <w:t xml:space="preserve">сему миру, став </w:t>
      </w:r>
      <w:r w:rsidR="002E62D0">
        <w:t>неотъемлемым</w:t>
      </w:r>
      <w:r>
        <w:t xml:space="preserve"> элементом </w:t>
      </w:r>
      <w:r w:rsidR="002E62D0">
        <w:t>индустрии</w:t>
      </w:r>
      <w:r>
        <w:t xml:space="preserve"> </w:t>
      </w:r>
      <w:proofErr w:type="gramStart"/>
      <w:r>
        <w:t>развлечений .</w:t>
      </w:r>
      <w:proofErr w:type="gramEnd"/>
      <w:r>
        <w:t xml:space="preserve"> В одной только Великобритании открылись десятки новых балетных </w:t>
      </w:r>
      <w:r w:rsidR="002E62D0">
        <w:t>площадок</w:t>
      </w:r>
      <w:r>
        <w:t xml:space="preserve">. В одних </w:t>
      </w:r>
      <w:r w:rsidR="002E62D0">
        <w:t>ставились</w:t>
      </w:r>
      <w:r>
        <w:t xml:space="preserve"> дивертисменты, пантомимы или повествовательные балеты по мотивам известных произведений таких как «Сильфида» и «Пахита». Другие, как например, лондонский </w:t>
      </w:r>
      <w:proofErr w:type="gramStart"/>
      <w:r>
        <w:t>театр  «</w:t>
      </w:r>
      <w:proofErr w:type="gramEnd"/>
      <w:r>
        <w:t xml:space="preserve">Альгамбра», специализировались на пышных балетных «зрелищах», прославлявших </w:t>
      </w:r>
      <w:r w:rsidR="002E62D0">
        <w:t>патриотическую</w:t>
      </w:r>
      <w:r>
        <w:t xml:space="preserve"> гордость и популярную культуру, с привлечением большого количества красивых </w:t>
      </w:r>
      <w:r w:rsidR="002E62D0">
        <w:t>молодых женщин.</w:t>
      </w:r>
    </w:p>
    <w:p w14:paraId="5F2F12F7" w14:textId="24CFEBA5" w:rsidR="002E62D0" w:rsidRDefault="002E62D0" w:rsidP="00CB73B9">
      <w:r>
        <w:t>РАЗВИТИЕ БАЛЕТА В РОСИИ</w:t>
      </w:r>
    </w:p>
    <w:p w14:paraId="578FDDCD" w14:textId="3716A817" w:rsidR="002E62D0" w:rsidRDefault="002E62D0" w:rsidP="00CB73B9">
      <w:r>
        <w:t xml:space="preserve">Многие страны адоптировали новый вид сценического искусства под свои традиции и культуру. В прорубленное Петром </w:t>
      </w:r>
      <w:r>
        <w:rPr>
          <w:lang w:val="en-US"/>
        </w:rPr>
        <w:t>I</w:t>
      </w:r>
      <w:r w:rsidRPr="002E62D0">
        <w:t xml:space="preserve"> </w:t>
      </w:r>
      <w:r>
        <w:t>окно в Европу балет влетел в российскую империю. Многие относят скоморохов и шутов при дворе Алексея Михайловича к первым героям балетных постановок, но это в корне неверно- в допетровской России не было аналогов балета.</w:t>
      </w:r>
    </w:p>
    <w:p w14:paraId="7B3B5038" w14:textId="2B92F7BA" w:rsidR="002E62D0" w:rsidRDefault="002E62D0" w:rsidP="00CB73B9">
      <w:r>
        <w:t>Балет развивается в России уже более 300 лет. Сегодня этот прекрасный вид искусства является национальным достоянием и синонимом русской культуры.</w:t>
      </w:r>
    </w:p>
    <w:p w14:paraId="4036662C" w14:textId="3E8A4DA4" w:rsidR="002E62D0" w:rsidRDefault="002E62D0" w:rsidP="00CB73B9">
      <w:r>
        <w:t xml:space="preserve">В стране созданы одни из самых почитаемых в мире балетных трупп и театров. В отличии от Франции, где балет был доступен исключительно для богатых, этот элегантный танец в России мог учить </w:t>
      </w:r>
      <w:r w:rsidR="00E46D99">
        <w:t>почти каждый. С тех пор он остается сокровищем России.</w:t>
      </w:r>
    </w:p>
    <w:p w14:paraId="396D1CDD" w14:textId="77777777" w:rsidR="0057720D" w:rsidRDefault="00E46D99" w:rsidP="00CB73B9">
      <w:r>
        <w:t xml:space="preserve">Колыбелью русского балета стал Сухопутный шляхетный </w:t>
      </w:r>
      <w:proofErr w:type="gramStart"/>
      <w:r>
        <w:t>корпус ,</w:t>
      </w:r>
      <w:proofErr w:type="gramEnd"/>
      <w:r>
        <w:t xml:space="preserve"> основанный Анной Иоанновной в 1731 году. Будущие военные после окончания должны были блистать в </w:t>
      </w:r>
      <w:proofErr w:type="gramStart"/>
      <w:r>
        <w:t>высшем  обществе</w:t>
      </w:r>
      <w:proofErr w:type="gramEnd"/>
      <w:r>
        <w:t xml:space="preserve">, по этому хореографическому искусству уделялось особое внимание.  Основоположником этого жанра в России справедливо </w:t>
      </w:r>
      <w:proofErr w:type="gramStart"/>
      <w:r>
        <w:t>считают  Жана</w:t>
      </w:r>
      <w:proofErr w:type="gramEnd"/>
      <w:r>
        <w:t xml:space="preserve"> Батиста Ланде, танцмейстера корпуса. В 1738 году ему позволили открыть «Танцевальную школу Ее Императорского Величества» (ныне Академия русского балета А.Я. Вагановой). Любили балет и Елизавета Петровна, и Екатерина </w:t>
      </w:r>
      <w:r>
        <w:rPr>
          <w:lang w:val="en-US"/>
        </w:rPr>
        <w:t>II</w:t>
      </w:r>
      <w:r>
        <w:t xml:space="preserve">, в эпоху которой получили развитие труппы пи помещичьих дворах. Петербургский </w:t>
      </w:r>
      <w:proofErr w:type="gramStart"/>
      <w:r>
        <w:t>балет  Х</w:t>
      </w:r>
      <w:proofErr w:type="gramEnd"/>
      <w:r>
        <w:rPr>
          <w:lang w:val="en-US"/>
        </w:rPr>
        <w:t>I</w:t>
      </w:r>
      <w:r>
        <w:t xml:space="preserve">Х практически полностью сочинен хореографами Франции - от Шарля </w:t>
      </w:r>
      <w:proofErr w:type="spellStart"/>
      <w:r>
        <w:t>Дидло</w:t>
      </w:r>
      <w:proofErr w:type="spellEnd"/>
      <w:r>
        <w:t xml:space="preserve"> до не менее гениального Мариуса Петипа. </w:t>
      </w:r>
      <w:r w:rsidR="0057720D">
        <w:t>Императорская благосклонность к этому виду искусства росла с каждым спектаклем. В творчестве П.И. Чайковского присутствовала единая музыкальная концепция: оркестр создавал определенную атмосферу, предоставляя публике улавливать эмоции и чувства. В 1877 году состоялась постановка легендарного «Лебединого озера».</w:t>
      </w:r>
    </w:p>
    <w:p w14:paraId="5AD16D16" w14:textId="5819962F" w:rsidR="00E46D99" w:rsidRDefault="0057720D" w:rsidP="00CB73B9">
      <w:r>
        <w:t xml:space="preserve">В ХХ веке кропотливо созданный театр француза Петипа начал постепенно терять позиции: требовалось что-то новое, модернистское. Тогда до Петербурга    докатилась волна </w:t>
      </w:r>
      <w:proofErr w:type="gramStart"/>
      <w:r>
        <w:t>экспериментов  Дягилева</w:t>
      </w:r>
      <w:proofErr w:type="gramEnd"/>
      <w:r>
        <w:t xml:space="preserve">, чьи балерины мало чем отвечали эстетике классического танца,- примы танцевали небрежно, но не без артистической гениальности, как Анна Павлова, и не без определенного стиля, как Тамара </w:t>
      </w:r>
      <w:proofErr w:type="spellStart"/>
      <w:r>
        <w:t>Карсавина</w:t>
      </w:r>
      <w:proofErr w:type="spellEnd"/>
      <w:r>
        <w:t>.</w:t>
      </w:r>
      <w:r w:rsidR="000C06C0">
        <w:t xml:space="preserve"> Ну и как же не </w:t>
      </w:r>
      <w:proofErr w:type="gramStart"/>
      <w:r w:rsidR="000C06C0">
        <w:t>упомянуть  скандально</w:t>
      </w:r>
      <w:proofErr w:type="gramEnd"/>
      <w:r w:rsidR="000C06C0">
        <w:t xml:space="preserve"> известную Матильду Кшесинскую- простой народ не бывал в театре, но ее светской жизнью </w:t>
      </w:r>
      <w:r w:rsidR="000C06C0">
        <w:lastRenderedPageBreak/>
        <w:t xml:space="preserve">интересовались все. После революции многие труппы были вынуждены эмигрировать, по этому русский балет мог и не сохраниться до наших времен, если бы искусствовед Анатолий Васильевич Луначарский -благодаря ему большевики разрешали </w:t>
      </w:r>
      <w:proofErr w:type="gramStart"/>
      <w:r w:rsidR="000C06C0">
        <w:t>« возвышенный</w:t>
      </w:r>
      <w:proofErr w:type="gramEnd"/>
      <w:r w:rsidR="000C06C0">
        <w:t xml:space="preserve"> балет». Во второй половине ХХ века появится настоящий гений с феноменальным прыжком и гибкой спиной Мая Плисецкая -выдающаяся балерина советского времени, навечно вписавшая свое имя в мировую историю балета.</w:t>
      </w:r>
    </w:p>
    <w:p w14:paraId="68A36250" w14:textId="18BF7BC7" w:rsidR="000C06C0" w:rsidRDefault="000C06C0" w:rsidP="00CB73B9">
      <w:r>
        <w:t xml:space="preserve">В России всегда почитали балет. Билеты на выступления самых почитаемых танцовщиц, таких как Мая </w:t>
      </w:r>
      <w:proofErr w:type="gramStart"/>
      <w:r>
        <w:t>Плисецкая ,</w:t>
      </w:r>
      <w:proofErr w:type="gramEnd"/>
      <w:r>
        <w:t xml:space="preserve"> Екатерина Максимова и Галина Уланова</w:t>
      </w:r>
      <w:r w:rsidR="007C5E6B">
        <w:t xml:space="preserve">, считавшейся одной из лучших балерин ХХ века, всегда раскупались мгновенно. </w:t>
      </w:r>
    </w:p>
    <w:p w14:paraId="04FC4E19" w14:textId="50EFD12F" w:rsidR="007C5E6B" w:rsidRDefault="007C5E6B" w:rsidP="00CB73B9">
      <w:r>
        <w:t xml:space="preserve">Самые известные балерины последнего времени – Ульяна </w:t>
      </w:r>
      <w:proofErr w:type="spellStart"/>
      <w:r>
        <w:t>Лапаткина</w:t>
      </w:r>
      <w:proofErr w:type="spellEnd"/>
      <w:r>
        <w:t xml:space="preserve">, Диана Вишнева, Екатерина Кондаурова из Марийского </w:t>
      </w:r>
      <w:proofErr w:type="gramStart"/>
      <w:r>
        <w:t>театра ,</w:t>
      </w:r>
      <w:proofErr w:type="gramEnd"/>
      <w:r>
        <w:t xml:space="preserve"> Светлана Захарова из Большого театра и Наталья Осипова из Михайловского театра.</w:t>
      </w:r>
    </w:p>
    <w:p w14:paraId="1B38E865" w14:textId="784DA433" w:rsidR="007C5E6B" w:rsidRDefault="007C5E6B" w:rsidP="00CB73B9">
      <w:r>
        <w:t xml:space="preserve">На сегодняшний день российский балет продолжает оставаться одним из самых ярких явлений мировой культуры.  Марийский и Большой театры, а </w:t>
      </w:r>
      <w:proofErr w:type="gramStart"/>
      <w:r>
        <w:t>так же</w:t>
      </w:r>
      <w:proofErr w:type="gramEnd"/>
      <w:r>
        <w:t xml:space="preserve"> многие другие балетные труппы страны сохраняют и развивают как классическое наследие.</w:t>
      </w:r>
    </w:p>
    <w:p w14:paraId="55A126D2" w14:textId="1B2D5B33" w:rsidR="007C5E6B" w:rsidRDefault="007C5E6B" w:rsidP="00CB73B9">
      <w:r>
        <w:t xml:space="preserve">Российская система балетного образования по-прежнему считается лучшей в мире, а выпускники отечественных хореографических училищ востребованы ведущими театрами разных стран. Преподаватели из России получают международное признание за свое мастерство в преподавании. При этом </w:t>
      </w:r>
      <w:proofErr w:type="gramStart"/>
      <w:r>
        <w:t>современный  российский</w:t>
      </w:r>
      <w:proofErr w:type="gramEnd"/>
      <w:r>
        <w:t xml:space="preserve"> балет не стоит на месте</w:t>
      </w:r>
      <w:r w:rsidR="00A44DCF">
        <w:t xml:space="preserve">: появляются новые талантливые хореографы, предлагающие свежий взгляд на танцевальное искусство, создаются спектакли, соединяющие классические традиции с актуальными художественными тенденциями. </w:t>
      </w:r>
    </w:p>
    <w:p w14:paraId="185E2914" w14:textId="77777777" w:rsidR="00A44DCF" w:rsidRDefault="00A44DCF" w:rsidP="00CB73B9">
      <w:r>
        <w:t xml:space="preserve">История балета в России </w:t>
      </w:r>
      <w:proofErr w:type="gramStart"/>
      <w:r>
        <w:t>-это</w:t>
      </w:r>
      <w:proofErr w:type="gramEnd"/>
      <w:r>
        <w:t xml:space="preserve"> история непрерывного развития, поисков и достижений, которая продолжает писаться на наших глазах. И </w:t>
      </w:r>
      <w:proofErr w:type="gramStart"/>
      <w:r>
        <w:t>каждый ,</w:t>
      </w:r>
      <w:proofErr w:type="gramEnd"/>
      <w:r>
        <w:t xml:space="preserve"> кто приобщается к этому прекрасному искусству -будь то дети или взрослые -становиться частью этой великой истории , соприкасаясь с культурным наследием, создававшимся на протяжении нескольких столетий.</w:t>
      </w:r>
    </w:p>
    <w:p w14:paraId="0070D1BA" w14:textId="77777777" w:rsidR="00A44DCF" w:rsidRDefault="00A44DCF" w:rsidP="00CB73B9"/>
    <w:p w14:paraId="36107790" w14:textId="6F5A90C5" w:rsidR="00A44DCF" w:rsidRPr="007C5E6B" w:rsidRDefault="00A44DCF" w:rsidP="00CB73B9">
      <w:r>
        <w:t xml:space="preserve"> </w:t>
      </w:r>
    </w:p>
    <w:sectPr w:rsidR="00A44DCF" w:rsidRPr="007C5E6B" w:rsidSect="0089714F">
      <w:footerReference w:type="default" r:id="rId8"/>
      <w:pgSz w:w="11906" w:h="16838" w:code="9"/>
      <w:pgMar w:top="1728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F23B7" w14:textId="77777777" w:rsidR="000623FD" w:rsidRDefault="000623FD" w:rsidP="00C6554A">
      <w:pPr>
        <w:spacing w:before="0" w:after="0" w:line="240" w:lineRule="auto"/>
      </w:pPr>
      <w:r>
        <w:separator/>
      </w:r>
    </w:p>
  </w:endnote>
  <w:endnote w:type="continuationSeparator" w:id="0">
    <w:p w14:paraId="0BEF7FCF" w14:textId="77777777" w:rsidR="000623FD" w:rsidRDefault="000623FD" w:rsidP="00C655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TXinwei">
    <w:altName w:val="华文新魏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8580" w14:textId="77777777" w:rsidR="002163EE" w:rsidRDefault="00ED7C44">
    <w:pPr>
      <w:pStyle w:val="aa"/>
    </w:pPr>
    <w:r>
      <w:rPr>
        <w:lang w:bidi="ru-RU"/>
      </w:rPr>
      <w:t xml:space="preserve">Стр. </w:t>
    </w:r>
    <w:r>
      <w:rPr>
        <w:lang w:bidi="ru-RU"/>
      </w:rPr>
      <w:fldChar w:fldCharType="begin"/>
    </w:r>
    <w:r>
      <w:rPr>
        <w:lang w:bidi="ru-RU"/>
      </w:rPr>
      <w:instrText xml:space="preserve"> PAGE  \* Arabic  \* MERGEFORMAT </w:instrText>
    </w:r>
    <w:r>
      <w:rPr>
        <w:lang w:bidi="ru-RU"/>
      </w:rPr>
      <w:fldChar w:fldCharType="separate"/>
    </w:r>
    <w:r w:rsidR="0089714F">
      <w:rPr>
        <w:noProof/>
        <w:lang w:bidi="ru-RU"/>
      </w:rPr>
      <w:t>1</w:t>
    </w:r>
    <w:r>
      <w:rPr>
        <w:lang w:bidi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3F4FF" w14:textId="77777777" w:rsidR="000623FD" w:rsidRDefault="000623FD" w:rsidP="00C6554A">
      <w:pPr>
        <w:spacing w:before="0" w:after="0" w:line="240" w:lineRule="auto"/>
      </w:pPr>
      <w:r>
        <w:separator/>
      </w:r>
    </w:p>
  </w:footnote>
  <w:footnote w:type="continuationSeparator" w:id="0">
    <w:p w14:paraId="60C4EFE9" w14:textId="77777777" w:rsidR="000623FD" w:rsidRDefault="000623FD" w:rsidP="00C6554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E622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DA9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E4E5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4188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0C08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9E19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069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C8D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E3E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6FCB4"/>
    <w:lvl w:ilvl="0">
      <w:start w:val="1"/>
      <w:numFmt w:val="bullet"/>
      <w:pStyle w:val="a0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0" w15:restartNumberingAfterBreak="0">
    <w:nsid w:val="01122B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483622"/>
    <w:multiLevelType w:val="multilevel"/>
    <w:tmpl w:val="040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7164D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9"/>
  </w:num>
  <w:num w:numId="5">
    <w:abstractNumId w:val="12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FD"/>
    <w:rsid w:val="000623FD"/>
    <w:rsid w:val="000C06C0"/>
    <w:rsid w:val="00123774"/>
    <w:rsid w:val="002554CD"/>
    <w:rsid w:val="00293B83"/>
    <w:rsid w:val="002B4294"/>
    <w:rsid w:val="002E62D0"/>
    <w:rsid w:val="0031101F"/>
    <w:rsid w:val="00333D0D"/>
    <w:rsid w:val="004C049F"/>
    <w:rsid w:val="005000E2"/>
    <w:rsid w:val="0057720D"/>
    <w:rsid w:val="006A3CE7"/>
    <w:rsid w:val="00747F80"/>
    <w:rsid w:val="007C5E6B"/>
    <w:rsid w:val="0089714F"/>
    <w:rsid w:val="00A44DCF"/>
    <w:rsid w:val="00C6554A"/>
    <w:rsid w:val="00CB73B9"/>
    <w:rsid w:val="00D60897"/>
    <w:rsid w:val="00DB40D0"/>
    <w:rsid w:val="00E46D99"/>
    <w:rsid w:val="00ED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2945D"/>
  <w15:chartTrackingRefBased/>
  <w15:docId w15:val="{63DE0524-F34B-43DE-A5F7-049E5426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ru-RU" w:eastAsia="en-US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33D0D"/>
  </w:style>
  <w:style w:type="paragraph" w:styleId="1">
    <w:name w:val="heading 1"/>
    <w:basedOn w:val="a1"/>
    <w:next w:val="a1"/>
    <w:link w:val="10"/>
    <w:uiPriority w:val="9"/>
    <w:qFormat/>
    <w:rsid w:val="00333D0D"/>
    <w:pPr>
      <w:keepNext/>
      <w:keepLines/>
      <w:spacing w:before="600" w:after="60"/>
      <w:contextualSpacing/>
      <w:outlineLvl w:val="0"/>
    </w:pPr>
    <w:rPr>
      <w:rFonts w:asciiTheme="majorHAnsi" w:eastAsiaTheme="majorEastAsia" w:hAnsiTheme="majorHAnsi" w:cstheme="majorBidi"/>
      <w:color w:val="007789" w:themeColor="accent1" w:themeShade="BF"/>
      <w:sz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333D0D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caps/>
      <w:color w:val="007789" w:themeColor="accent1" w:themeShade="BF"/>
      <w:sz w:val="24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55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4F5B" w:themeColor="accent1" w:themeShade="7F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554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4F5B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554C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554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554C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333D0D"/>
    <w:rPr>
      <w:rFonts w:asciiTheme="majorHAnsi" w:eastAsiaTheme="majorEastAsia" w:hAnsiTheme="majorHAnsi" w:cstheme="majorBidi"/>
      <w:color w:val="007789" w:themeColor="accent1" w:themeShade="BF"/>
      <w:sz w:val="32"/>
    </w:rPr>
  </w:style>
  <w:style w:type="character" w:customStyle="1" w:styleId="20">
    <w:name w:val="Заголовок 2 Знак"/>
    <w:basedOn w:val="a2"/>
    <w:link w:val="2"/>
    <w:uiPriority w:val="9"/>
    <w:rsid w:val="00333D0D"/>
    <w:rPr>
      <w:rFonts w:asciiTheme="majorHAnsi" w:eastAsiaTheme="majorEastAsia" w:hAnsiTheme="majorHAnsi" w:cstheme="majorBidi"/>
      <w:caps/>
      <w:color w:val="007789" w:themeColor="accent1" w:themeShade="BF"/>
      <w:sz w:val="24"/>
    </w:rPr>
  </w:style>
  <w:style w:type="paragraph" w:customStyle="1" w:styleId="a5">
    <w:name w:val="Контактные данные"/>
    <w:basedOn w:val="a1"/>
    <w:uiPriority w:val="4"/>
    <w:qFormat/>
    <w:rsid w:val="00C6554A"/>
    <w:pPr>
      <w:spacing w:before="0" w:after="0"/>
      <w:jc w:val="center"/>
    </w:pPr>
  </w:style>
  <w:style w:type="paragraph" w:styleId="a0">
    <w:name w:val="List Bullet"/>
    <w:basedOn w:val="a1"/>
    <w:uiPriority w:val="10"/>
    <w:unhideWhenUsed/>
    <w:qFormat/>
    <w:rsid w:val="00C6554A"/>
    <w:pPr>
      <w:numPr>
        <w:numId w:val="4"/>
      </w:numPr>
    </w:pPr>
  </w:style>
  <w:style w:type="paragraph" w:styleId="a6">
    <w:name w:val="Title"/>
    <w:basedOn w:val="a1"/>
    <w:link w:val="a7"/>
    <w:uiPriority w:val="2"/>
    <w:unhideWhenUsed/>
    <w:qFormat/>
    <w:rsid w:val="00333D0D"/>
    <w:pPr>
      <w:spacing w:before="480" w:after="40" w:line="240" w:lineRule="auto"/>
      <w:contextualSpacing/>
      <w:jc w:val="center"/>
    </w:pPr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character" w:customStyle="1" w:styleId="a7">
    <w:name w:val="Заголовок Знак"/>
    <w:basedOn w:val="a2"/>
    <w:link w:val="a6"/>
    <w:uiPriority w:val="2"/>
    <w:rsid w:val="00333D0D"/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paragraph" w:styleId="a8">
    <w:name w:val="Subtitle"/>
    <w:basedOn w:val="a1"/>
    <w:link w:val="a9"/>
    <w:uiPriority w:val="3"/>
    <w:unhideWhenUsed/>
    <w:qFormat/>
    <w:rsid w:val="00333D0D"/>
    <w:pPr>
      <w:numPr>
        <w:ilvl w:val="1"/>
      </w:numPr>
      <w:spacing w:before="0" w:after="480"/>
      <w:contextualSpacing/>
      <w:jc w:val="center"/>
    </w:pPr>
    <w:rPr>
      <w:rFonts w:asciiTheme="majorHAnsi" w:eastAsiaTheme="majorEastAsia" w:hAnsiTheme="majorHAnsi" w:cstheme="majorBidi"/>
      <w:caps/>
      <w:sz w:val="26"/>
    </w:rPr>
  </w:style>
  <w:style w:type="character" w:customStyle="1" w:styleId="a9">
    <w:name w:val="Подзаголовок Знак"/>
    <w:basedOn w:val="a2"/>
    <w:link w:val="a8"/>
    <w:uiPriority w:val="3"/>
    <w:rsid w:val="00333D0D"/>
    <w:rPr>
      <w:rFonts w:asciiTheme="majorHAnsi" w:eastAsiaTheme="majorEastAsia" w:hAnsiTheme="majorHAnsi" w:cstheme="majorBidi"/>
      <w:caps/>
      <w:sz w:val="26"/>
    </w:rPr>
  </w:style>
  <w:style w:type="paragraph" w:styleId="aa">
    <w:name w:val="footer"/>
    <w:basedOn w:val="a1"/>
    <w:link w:val="ab"/>
    <w:uiPriority w:val="99"/>
    <w:unhideWhenUsed/>
    <w:rsid w:val="00C6554A"/>
    <w:pPr>
      <w:spacing w:before="0" w:after="0" w:line="240" w:lineRule="auto"/>
      <w:jc w:val="right"/>
    </w:pPr>
    <w:rPr>
      <w:caps/>
    </w:rPr>
  </w:style>
  <w:style w:type="character" w:customStyle="1" w:styleId="ab">
    <w:name w:val="Нижний колонтитул Знак"/>
    <w:basedOn w:val="a2"/>
    <w:link w:val="aa"/>
    <w:uiPriority w:val="99"/>
    <w:rsid w:val="00C6554A"/>
    <w:rPr>
      <w:caps/>
    </w:rPr>
  </w:style>
  <w:style w:type="paragraph" w:customStyle="1" w:styleId="ac">
    <w:name w:val="Фото"/>
    <w:basedOn w:val="a1"/>
    <w:uiPriority w:val="1"/>
    <w:qFormat/>
    <w:rsid w:val="00C6554A"/>
    <w:pPr>
      <w:spacing w:before="0" w:after="0" w:line="240" w:lineRule="auto"/>
      <w:jc w:val="center"/>
    </w:pPr>
  </w:style>
  <w:style w:type="paragraph" w:styleId="ad">
    <w:name w:val="header"/>
    <w:basedOn w:val="a1"/>
    <w:link w:val="ae"/>
    <w:uiPriority w:val="99"/>
    <w:unhideWhenUsed/>
    <w:rsid w:val="00C6554A"/>
    <w:pPr>
      <w:spacing w:before="0"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C6554A"/>
    <w:rPr>
      <w:color w:val="595959" w:themeColor="text1" w:themeTint="A6"/>
      <w:sz w:val="20"/>
      <w:szCs w:val="20"/>
      <w:lang w:eastAsia="ja-JP"/>
    </w:rPr>
  </w:style>
  <w:style w:type="paragraph" w:styleId="a">
    <w:name w:val="List Number"/>
    <w:basedOn w:val="a1"/>
    <w:uiPriority w:val="11"/>
    <w:unhideWhenUsed/>
    <w:qFormat/>
    <w:rsid w:val="00C6554A"/>
    <w:pPr>
      <w:numPr>
        <w:numId w:val="3"/>
      </w:numPr>
      <w:contextualSpacing/>
    </w:pPr>
  </w:style>
  <w:style w:type="character" w:customStyle="1" w:styleId="30">
    <w:name w:val="Заголовок 3 Знак"/>
    <w:basedOn w:val="a2"/>
    <w:link w:val="3"/>
    <w:uiPriority w:val="9"/>
    <w:semiHidden/>
    <w:rsid w:val="00C6554A"/>
    <w:rPr>
      <w:rFonts w:asciiTheme="majorHAnsi" w:eastAsiaTheme="majorEastAsia" w:hAnsiTheme="majorHAnsi" w:cstheme="majorBidi"/>
      <w:color w:val="004F5B" w:themeColor="accent1" w:themeShade="7F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C6554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C6554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f">
    <w:name w:val="Intense Emphasis"/>
    <w:basedOn w:val="a2"/>
    <w:uiPriority w:val="21"/>
    <w:semiHidden/>
    <w:unhideWhenUsed/>
    <w:qFormat/>
    <w:rsid w:val="00C6554A"/>
    <w:rPr>
      <w:i/>
      <w:iCs/>
      <w:color w:val="007789" w:themeColor="accent1" w:themeShade="BF"/>
    </w:rPr>
  </w:style>
  <w:style w:type="paragraph" w:styleId="af0">
    <w:name w:val="Intense Quote"/>
    <w:basedOn w:val="a1"/>
    <w:next w:val="a1"/>
    <w:link w:val="af1"/>
    <w:uiPriority w:val="30"/>
    <w:semiHidden/>
    <w:unhideWhenUsed/>
    <w:qFormat/>
    <w:rsid w:val="00C6554A"/>
    <w:pPr>
      <w:pBdr>
        <w:top w:val="single" w:sz="4" w:space="10" w:color="007789" w:themeColor="accent1" w:themeShade="BF"/>
        <w:bottom w:val="single" w:sz="4" w:space="10" w:color="007789" w:themeColor="accent1" w:themeShade="BF"/>
      </w:pBdr>
      <w:spacing w:before="360" w:after="360"/>
      <w:ind w:left="864" w:right="864"/>
      <w:jc w:val="center"/>
    </w:pPr>
    <w:rPr>
      <w:i/>
      <w:iCs/>
      <w:color w:val="007789" w:themeColor="accent1" w:themeShade="BF"/>
    </w:rPr>
  </w:style>
  <w:style w:type="character" w:customStyle="1" w:styleId="af1">
    <w:name w:val="Выделенная цитата Знак"/>
    <w:basedOn w:val="a2"/>
    <w:link w:val="af0"/>
    <w:uiPriority w:val="30"/>
    <w:semiHidden/>
    <w:rsid w:val="00C6554A"/>
    <w:rPr>
      <w:i/>
      <w:iCs/>
      <w:color w:val="007789" w:themeColor="accent1" w:themeShade="BF"/>
    </w:rPr>
  </w:style>
  <w:style w:type="character" w:styleId="af2">
    <w:name w:val="Intense Reference"/>
    <w:basedOn w:val="a2"/>
    <w:uiPriority w:val="32"/>
    <w:semiHidden/>
    <w:unhideWhenUsed/>
    <w:qFormat/>
    <w:rsid w:val="00C6554A"/>
    <w:rPr>
      <w:b/>
      <w:bCs/>
      <w:caps w:val="0"/>
      <w:smallCaps/>
      <w:color w:val="007789" w:themeColor="accent1" w:themeShade="BF"/>
      <w:spacing w:val="5"/>
    </w:rPr>
  </w:style>
  <w:style w:type="paragraph" w:styleId="af3">
    <w:name w:val="caption"/>
    <w:basedOn w:val="a1"/>
    <w:next w:val="a1"/>
    <w:uiPriority w:val="35"/>
    <w:semiHidden/>
    <w:unhideWhenUsed/>
    <w:qFormat/>
    <w:rsid w:val="00C6554A"/>
    <w:pPr>
      <w:spacing w:before="0" w:line="240" w:lineRule="auto"/>
    </w:pPr>
    <w:rPr>
      <w:i/>
      <w:iCs/>
      <w:color w:val="4E5B6F" w:themeColor="text2"/>
      <w:szCs w:val="18"/>
    </w:rPr>
  </w:style>
  <w:style w:type="paragraph" w:styleId="af4">
    <w:name w:val="Balloon Text"/>
    <w:basedOn w:val="a1"/>
    <w:link w:val="af5"/>
    <w:uiPriority w:val="99"/>
    <w:semiHidden/>
    <w:unhideWhenUsed/>
    <w:rsid w:val="00C6554A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af5">
    <w:name w:val="Текст выноски Знак"/>
    <w:basedOn w:val="a2"/>
    <w:link w:val="af4"/>
    <w:uiPriority w:val="99"/>
    <w:semiHidden/>
    <w:rsid w:val="00C6554A"/>
    <w:rPr>
      <w:rFonts w:ascii="Segoe UI" w:hAnsi="Segoe UI" w:cs="Segoe UI"/>
      <w:szCs w:val="18"/>
    </w:rPr>
  </w:style>
  <w:style w:type="paragraph" w:styleId="af6">
    <w:name w:val="Block Text"/>
    <w:basedOn w:val="a1"/>
    <w:uiPriority w:val="99"/>
    <w:semiHidden/>
    <w:unhideWhenUsed/>
    <w:rsid w:val="00C6554A"/>
    <w:pPr>
      <w:pBdr>
        <w:top w:val="single" w:sz="2" w:space="10" w:color="007789" w:themeColor="accent1" w:themeShade="BF"/>
        <w:left w:val="single" w:sz="2" w:space="10" w:color="007789" w:themeColor="accent1" w:themeShade="BF"/>
        <w:bottom w:val="single" w:sz="2" w:space="10" w:color="007789" w:themeColor="accent1" w:themeShade="BF"/>
        <w:right w:val="single" w:sz="2" w:space="10" w:color="007789" w:themeColor="accent1" w:themeShade="BF"/>
      </w:pBdr>
      <w:ind w:left="1152" w:right="1152"/>
    </w:pPr>
    <w:rPr>
      <w:rFonts w:eastAsiaTheme="minorEastAsia"/>
      <w:i/>
      <w:iCs/>
      <w:color w:val="007789" w:themeColor="accent1" w:themeShade="BF"/>
    </w:rPr>
  </w:style>
  <w:style w:type="paragraph" w:styleId="31">
    <w:name w:val="Body Text 3"/>
    <w:basedOn w:val="a1"/>
    <w:link w:val="32"/>
    <w:uiPriority w:val="99"/>
    <w:semiHidden/>
    <w:unhideWhenUsed/>
    <w:rsid w:val="00C6554A"/>
    <w:pPr>
      <w:spacing w:after="120"/>
    </w:pPr>
    <w:rPr>
      <w:szCs w:val="16"/>
    </w:rPr>
  </w:style>
  <w:style w:type="character" w:customStyle="1" w:styleId="32">
    <w:name w:val="Основной текст 3 Знак"/>
    <w:basedOn w:val="a2"/>
    <w:link w:val="31"/>
    <w:uiPriority w:val="99"/>
    <w:semiHidden/>
    <w:rsid w:val="00C6554A"/>
    <w:rPr>
      <w:szCs w:val="16"/>
    </w:rPr>
  </w:style>
  <w:style w:type="paragraph" w:styleId="33">
    <w:name w:val="Body Text Indent 3"/>
    <w:basedOn w:val="a1"/>
    <w:link w:val="34"/>
    <w:uiPriority w:val="99"/>
    <w:semiHidden/>
    <w:unhideWhenUsed/>
    <w:rsid w:val="00C6554A"/>
    <w:pPr>
      <w:spacing w:after="120"/>
      <w:ind w:left="360"/>
    </w:pPr>
    <w:rPr>
      <w:szCs w:val="16"/>
    </w:rPr>
  </w:style>
  <w:style w:type="character" w:customStyle="1" w:styleId="34">
    <w:name w:val="Основной текст с отступом 3 Знак"/>
    <w:basedOn w:val="a2"/>
    <w:link w:val="33"/>
    <w:uiPriority w:val="99"/>
    <w:semiHidden/>
    <w:rsid w:val="00C6554A"/>
    <w:rPr>
      <w:szCs w:val="16"/>
    </w:rPr>
  </w:style>
  <w:style w:type="character" w:styleId="af7">
    <w:name w:val="annotation reference"/>
    <w:basedOn w:val="a2"/>
    <w:uiPriority w:val="99"/>
    <w:semiHidden/>
    <w:unhideWhenUsed/>
    <w:rsid w:val="00C6554A"/>
    <w:rPr>
      <w:sz w:val="22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C6554A"/>
    <w:pPr>
      <w:spacing w:line="240" w:lineRule="auto"/>
    </w:pPr>
    <w:rPr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C6554A"/>
    <w:rPr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6554A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6554A"/>
    <w:rPr>
      <w:b/>
      <w:bCs/>
      <w:szCs w:val="20"/>
    </w:rPr>
  </w:style>
  <w:style w:type="paragraph" w:styleId="afc">
    <w:name w:val="Document Map"/>
    <w:basedOn w:val="a1"/>
    <w:link w:val="afd"/>
    <w:uiPriority w:val="99"/>
    <w:semiHidden/>
    <w:unhideWhenUsed/>
    <w:rsid w:val="00C6554A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afd">
    <w:name w:val="Схема документа Знак"/>
    <w:basedOn w:val="a2"/>
    <w:link w:val="afc"/>
    <w:uiPriority w:val="99"/>
    <w:semiHidden/>
    <w:rsid w:val="00C6554A"/>
    <w:rPr>
      <w:rFonts w:ascii="Segoe UI" w:hAnsi="Segoe UI" w:cs="Segoe UI"/>
      <w:szCs w:val="16"/>
    </w:rPr>
  </w:style>
  <w:style w:type="paragraph" w:styleId="afe">
    <w:name w:val="endnote text"/>
    <w:basedOn w:val="a1"/>
    <w:link w:val="aff"/>
    <w:uiPriority w:val="99"/>
    <w:semiHidden/>
    <w:unhideWhenUsed/>
    <w:rsid w:val="00C6554A"/>
    <w:pPr>
      <w:spacing w:before="0" w:after="0" w:line="240" w:lineRule="auto"/>
    </w:pPr>
    <w:rPr>
      <w:szCs w:val="20"/>
    </w:rPr>
  </w:style>
  <w:style w:type="character" w:customStyle="1" w:styleId="aff">
    <w:name w:val="Текст концевой сноски Знак"/>
    <w:basedOn w:val="a2"/>
    <w:link w:val="afe"/>
    <w:uiPriority w:val="99"/>
    <w:semiHidden/>
    <w:rsid w:val="00C6554A"/>
    <w:rPr>
      <w:szCs w:val="20"/>
    </w:rPr>
  </w:style>
  <w:style w:type="paragraph" w:styleId="21">
    <w:name w:val="envelope return"/>
    <w:basedOn w:val="a1"/>
    <w:uiPriority w:val="99"/>
    <w:semiHidden/>
    <w:unhideWhenUsed/>
    <w:rsid w:val="00C6554A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0">
    <w:name w:val="FollowedHyperlink"/>
    <w:basedOn w:val="a2"/>
    <w:uiPriority w:val="99"/>
    <w:semiHidden/>
    <w:unhideWhenUsed/>
    <w:rsid w:val="00C6554A"/>
    <w:rPr>
      <w:color w:val="007789" w:themeColor="accent1" w:themeShade="BF"/>
      <w:u w:val="single"/>
    </w:rPr>
  </w:style>
  <w:style w:type="paragraph" w:styleId="aff1">
    <w:name w:val="footnote text"/>
    <w:basedOn w:val="a1"/>
    <w:link w:val="aff2"/>
    <w:uiPriority w:val="99"/>
    <w:semiHidden/>
    <w:unhideWhenUsed/>
    <w:rsid w:val="00C6554A"/>
    <w:pPr>
      <w:spacing w:before="0" w:after="0" w:line="240" w:lineRule="auto"/>
    </w:pPr>
    <w:rPr>
      <w:szCs w:val="20"/>
    </w:rPr>
  </w:style>
  <w:style w:type="character" w:customStyle="1" w:styleId="aff2">
    <w:name w:val="Текст сноски Знак"/>
    <w:basedOn w:val="a2"/>
    <w:link w:val="aff1"/>
    <w:uiPriority w:val="99"/>
    <w:semiHidden/>
    <w:rsid w:val="00C6554A"/>
    <w:rPr>
      <w:szCs w:val="20"/>
    </w:rPr>
  </w:style>
  <w:style w:type="character" w:styleId="HTML">
    <w:name w:val="HTML Code"/>
    <w:basedOn w:val="a2"/>
    <w:uiPriority w:val="99"/>
    <w:semiHidden/>
    <w:unhideWhenUsed/>
    <w:rsid w:val="00C6554A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C6554A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C6554A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C6554A"/>
    <w:rPr>
      <w:rFonts w:ascii="Consolas" w:hAnsi="Consolas"/>
      <w:szCs w:val="20"/>
    </w:rPr>
  </w:style>
  <w:style w:type="character" w:styleId="HTML3">
    <w:name w:val="HTML Typewriter"/>
    <w:basedOn w:val="a2"/>
    <w:uiPriority w:val="99"/>
    <w:semiHidden/>
    <w:unhideWhenUsed/>
    <w:rsid w:val="00C6554A"/>
    <w:rPr>
      <w:rFonts w:ascii="Consolas" w:hAnsi="Consolas"/>
      <w:sz w:val="22"/>
      <w:szCs w:val="20"/>
    </w:rPr>
  </w:style>
  <w:style w:type="character" w:styleId="aff3">
    <w:name w:val="Hyperlink"/>
    <w:basedOn w:val="a2"/>
    <w:uiPriority w:val="99"/>
    <w:semiHidden/>
    <w:unhideWhenUsed/>
    <w:rsid w:val="00C6554A"/>
    <w:rPr>
      <w:color w:val="835D00" w:themeColor="accent3" w:themeShade="80"/>
      <w:u w:val="single"/>
    </w:rPr>
  </w:style>
  <w:style w:type="paragraph" w:styleId="aff4">
    <w:name w:val="macro"/>
    <w:link w:val="aff5"/>
    <w:uiPriority w:val="99"/>
    <w:semiHidden/>
    <w:unhideWhenUsed/>
    <w:rsid w:val="00C655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5">
    <w:name w:val="Текст макроса Знак"/>
    <w:basedOn w:val="a2"/>
    <w:link w:val="aff4"/>
    <w:uiPriority w:val="99"/>
    <w:semiHidden/>
    <w:rsid w:val="00C6554A"/>
    <w:rPr>
      <w:rFonts w:ascii="Consolas" w:hAnsi="Consolas"/>
      <w:szCs w:val="20"/>
    </w:rPr>
  </w:style>
  <w:style w:type="character" w:styleId="aff6">
    <w:name w:val="Placeholder Text"/>
    <w:basedOn w:val="a2"/>
    <w:uiPriority w:val="99"/>
    <w:semiHidden/>
    <w:rsid w:val="00C6554A"/>
    <w:rPr>
      <w:color w:val="595959" w:themeColor="text1" w:themeTint="A6"/>
    </w:rPr>
  </w:style>
  <w:style w:type="paragraph" w:styleId="aff7">
    <w:name w:val="Plain Text"/>
    <w:basedOn w:val="a1"/>
    <w:link w:val="aff8"/>
    <w:uiPriority w:val="99"/>
    <w:semiHidden/>
    <w:unhideWhenUsed/>
    <w:rsid w:val="00C6554A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aff8">
    <w:name w:val="Текст Знак"/>
    <w:basedOn w:val="a2"/>
    <w:link w:val="aff7"/>
    <w:uiPriority w:val="99"/>
    <w:semiHidden/>
    <w:rsid w:val="00C6554A"/>
    <w:rPr>
      <w:rFonts w:ascii="Consolas" w:hAnsi="Consolas"/>
      <w:szCs w:val="21"/>
    </w:rPr>
  </w:style>
  <w:style w:type="character" w:customStyle="1" w:styleId="70">
    <w:name w:val="Заголовок 7 Знак"/>
    <w:basedOn w:val="a2"/>
    <w:link w:val="7"/>
    <w:uiPriority w:val="9"/>
    <w:semiHidden/>
    <w:rsid w:val="002554CD"/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2554CD"/>
    <w:rPr>
      <w:rFonts w:asciiTheme="majorHAnsi" w:eastAsiaTheme="majorEastAsia" w:hAnsiTheme="majorHAnsi" w:cstheme="majorBidi"/>
      <w:color w:val="004F5B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7;&#1057;\AppData\Local\Microsoft\Office\16.0\DTS\ru-RU%7b937C07CC-1DE2-43C8-892C-5DC6E41A9EC0%7d\%7b376FD9AC-0DD4-486A-9DE6-85068BB72D7C%7dtf02835058_win32.dotx" TargetMode="External"/></Relationships>
</file>

<file path=word/theme/theme1.xml><?xml version="1.0" encoding="utf-8"?>
<a:theme xmlns:a="http://schemas.openxmlformats.org/drawingml/2006/main" name="Theme1">
  <a:themeElements>
    <a:clrScheme name="Report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00A0B8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{376FD9AC-0DD4-486A-9DE6-85068BB72D7C}tf02835058_win32</Template>
  <TotalTime>108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</dc:creator>
  <cp:keywords/>
  <dc:description/>
  <cp:lastModifiedBy>lolita_barsegyan@mail.ru</cp:lastModifiedBy>
  <cp:revision>1</cp:revision>
  <dcterms:created xsi:type="dcterms:W3CDTF">2025-07-29T09:30:00Z</dcterms:created>
  <dcterms:modified xsi:type="dcterms:W3CDTF">2025-07-29T11:18:00Z</dcterms:modified>
</cp:coreProperties>
</file>