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AE5" w:rsidRPr="00006FD3" w:rsidRDefault="00E71AE5" w:rsidP="000929B2">
      <w:pPr>
        <w:rPr>
          <w:rFonts w:ascii="Bookman Old Style" w:hAnsi="Bookman Old Style"/>
        </w:rPr>
      </w:pPr>
      <w:r w:rsidRPr="00006FD3">
        <w:rPr>
          <w:rFonts w:ascii="Bookman Old Style" w:hAnsi="Bookman Old Style"/>
          <w:sz w:val="24"/>
          <w:szCs w:val="24"/>
        </w:rPr>
        <w:t xml:space="preserve">                                   ГБОУ школа № 1619 им. М.И. Цветаевой </w:t>
      </w:r>
    </w:p>
    <w:p w:rsidR="00E71AE5" w:rsidRDefault="00E71AE5" w:rsidP="000929B2">
      <w:pPr>
        <w:jc w:val="right"/>
        <w:rPr>
          <w:rFonts w:ascii="Times New Roman" w:hAnsi="Times New Roman"/>
          <w:sz w:val="52"/>
          <w:szCs w:val="52"/>
        </w:rPr>
      </w:pPr>
    </w:p>
    <w:p w:rsidR="00E71AE5" w:rsidRDefault="00E71AE5" w:rsidP="000929B2">
      <w:pPr>
        <w:jc w:val="right"/>
        <w:rPr>
          <w:rFonts w:ascii="Times New Roman" w:hAnsi="Times New Roman"/>
          <w:sz w:val="52"/>
          <w:szCs w:val="52"/>
        </w:rPr>
      </w:pPr>
    </w:p>
    <w:p w:rsidR="00E71AE5" w:rsidRDefault="00E71AE5" w:rsidP="000929B2">
      <w:pPr>
        <w:jc w:val="right"/>
        <w:rPr>
          <w:rFonts w:ascii="Times New Roman" w:hAnsi="Times New Roman"/>
          <w:sz w:val="52"/>
          <w:szCs w:val="52"/>
        </w:rPr>
      </w:pPr>
    </w:p>
    <w:p w:rsidR="00E71AE5" w:rsidRPr="00006FD3" w:rsidRDefault="00E71AE5" w:rsidP="000929B2">
      <w:pPr>
        <w:spacing w:line="240" w:lineRule="auto"/>
        <w:jc w:val="center"/>
        <w:rPr>
          <w:rFonts w:ascii="Bookman Old Style" w:hAnsi="Bookman Old Style"/>
          <w:sz w:val="48"/>
          <w:szCs w:val="48"/>
        </w:rPr>
      </w:pPr>
      <w:r w:rsidRPr="00006FD3">
        <w:rPr>
          <w:rFonts w:ascii="Bookman Old Style" w:hAnsi="Bookman Old Style"/>
          <w:sz w:val="48"/>
          <w:szCs w:val="48"/>
        </w:rPr>
        <w:t xml:space="preserve">Спортивное развлечение </w:t>
      </w:r>
    </w:p>
    <w:p w:rsidR="00E71AE5" w:rsidRPr="00006FD3" w:rsidRDefault="00E71AE5" w:rsidP="000929B2">
      <w:pPr>
        <w:spacing w:line="240" w:lineRule="auto"/>
        <w:rPr>
          <w:rFonts w:ascii="Bookman Old Style" w:hAnsi="Bookman Old Style"/>
          <w:sz w:val="48"/>
          <w:szCs w:val="48"/>
        </w:rPr>
      </w:pPr>
      <w:r w:rsidRPr="00006FD3">
        <w:rPr>
          <w:rFonts w:ascii="Bookman Old Style" w:hAnsi="Bookman Old Style"/>
          <w:sz w:val="48"/>
          <w:szCs w:val="48"/>
        </w:rPr>
        <w:t xml:space="preserve">            </w:t>
      </w:r>
      <w:r>
        <w:rPr>
          <w:rFonts w:ascii="Bookman Old Style" w:hAnsi="Bookman Old Style"/>
          <w:sz w:val="48"/>
          <w:szCs w:val="48"/>
        </w:rPr>
        <w:t xml:space="preserve"> </w:t>
      </w:r>
      <w:r w:rsidRPr="00006FD3">
        <w:rPr>
          <w:rFonts w:ascii="Bookman Old Style" w:hAnsi="Bookman Old Style"/>
          <w:sz w:val="48"/>
          <w:szCs w:val="48"/>
        </w:rPr>
        <w:t>для всех возрастных групп</w:t>
      </w:r>
    </w:p>
    <w:p w:rsidR="00E71AE5" w:rsidRPr="00006FD3" w:rsidRDefault="00E71AE5" w:rsidP="000929B2">
      <w:pPr>
        <w:spacing w:line="240" w:lineRule="auto"/>
        <w:jc w:val="center"/>
        <w:rPr>
          <w:rFonts w:ascii="Bookman Old Style" w:hAnsi="Bookman Old Style"/>
          <w:sz w:val="72"/>
          <w:szCs w:val="72"/>
        </w:rPr>
      </w:pPr>
    </w:p>
    <w:p w:rsidR="00E71AE5" w:rsidRPr="00006FD3" w:rsidRDefault="00E71AE5" w:rsidP="000929B2">
      <w:pPr>
        <w:spacing w:line="240" w:lineRule="auto"/>
        <w:jc w:val="center"/>
        <w:rPr>
          <w:rFonts w:ascii="Bookman Old Style" w:hAnsi="Bookman Old Style"/>
          <w:b/>
          <w:sz w:val="48"/>
          <w:szCs w:val="48"/>
        </w:rPr>
      </w:pPr>
      <w:r>
        <w:rPr>
          <w:rFonts w:ascii="Bookman Old Style" w:hAnsi="Bookman Old Style"/>
          <w:b/>
          <w:sz w:val="48"/>
          <w:szCs w:val="48"/>
        </w:rPr>
        <w:t xml:space="preserve"> </w:t>
      </w:r>
      <w:r w:rsidRPr="00006FD3">
        <w:rPr>
          <w:rFonts w:ascii="Bookman Old Style" w:hAnsi="Bookman Old Style"/>
          <w:b/>
          <w:sz w:val="48"/>
          <w:szCs w:val="48"/>
        </w:rPr>
        <w:t>«Путешествие по сказкам»</w:t>
      </w:r>
    </w:p>
    <w:p w:rsidR="00E71AE5" w:rsidRDefault="00E71AE5" w:rsidP="000929B2">
      <w:pPr>
        <w:spacing w:line="240" w:lineRule="auto"/>
        <w:jc w:val="right"/>
        <w:rPr>
          <w:rFonts w:ascii="Times New Roman" w:hAnsi="Times New Roman"/>
          <w:sz w:val="40"/>
          <w:szCs w:val="40"/>
        </w:rPr>
      </w:pPr>
    </w:p>
    <w:p w:rsidR="00E71AE5" w:rsidRDefault="00E71AE5" w:rsidP="000929B2">
      <w:pPr>
        <w:spacing w:line="240" w:lineRule="auto"/>
        <w:jc w:val="right"/>
        <w:rPr>
          <w:rFonts w:ascii="Times New Roman" w:hAnsi="Times New Roman"/>
          <w:sz w:val="40"/>
          <w:szCs w:val="40"/>
        </w:rPr>
      </w:pPr>
    </w:p>
    <w:p w:rsidR="00E71AE5" w:rsidRDefault="00E71AE5" w:rsidP="000929B2">
      <w:pPr>
        <w:spacing w:line="240" w:lineRule="auto"/>
        <w:jc w:val="right"/>
        <w:rPr>
          <w:rFonts w:ascii="Times New Roman" w:hAnsi="Times New Roman"/>
          <w:sz w:val="40"/>
          <w:szCs w:val="40"/>
        </w:rPr>
      </w:pPr>
    </w:p>
    <w:p w:rsidR="00E71AE5" w:rsidRDefault="00E71AE5" w:rsidP="00006FD3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E71AE5" w:rsidRDefault="00E71AE5" w:rsidP="00006FD3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E71AE5" w:rsidRDefault="00E71AE5" w:rsidP="00006FD3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E71AE5" w:rsidRPr="00006FD3" w:rsidRDefault="00E71AE5" w:rsidP="00006FD3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Times New Roman" w:hAnsi="Times New Roman"/>
          <w:sz w:val="40"/>
          <w:szCs w:val="40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6FD3">
        <w:rPr>
          <w:rFonts w:ascii="Bookman Old Style" w:hAnsi="Bookman Old Style"/>
          <w:sz w:val="24"/>
          <w:szCs w:val="24"/>
        </w:rPr>
        <w:t>Подготовила: Инструктор по ФИЗО</w:t>
      </w:r>
    </w:p>
    <w:p w:rsidR="00E71AE5" w:rsidRPr="00006FD3" w:rsidRDefault="00E71AE5" w:rsidP="00006FD3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 w:rsidRPr="00006FD3">
        <w:rPr>
          <w:rFonts w:ascii="Bookman Old Style" w:hAnsi="Bookman Old Style"/>
          <w:sz w:val="24"/>
          <w:szCs w:val="24"/>
        </w:rPr>
        <w:t xml:space="preserve">                                                                   Скотникова Т.Г.</w:t>
      </w:r>
    </w:p>
    <w:p w:rsidR="00E71AE5" w:rsidRDefault="00E71AE5" w:rsidP="000929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71AE5" w:rsidRDefault="00E71AE5" w:rsidP="000929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AE5" w:rsidRDefault="00E71AE5" w:rsidP="000929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AE5" w:rsidRPr="00D6319A" w:rsidRDefault="00E71AE5" w:rsidP="000929B2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D6319A">
        <w:rPr>
          <w:rFonts w:ascii="Bookman Old Style" w:hAnsi="Bookman Old Style"/>
          <w:sz w:val="24"/>
          <w:szCs w:val="24"/>
        </w:rPr>
        <w:t>г. Москва</w:t>
      </w:r>
    </w:p>
    <w:p w:rsidR="00E71AE5" w:rsidRPr="00D6319A" w:rsidRDefault="00E71AE5" w:rsidP="00006FD3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D6319A">
        <w:rPr>
          <w:rFonts w:ascii="Bookman Old Style" w:hAnsi="Bookman Old Style"/>
          <w:sz w:val="24"/>
          <w:szCs w:val="24"/>
        </w:rPr>
        <w:t xml:space="preserve">                                          </w:t>
      </w:r>
      <w:r>
        <w:rPr>
          <w:rFonts w:ascii="Bookman Old Style" w:hAnsi="Bookman Old Style"/>
          <w:sz w:val="24"/>
          <w:szCs w:val="24"/>
        </w:rPr>
        <w:t xml:space="preserve">                 </w:t>
      </w:r>
      <w:r w:rsidRPr="00D6319A">
        <w:rPr>
          <w:rFonts w:ascii="Bookman Old Style" w:hAnsi="Bookman Old Style"/>
          <w:sz w:val="24"/>
          <w:szCs w:val="24"/>
        </w:rPr>
        <w:t xml:space="preserve"> 2022 год.</w:t>
      </w:r>
    </w:p>
    <w:p w:rsidR="00E71AE5" w:rsidRPr="00D6319A" w:rsidRDefault="00E71AE5" w:rsidP="000929B2">
      <w:pPr>
        <w:rPr>
          <w:rFonts w:ascii="Bookman Old Style" w:hAnsi="Bookman Old Style"/>
        </w:rPr>
      </w:pPr>
    </w:p>
    <w:p w:rsidR="00E71AE5" w:rsidRDefault="00E71AE5" w:rsidP="00BF450D">
      <w:pPr>
        <w:pStyle w:val="NormalWeb"/>
        <w:spacing w:before="0" w:beforeAutospacing="0" w:after="150" w:afterAutospacing="0"/>
        <w:rPr>
          <w:b/>
          <w:bCs/>
          <w:sz w:val="28"/>
          <w:szCs w:val="28"/>
        </w:rPr>
      </w:pPr>
    </w:p>
    <w:p w:rsidR="00E71AE5" w:rsidRPr="009B6F22" w:rsidRDefault="00E71AE5" w:rsidP="009B6F2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Летнее с</w:t>
      </w:r>
      <w:r w:rsidRPr="009B6F22">
        <w:rPr>
          <w:rFonts w:ascii="Times New Roman" w:hAnsi="Times New Roman"/>
          <w:b/>
          <w:sz w:val="28"/>
          <w:szCs w:val="28"/>
        </w:rPr>
        <w:t xml:space="preserve">портивное развлечение </w:t>
      </w:r>
    </w:p>
    <w:p w:rsidR="00E71AE5" w:rsidRPr="009B6F22" w:rsidRDefault="00E71AE5" w:rsidP="009B6F2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B6F22">
        <w:rPr>
          <w:rFonts w:ascii="Times New Roman" w:hAnsi="Times New Roman"/>
          <w:b/>
          <w:sz w:val="28"/>
          <w:szCs w:val="28"/>
        </w:rPr>
        <w:t xml:space="preserve">                                                   для всех возрастных групп</w:t>
      </w:r>
    </w:p>
    <w:p w:rsidR="00E71AE5" w:rsidRPr="009B6F22" w:rsidRDefault="00E71AE5" w:rsidP="009B6F2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B6F22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9B6F22">
        <w:rPr>
          <w:rFonts w:ascii="Times New Roman" w:hAnsi="Times New Roman"/>
          <w:b/>
          <w:sz w:val="28"/>
          <w:szCs w:val="28"/>
        </w:rPr>
        <w:t xml:space="preserve"> «Путешествие по сказкам»</w:t>
      </w:r>
    </w:p>
    <w:p w:rsidR="00E71AE5" w:rsidRDefault="00E71AE5" w:rsidP="00BF450D">
      <w:pPr>
        <w:pStyle w:val="NormalWeb"/>
        <w:spacing w:before="0" w:beforeAutospacing="0" w:after="15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Цель:</w:t>
      </w:r>
    </w:p>
    <w:p w:rsidR="00E71AE5" w:rsidRPr="00787BD6" w:rsidRDefault="00E71AE5" w:rsidP="0021274A">
      <w:pPr>
        <w:pBdr>
          <w:bottom w:val="single" w:sz="6" w:space="8" w:color="E1E8ED"/>
        </w:pBdr>
        <w:spacing w:before="100" w:beforeAutospacing="1" w:after="100" w:afterAutospacing="1" w:line="240" w:lineRule="auto"/>
        <w:outlineLvl w:val="2"/>
        <w:rPr>
          <w:rFonts w:ascii="inherit" w:hAnsi="inherit"/>
          <w:sz w:val="28"/>
          <w:szCs w:val="28"/>
          <w:lang w:eastAsia="ru-RU"/>
        </w:rPr>
      </w:pPr>
      <w:r w:rsidRPr="00787BD6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- </w:t>
      </w:r>
      <w:r w:rsidRPr="00787BD6">
        <w:rPr>
          <w:rFonts w:ascii="Times New Roman" w:hAnsi="Times New Roman"/>
          <w:color w:val="333333"/>
          <w:sz w:val="28"/>
          <w:szCs w:val="28"/>
          <w:lang w:eastAsia="ru-RU"/>
        </w:rPr>
        <w:t>В игровой форме развивать основные физические качества: силу, ловкость, быстроту, выносливость, координацию движений, гибкость.</w:t>
      </w:r>
    </w:p>
    <w:p w:rsidR="00E71AE5" w:rsidRPr="00787BD6" w:rsidRDefault="00E71AE5" w:rsidP="0021274A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787BD6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E71AE5" w:rsidRPr="00787BD6" w:rsidRDefault="00E71AE5" w:rsidP="0021274A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787BD6">
        <w:rPr>
          <w:rFonts w:ascii="Times New Roman" w:hAnsi="Times New Roman"/>
          <w:color w:val="333333"/>
          <w:sz w:val="28"/>
          <w:szCs w:val="28"/>
          <w:lang w:eastAsia="ru-RU"/>
        </w:rPr>
        <w:t>- Закреплять ранее разученные виды ОВД: ходьба друг за другом, прыжки на двух ногах, ползание на четвереньках.</w:t>
      </w:r>
    </w:p>
    <w:p w:rsidR="00E71AE5" w:rsidRPr="00787BD6" w:rsidRDefault="00E71AE5" w:rsidP="0021274A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787BD6">
        <w:rPr>
          <w:rFonts w:ascii="Times New Roman" w:hAnsi="Times New Roman"/>
          <w:color w:val="333333"/>
          <w:sz w:val="28"/>
          <w:szCs w:val="28"/>
          <w:lang w:eastAsia="ru-RU"/>
        </w:rPr>
        <w:t>- Продолжать формировать мышечно-двигательные навыки.</w:t>
      </w:r>
    </w:p>
    <w:p w:rsidR="00E71AE5" w:rsidRPr="00787BD6" w:rsidRDefault="00E71AE5" w:rsidP="0021274A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787BD6">
        <w:rPr>
          <w:rFonts w:ascii="Times New Roman" w:hAnsi="Times New Roman"/>
          <w:color w:val="333333"/>
          <w:sz w:val="28"/>
          <w:szCs w:val="28"/>
          <w:lang w:eastAsia="ru-RU"/>
        </w:rPr>
        <w:t>- Развивать ловкость, чувство равновесия.</w:t>
      </w:r>
    </w:p>
    <w:p w:rsidR="00E71AE5" w:rsidRPr="00787BD6" w:rsidRDefault="00E71AE5" w:rsidP="0021274A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787BD6">
        <w:rPr>
          <w:rFonts w:ascii="Times New Roman" w:hAnsi="Times New Roman"/>
          <w:color w:val="333333"/>
          <w:sz w:val="28"/>
          <w:szCs w:val="28"/>
          <w:lang w:eastAsia="ru-RU"/>
        </w:rPr>
        <w:t>- Воспитывать желание помочь товарищу, дружеские взаимоотношения.</w:t>
      </w:r>
    </w:p>
    <w:p w:rsidR="00E71AE5" w:rsidRDefault="00E71AE5" w:rsidP="0021274A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Инвентарь</w:t>
      </w:r>
      <w:r w:rsidRPr="00787BD6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: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 мячи, деревянные ложки, яйца из киндер сюрприза,  шапочки, музыкальный центр.</w:t>
      </w:r>
    </w:p>
    <w:p w:rsidR="00E71AE5" w:rsidRPr="00787BD6" w:rsidRDefault="00E71AE5" w:rsidP="0021274A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E71AE5" w:rsidRDefault="00E71AE5" w:rsidP="008361B1">
      <w:pPr>
        <w:pStyle w:val="NormalWeb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развлечения:</w:t>
      </w:r>
    </w:p>
    <w:p w:rsidR="00E71AE5" w:rsidRDefault="00E71AE5" w:rsidP="008361B1">
      <w:pPr>
        <w:pStyle w:val="NormalWeb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E71AE5" w:rsidRPr="008361B1" w:rsidRDefault="00E71AE5" w:rsidP="008361B1">
      <w:pPr>
        <w:pStyle w:val="NormalWeb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 музыку выходят дети на спортивную площадку и выстраиваются в полукруг</w:t>
      </w:r>
    </w:p>
    <w:p w:rsidR="00E71AE5" w:rsidRDefault="00E71AE5" w:rsidP="00830BF0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830BF0">
        <w:rPr>
          <w:b/>
          <w:bCs/>
          <w:sz w:val="28"/>
          <w:szCs w:val="28"/>
        </w:rPr>
        <w:t>Ведущий: </w:t>
      </w:r>
      <w:r w:rsidRPr="00830BF0">
        <w:rPr>
          <w:b/>
          <w:bCs/>
          <w:sz w:val="28"/>
          <w:szCs w:val="28"/>
        </w:rPr>
        <w:br/>
      </w:r>
      <w:r w:rsidRPr="00830BF0">
        <w:rPr>
          <w:sz w:val="28"/>
          <w:szCs w:val="28"/>
        </w:rPr>
        <w:t>В мире много сказок самых, самых разных</w:t>
      </w:r>
      <w:r w:rsidRPr="00830BF0">
        <w:rPr>
          <w:sz w:val="28"/>
          <w:szCs w:val="28"/>
        </w:rPr>
        <w:br/>
        <w:t>Длинных и коротких, грустных и смешных.</w:t>
      </w:r>
      <w:r w:rsidRPr="00830BF0">
        <w:rPr>
          <w:sz w:val="28"/>
          <w:szCs w:val="28"/>
        </w:rPr>
        <w:br/>
        <w:t>Можно прочитать их, можно рассказа</w:t>
      </w:r>
      <w:r>
        <w:rPr>
          <w:sz w:val="28"/>
          <w:szCs w:val="28"/>
        </w:rPr>
        <w:t>ть их,</w:t>
      </w:r>
      <w:r>
        <w:rPr>
          <w:sz w:val="28"/>
          <w:szCs w:val="28"/>
        </w:rPr>
        <w:br/>
        <w:t>Ну а мы решили: «Поиграть</w:t>
      </w:r>
      <w:r w:rsidRPr="00830BF0">
        <w:rPr>
          <w:sz w:val="28"/>
          <w:szCs w:val="28"/>
        </w:rPr>
        <w:t xml:space="preserve"> в них!</w:t>
      </w:r>
      <w:r>
        <w:rPr>
          <w:sz w:val="28"/>
          <w:szCs w:val="28"/>
        </w:rPr>
        <w:t>»</w:t>
      </w:r>
    </w:p>
    <w:p w:rsidR="00E71AE5" w:rsidRDefault="00E71AE5" w:rsidP="00830BF0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Но для того, что бы нам поиграть, нужно провести веселую разминку.</w:t>
      </w:r>
    </w:p>
    <w:p w:rsidR="00E71AE5" w:rsidRDefault="00E71AE5" w:rsidP="00830BF0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E71AE5" w:rsidRPr="005A360B" w:rsidRDefault="00E71AE5" w:rsidP="00160CAD">
      <w:pPr>
        <w:pStyle w:val="NormalWeb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  <w:u w:val="single"/>
        </w:rPr>
      </w:pPr>
      <w:r w:rsidRPr="005A360B">
        <w:rPr>
          <w:b/>
          <w:sz w:val="28"/>
          <w:szCs w:val="28"/>
        </w:rPr>
        <w:t xml:space="preserve"> </w:t>
      </w:r>
      <w:r w:rsidRPr="005A360B">
        <w:rPr>
          <w:b/>
          <w:sz w:val="28"/>
          <w:szCs w:val="28"/>
          <w:u w:val="single"/>
        </w:rPr>
        <w:t>Проводится двигательная разминка «Сказка в гости к нам пришла».</w:t>
      </w:r>
    </w:p>
    <w:p w:rsidR="00E71AE5" w:rsidRDefault="00E71AE5" w:rsidP="00830BF0">
      <w:pPr>
        <w:pStyle w:val="NormalWeb"/>
        <w:spacing w:before="0" w:beforeAutospacing="0" w:after="0" w:afterAutospacing="0"/>
        <w:rPr>
          <w:b/>
          <w:sz w:val="28"/>
          <w:szCs w:val="28"/>
          <w:u w:val="single"/>
        </w:rPr>
      </w:pPr>
    </w:p>
    <w:p w:rsidR="00E71AE5" w:rsidRDefault="00E71AE5" w:rsidP="005A360B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830BF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0BF0">
        <w:rPr>
          <w:sz w:val="28"/>
          <w:szCs w:val="28"/>
        </w:rPr>
        <w:t>так, скажем волшебные слова: «Сказка, сказка, появись, с нами вместе веселись!» и отправимся по знако</w:t>
      </w:r>
      <w:r>
        <w:rPr>
          <w:sz w:val="28"/>
          <w:szCs w:val="28"/>
        </w:rPr>
        <w:t>мым сказкам.</w:t>
      </w:r>
    </w:p>
    <w:p w:rsidR="00E71AE5" w:rsidRDefault="00E71AE5" w:rsidP="005A360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 w:rsidRPr="005A360B">
        <w:rPr>
          <w:b/>
          <w:sz w:val="32"/>
          <w:szCs w:val="32"/>
        </w:rPr>
        <w:t xml:space="preserve">                              </w:t>
      </w:r>
    </w:p>
    <w:p w:rsidR="00E71AE5" w:rsidRPr="005A360B" w:rsidRDefault="00E71AE5" w:rsidP="005A360B">
      <w:pPr>
        <w:pStyle w:val="NormalWeb"/>
        <w:spacing w:before="0" w:beforeAutospacing="0" w:after="0" w:afterAutospacing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  <w:r>
        <w:rPr>
          <w:b/>
          <w:sz w:val="28"/>
          <w:szCs w:val="28"/>
        </w:rPr>
        <w:t>Выходит персонаж КУРОЧКА РЯБА</w:t>
      </w:r>
    </w:p>
    <w:p w:rsidR="00E71AE5" w:rsidRPr="005A360B" w:rsidRDefault="00E71AE5" w:rsidP="00830BF0">
      <w:pPr>
        <w:pStyle w:val="NormalWeb"/>
        <w:spacing w:before="0" w:beforeAutospacing="0" w:after="0" w:afterAutospacing="0"/>
        <w:rPr>
          <w:b/>
          <w:sz w:val="32"/>
          <w:szCs w:val="32"/>
          <w:u w:val="single"/>
        </w:rPr>
      </w:pPr>
    </w:p>
    <w:p w:rsidR="00E71AE5" w:rsidRDefault="00E71AE5" w:rsidP="00830BF0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Курочка ряба:</w:t>
      </w:r>
    </w:p>
    <w:p w:rsidR="00E71AE5" w:rsidRDefault="00E71AE5" w:rsidP="00830BF0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B6F22">
        <w:rPr>
          <w:sz w:val="28"/>
          <w:szCs w:val="28"/>
        </w:rPr>
        <w:t>Здравствуйте ребята! Вы узнали меня? Из какой я сказки?</w:t>
      </w:r>
    </w:p>
    <w:p w:rsidR="00E71AE5" w:rsidRPr="009B6F22" w:rsidRDefault="00E71AE5" w:rsidP="00830BF0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B6F22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Отвечают…….</w:t>
      </w:r>
    </w:p>
    <w:p w:rsidR="00E71AE5" w:rsidRPr="005A360B" w:rsidRDefault="00E71AE5" w:rsidP="00E66FB3">
      <w:pPr>
        <w:pStyle w:val="NormalWeb"/>
        <w:spacing w:before="0" w:beforeAutospacing="0" w:after="150" w:afterAutospacing="0"/>
        <w:contextualSpacing/>
        <w:rPr>
          <w:b/>
          <w:sz w:val="28"/>
          <w:szCs w:val="28"/>
        </w:rPr>
      </w:pPr>
      <w:r w:rsidRPr="005A360B">
        <w:rPr>
          <w:b/>
          <w:sz w:val="28"/>
          <w:szCs w:val="28"/>
        </w:rPr>
        <w:t>Отгадайте загадку:</w:t>
      </w:r>
    </w:p>
    <w:p w:rsidR="00E71AE5" w:rsidRPr="005A360B" w:rsidRDefault="00E71AE5" w:rsidP="00E66FB3">
      <w:pPr>
        <w:pStyle w:val="NormalWeb"/>
        <w:spacing w:before="0" w:beforeAutospacing="0" w:after="150" w:afterAutospacing="0"/>
        <w:rPr>
          <w:b/>
          <w:sz w:val="28"/>
          <w:szCs w:val="28"/>
        </w:rPr>
      </w:pPr>
      <w:r w:rsidRPr="00830BF0">
        <w:rPr>
          <w:sz w:val="28"/>
          <w:szCs w:val="28"/>
        </w:rPr>
        <w:t>Как-то мышка невеличка</w:t>
      </w:r>
      <w:r>
        <w:rPr>
          <w:sz w:val="28"/>
          <w:szCs w:val="28"/>
        </w:rPr>
        <w:t>,</w:t>
      </w:r>
      <w:r w:rsidRPr="00830BF0">
        <w:rPr>
          <w:sz w:val="28"/>
          <w:szCs w:val="28"/>
        </w:rPr>
        <w:br/>
        <w:t>На пол сбросила яичко.</w:t>
      </w:r>
      <w:r w:rsidRPr="00830BF0">
        <w:rPr>
          <w:sz w:val="28"/>
          <w:szCs w:val="28"/>
        </w:rPr>
        <w:br/>
        <w:t xml:space="preserve">Плачет </w:t>
      </w:r>
      <w:r>
        <w:rPr>
          <w:sz w:val="28"/>
          <w:szCs w:val="28"/>
        </w:rPr>
        <w:t>баба, плачет дед.</w:t>
      </w:r>
      <w:r>
        <w:rPr>
          <w:sz w:val="28"/>
          <w:szCs w:val="28"/>
        </w:rPr>
        <w:br/>
        <w:t>Что за сказка</w:t>
      </w:r>
      <w:r w:rsidRPr="00830B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дети, </w:t>
      </w:r>
      <w:r w:rsidRPr="00830BF0">
        <w:rPr>
          <w:sz w:val="28"/>
          <w:szCs w:val="28"/>
        </w:rPr>
        <w:t>дай</w:t>
      </w:r>
      <w:r>
        <w:rPr>
          <w:sz w:val="28"/>
          <w:szCs w:val="28"/>
        </w:rPr>
        <w:t>те мне</w:t>
      </w:r>
      <w:r w:rsidRPr="00830BF0">
        <w:rPr>
          <w:sz w:val="28"/>
          <w:szCs w:val="28"/>
        </w:rPr>
        <w:t xml:space="preserve"> ответ! </w:t>
      </w:r>
      <w:r>
        <w:rPr>
          <w:b/>
          <w:sz w:val="28"/>
          <w:szCs w:val="28"/>
        </w:rPr>
        <w:t>(Курочка р</w:t>
      </w:r>
      <w:r w:rsidRPr="005A360B">
        <w:rPr>
          <w:b/>
          <w:sz w:val="28"/>
          <w:szCs w:val="28"/>
        </w:rPr>
        <w:t>яба)</w:t>
      </w:r>
    </w:p>
    <w:p w:rsidR="00E71AE5" w:rsidRDefault="00E71AE5" w:rsidP="00160CAD">
      <w:pPr>
        <w:pStyle w:val="NormalWeb"/>
        <w:numPr>
          <w:ilvl w:val="0"/>
          <w:numId w:val="2"/>
        </w:numPr>
        <w:spacing w:before="0" w:beforeAutospacing="0" w:after="150" w:afterAutospacing="0"/>
        <w:rPr>
          <w:sz w:val="28"/>
          <w:szCs w:val="28"/>
        </w:rPr>
      </w:pPr>
      <w:r w:rsidRPr="000724D5">
        <w:rPr>
          <w:b/>
          <w:bCs/>
          <w:sz w:val="28"/>
          <w:szCs w:val="28"/>
          <w:u w:val="single"/>
        </w:rPr>
        <w:t>ПРОВОДИТСЯ ЭСТАФЕТА «КУРОЧКА РЯБА»:</w:t>
      </w:r>
      <w:bookmarkStart w:id="0" w:name="_GoBack"/>
      <w:bookmarkEnd w:id="0"/>
      <w:r w:rsidRPr="0097071D">
        <w:rPr>
          <w:sz w:val="28"/>
          <w:szCs w:val="28"/>
        </w:rPr>
        <w:br/>
      </w:r>
      <w:r w:rsidRPr="00830BF0">
        <w:rPr>
          <w:sz w:val="28"/>
          <w:szCs w:val="28"/>
        </w:rPr>
        <w:t>Вижу, что помните сказку «Курочка Ряба». Сейчас вам предстоит носить яичко, да не простое. Хотя и не золотое. Задание состоит в том, чтобы пронести «яйцо» в ложке и не уронить. Носить драгоценный груз нужно по очереди. Чья команда быстрей управится, та и победит.</w:t>
      </w:r>
    </w:p>
    <w:p w:rsidR="00E71AE5" w:rsidRDefault="00E71AE5" w:rsidP="000724D5">
      <w:pPr>
        <w:pStyle w:val="NormalWeb"/>
        <w:spacing w:before="0" w:beforeAutospacing="0" w:after="0" w:afterAutospacing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</w:t>
      </w:r>
    </w:p>
    <w:p w:rsidR="00E71AE5" w:rsidRPr="005A360B" w:rsidRDefault="00E71AE5" w:rsidP="000724D5">
      <w:pPr>
        <w:pStyle w:val="NormalWeb"/>
        <w:spacing w:before="0" w:beforeAutospacing="0" w:after="0" w:afterAutospacing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Выходит персонаж </w:t>
      </w:r>
      <w:r w:rsidRPr="003660C9">
        <w:rPr>
          <w:b/>
          <w:sz w:val="32"/>
          <w:szCs w:val="32"/>
        </w:rPr>
        <w:t xml:space="preserve">ЛИСА </w:t>
      </w:r>
      <w:r>
        <w:rPr>
          <w:b/>
          <w:sz w:val="32"/>
          <w:szCs w:val="32"/>
        </w:rPr>
        <w:t>(в руках у нее колобок)</w:t>
      </w:r>
    </w:p>
    <w:p w:rsidR="00E71AE5" w:rsidRPr="005A360B" w:rsidRDefault="00E71AE5" w:rsidP="000724D5">
      <w:pPr>
        <w:pStyle w:val="NormalWeb"/>
        <w:spacing w:before="0" w:beforeAutospacing="0" w:after="0" w:afterAutospacing="0"/>
        <w:ind w:left="720"/>
        <w:rPr>
          <w:b/>
          <w:sz w:val="32"/>
          <w:szCs w:val="32"/>
          <w:u w:val="single"/>
        </w:rPr>
      </w:pPr>
    </w:p>
    <w:p w:rsidR="00E71AE5" w:rsidRDefault="00E71AE5" w:rsidP="009B6F22">
      <w:pPr>
        <w:pStyle w:val="NormalWeb"/>
        <w:spacing w:before="0" w:beforeAutospacing="0" w:after="150" w:afterAutospacing="0"/>
        <w:ind w:left="720"/>
        <w:rPr>
          <w:sz w:val="28"/>
          <w:szCs w:val="28"/>
        </w:rPr>
      </w:pPr>
      <w:r w:rsidRPr="00830BF0">
        <w:rPr>
          <w:sz w:val="28"/>
          <w:szCs w:val="28"/>
        </w:rPr>
        <w:br/>
      </w:r>
      <w:r>
        <w:rPr>
          <w:b/>
          <w:bCs/>
          <w:sz w:val="28"/>
          <w:szCs w:val="28"/>
        </w:rPr>
        <w:t>Лиса</w:t>
      </w:r>
      <w:r w:rsidRPr="00830BF0"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Здравствуйте ребятишки!</w:t>
      </w:r>
    </w:p>
    <w:p w:rsidR="00E71AE5" w:rsidRDefault="00E71AE5" w:rsidP="00F57264">
      <w:pPr>
        <w:pStyle w:val="NormalWeb"/>
        <w:spacing w:before="0" w:beforeAutospacing="0" w:after="15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А, теперь отгадайте мою </w:t>
      </w:r>
      <w:r w:rsidRPr="009B6F22">
        <w:rPr>
          <w:b/>
          <w:sz w:val="28"/>
          <w:szCs w:val="28"/>
        </w:rPr>
        <w:t>загадку:</w:t>
      </w:r>
      <w:r w:rsidRPr="009B6F22">
        <w:rPr>
          <w:sz w:val="28"/>
          <w:szCs w:val="28"/>
        </w:rPr>
        <w:br/>
      </w:r>
    </w:p>
    <w:p w:rsidR="00E71AE5" w:rsidRPr="009B6F22" w:rsidRDefault="00E71AE5" w:rsidP="00F57264">
      <w:pPr>
        <w:pStyle w:val="NormalWeb"/>
        <w:spacing w:before="0" w:beforeAutospacing="0" w:after="150" w:afterAutospacing="0"/>
        <w:ind w:left="720"/>
        <w:rPr>
          <w:sz w:val="28"/>
          <w:szCs w:val="28"/>
        </w:rPr>
      </w:pPr>
      <w:r w:rsidRPr="00830BF0">
        <w:rPr>
          <w:sz w:val="28"/>
          <w:szCs w:val="28"/>
        </w:rPr>
        <w:t>На тарелочке лежал,</w:t>
      </w:r>
      <w:r w:rsidRPr="00830BF0">
        <w:rPr>
          <w:sz w:val="28"/>
          <w:szCs w:val="28"/>
        </w:rPr>
        <w:br/>
        <w:t>Как остыл так убежал.</w:t>
      </w:r>
      <w:r w:rsidRPr="00830BF0">
        <w:rPr>
          <w:sz w:val="28"/>
          <w:szCs w:val="28"/>
        </w:rPr>
        <w:br/>
        <w:t>Встретил он зверей в лесу,</w:t>
      </w:r>
      <w:r w:rsidRPr="00830BF0">
        <w:rPr>
          <w:sz w:val="28"/>
          <w:szCs w:val="28"/>
        </w:rPr>
        <w:br/>
        <w:t>На беду свою – лису. </w:t>
      </w:r>
      <w:r w:rsidRPr="00830BF0">
        <w:rPr>
          <w:sz w:val="28"/>
          <w:szCs w:val="28"/>
        </w:rPr>
        <w:br/>
        <w:t>Ей попался на зубок </w:t>
      </w:r>
      <w:r w:rsidRPr="00830BF0">
        <w:rPr>
          <w:sz w:val="28"/>
          <w:szCs w:val="28"/>
        </w:rPr>
        <w:br/>
        <w:t xml:space="preserve">Круглый, вкусный … </w:t>
      </w:r>
      <w:r w:rsidRPr="000724D5">
        <w:rPr>
          <w:b/>
          <w:sz w:val="28"/>
          <w:szCs w:val="28"/>
        </w:rPr>
        <w:t>(Колобок)</w:t>
      </w:r>
    </w:p>
    <w:p w:rsidR="00E71AE5" w:rsidRDefault="00E71AE5" w:rsidP="00160CAD">
      <w:pPr>
        <w:pStyle w:val="NormalWeb"/>
        <w:numPr>
          <w:ilvl w:val="0"/>
          <w:numId w:val="2"/>
        </w:numPr>
        <w:spacing w:before="0" w:beforeAutospacing="0" w:after="150" w:afterAutospacing="0"/>
        <w:rPr>
          <w:sz w:val="28"/>
          <w:szCs w:val="28"/>
        </w:rPr>
      </w:pPr>
      <w:r w:rsidRPr="000724D5">
        <w:rPr>
          <w:b/>
          <w:bCs/>
          <w:sz w:val="28"/>
          <w:szCs w:val="28"/>
          <w:u w:val="single"/>
        </w:rPr>
        <w:t>ПРОВОДИТСЯ ЭСТАФЕТА «КОЛОБОК»:</w:t>
      </w:r>
      <w:r w:rsidRPr="00830BF0">
        <w:rPr>
          <w:sz w:val="28"/>
          <w:szCs w:val="28"/>
        </w:rPr>
        <w:br/>
        <w:t xml:space="preserve">Прокатить мяч </w:t>
      </w:r>
      <w:r>
        <w:rPr>
          <w:sz w:val="28"/>
          <w:szCs w:val="28"/>
        </w:rPr>
        <w:t>руками</w:t>
      </w:r>
      <w:r w:rsidRPr="00830BF0">
        <w:rPr>
          <w:sz w:val="28"/>
          <w:szCs w:val="28"/>
        </w:rPr>
        <w:t xml:space="preserve"> до ориентира, затем взять мяч в руки и бегом возвратиться в команду, передать</w:t>
      </w:r>
      <w:r>
        <w:rPr>
          <w:sz w:val="28"/>
          <w:szCs w:val="28"/>
        </w:rPr>
        <w:t xml:space="preserve"> его</w:t>
      </w:r>
      <w:r w:rsidRPr="00830BF0">
        <w:rPr>
          <w:sz w:val="28"/>
          <w:szCs w:val="28"/>
        </w:rPr>
        <w:t xml:space="preserve"> следующему игроку.</w:t>
      </w:r>
    </w:p>
    <w:p w:rsidR="00E71AE5" w:rsidRDefault="00E71AE5" w:rsidP="008C2B96">
      <w:pPr>
        <w:pStyle w:val="NormalWeb"/>
        <w:spacing w:before="0" w:beforeAutospacing="0" w:after="150" w:afterAutospacing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p w:rsidR="00E71AE5" w:rsidRPr="00830BF0" w:rsidRDefault="00E71AE5" w:rsidP="008C2B96">
      <w:pPr>
        <w:pStyle w:val="NormalWeb"/>
        <w:spacing w:before="0" w:beforeAutospacing="0" w:after="150" w:afterAutospacing="0"/>
        <w:ind w:left="720"/>
        <w:rPr>
          <w:sz w:val="28"/>
          <w:szCs w:val="28"/>
        </w:rPr>
      </w:pPr>
      <w:r>
        <w:rPr>
          <w:b/>
          <w:sz w:val="32"/>
          <w:szCs w:val="32"/>
        </w:rPr>
        <w:t xml:space="preserve">      Выходит персонаж </w:t>
      </w:r>
      <w:r w:rsidRPr="00160CAD">
        <w:rPr>
          <w:b/>
          <w:sz w:val="28"/>
          <w:szCs w:val="28"/>
        </w:rPr>
        <w:t>КРАСНАЯ ШАПОЧКА</w:t>
      </w:r>
      <w:r>
        <w:rPr>
          <w:b/>
          <w:sz w:val="32"/>
          <w:szCs w:val="32"/>
        </w:rPr>
        <w:t xml:space="preserve">. </w:t>
      </w:r>
    </w:p>
    <w:p w:rsidR="00E71AE5" w:rsidRDefault="00E71AE5" w:rsidP="00E66FB3">
      <w:pPr>
        <w:pStyle w:val="NormalWeb"/>
        <w:spacing w:before="0" w:beforeAutospacing="0" w:after="15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Красная шапочка</w:t>
      </w:r>
      <w:r w:rsidRPr="00830BF0">
        <w:rPr>
          <w:b/>
          <w:bCs/>
          <w:sz w:val="28"/>
          <w:szCs w:val="28"/>
        </w:rPr>
        <w:t>:</w:t>
      </w:r>
      <w:r w:rsidRPr="00830BF0">
        <w:rPr>
          <w:sz w:val="28"/>
          <w:szCs w:val="28"/>
        </w:rPr>
        <w:t> </w:t>
      </w:r>
      <w:r>
        <w:rPr>
          <w:sz w:val="28"/>
          <w:szCs w:val="28"/>
        </w:rPr>
        <w:t>Здравствуйте ребятишки! Девчонки и мальчишки!</w:t>
      </w:r>
    </w:p>
    <w:p w:rsidR="00E71AE5" w:rsidRPr="008C2B96" w:rsidRDefault="00E71AE5" w:rsidP="00E66FB3">
      <w:pPr>
        <w:pStyle w:val="NormalWeb"/>
        <w:spacing w:before="0" w:beforeAutospacing="0" w:after="15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А, теперь отгадайте мою </w:t>
      </w:r>
      <w:r w:rsidRPr="009B6F22">
        <w:rPr>
          <w:b/>
          <w:sz w:val="28"/>
          <w:szCs w:val="28"/>
        </w:rPr>
        <w:t>загадку:</w:t>
      </w:r>
      <w:r w:rsidRPr="00830BF0">
        <w:rPr>
          <w:sz w:val="28"/>
          <w:szCs w:val="28"/>
        </w:rPr>
        <w:br/>
        <w:t>Маленькая девочка весел</w:t>
      </w:r>
      <w:r>
        <w:rPr>
          <w:sz w:val="28"/>
          <w:szCs w:val="28"/>
        </w:rPr>
        <w:t>о бежит, </w:t>
      </w:r>
      <w:r>
        <w:rPr>
          <w:sz w:val="28"/>
          <w:szCs w:val="28"/>
        </w:rPr>
        <w:br/>
        <w:t>По тропинке к домику, ч</w:t>
      </w:r>
      <w:r w:rsidRPr="00830BF0">
        <w:rPr>
          <w:sz w:val="28"/>
          <w:szCs w:val="28"/>
        </w:rPr>
        <w:t>то в лесу стоит. </w:t>
      </w:r>
      <w:r w:rsidRPr="00830BF0">
        <w:rPr>
          <w:sz w:val="28"/>
          <w:szCs w:val="28"/>
        </w:rPr>
        <w:br/>
        <w:t>Нуж</w:t>
      </w:r>
      <w:r>
        <w:rPr>
          <w:sz w:val="28"/>
          <w:szCs w:val="28"/>
        </w:rPr>
        <w:t>но этой девочке к бабушке  своей.</w:t>
      </w:r>
      <w:r>
        <w:rPr>
          <w:sz w:val="28"/>
          <w:szCs w:val="28"/>
        </w:rPr>
        <w:br/>
        <w:t xml:space="preserve">Названье этой сказки отгадай скорей. </w:t>
      </w:r>
      <w:r w:rsidRPr="008C2B96">
        <w:rPr>
          <w:b/>
          <w:sz w:val="28"/>
          <w:szCs w:val="28"/>
        </w:rPr>
        <w:t>(Красная шапочка)</w:t>
      </w:r>
    </w:p>
    <w:p w:rsidR="00E71AE5" w:rsidRPr="0038229C" w:rsidRDefault="00E71AE5" w:rsidP="00160CAD">
      <w:pPr>
        <w:pStyle w:val="NormalWeb"/>
        <w:numPr>
          <w:ilvl w:val="0"/>
          <w:numId w:val="2"/>
        </w:numPr>
        <w:spacing w:before="0" w:beforeAutospacing="0" w:after="150" w:afterAutospacing="0"/>
        <w:rPr>
          <w:b/>
          <w:bCs/>
          <w:sz w:val="28"/>
          <w:szCs w:val="28"/>
          <w:u w:val="single"/>
        </w:rPr>
      </w:pPr>
      <w:r w:rsidRPr="0038229C">
        <w:rPr>
          <w:b/>
          <w:bCs/>
          <w:sz w:val="28"/>
          <w:szCs w:val="28"/>
          <w:u w:val="single"/>
        </w:rPr>
        <w:t>ПРОВОДИТСЯ ИГРА ПО КРУГУ «ПЕРЕДАЙ ШАПОЧКУ»</w:t>
      </w:r>
    </w:p>
    <w:p w:rsidR="00E71AE5" w:rsidRDefault="00E71AE5" w:rsidP="0038229C">
      <w:pPr>
        <w:pStyle w:val="NormalWeb"/>
        <w:spacing w:before="0" w:beforeAutospacing="0" w:after="150" w:afterAutospacing="0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Каждая группа образует свой</w:t>
      </w:r>
      <w:r w:rsidRPr="0038229C">
        <w:rPr>
          <w:bCs/>
          <w:sz w:val="28"/>
          <w:szCs w:val="28"/>
        </w:rPr>
        <w:t xml:space="preserve"> круг. Все последующие </w:t>
      </w:r>
      <w:r>
        <w:rPr>
          <w:bCs/>
          <w:sz w:val="28"/>
          <w:szCs w:val="28"/>
        </w:rPr>
        <w:t>движения выполняются</w:t>
      </w:r>
      <w:r w:rsidRPr="0038229C">
        <w:rPr>
          <w:bCs/>
          <w:sz w:val="28"/>
          <w:szCs w:val="28"/>
        </w:rPr>
        <w:t xml:space="preserve"> по тексту </w:t>
      </w:r>
      <w:r>
        <w:rPr>
          <w:bCs/>
          <w:sz w:val="28"/>
          <w:szCs w:val="28"/>
        </w:rPr>
        <w:t>в музыке.</w:t>
      </w:r>
    </w:p>
    <w:p w:rsidR="00E71AE5" w:rsidRPr="009B6F22" w:rsidRDefault="00E71AE5" w:rsidP="0038229C">
      <w:pPr>
        <w:pStyle w:val="NormalWeb"/>
        <w:spacing w:before="0" w:beforeAutospacing="0" w:after="150" w:afterAutospacing="0"/>
        <w:ind w:left="360"/>
        <w:rPr>
          <w:b/>
          <w:bCs/>
          <w:sz w:val="28"/>
          <w:szCs w:val="28"/>
        </w:rPr>
      </w:pPr>
      <w:r w:rsidRPr="009B6F22">
        <w:rPr>
          <w:b/>
          <w:bCs/>
          <w:sz w:val="28"/>
          <w:szCs w:val="28"/>
        </w:rPr>
        <w:t>После игр</w:t>
      </w:r>
      <w:r>
        <w:rPr>
          <w:b/>
          <w:bCs/>
          <w:sz w:val="28"/>
          <w:szCs w:val="28"/>
        </w:rPr>
        <w:t>ы танцуют ВСЕ</w:t>
      </w:r>
      <w:r w:rsidRPr="009B6F22">
        <w:rPr>
          <w:b/>
          <w:bCs/>
          <w:sz w:val="28"/>
          <w:szCs w:val="28"/>
        </w:rPr>
        <w:t>!</w:t>
      </w:r>
    </w:p>
    <w:p w:rsidR="00E71AE5" w:rsidRDefault="00E71AE5" w:rsidP="009B6F22">
      <w:pPr>
        <w:pStyle w:val="NormalWeb"/>
        <w:spacing w:before="0" w:beforeAutospacing="0" w:after="15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ВСЕ ГЕРОИ</w:t>
      </w:r>
      <w:r w:rsidRPr="00830BF0">
        <w:rPr>
          <w:b/>
          <w:bCs/>
          <w:sz w:val="28"/>
          <w:szCs w:val="28"/>
        </w:rPr>
        <w:t>: </w:t>
      </w:r>
      <w:r>
        <w:rPr>
          <w:sz w:val="28"/>
          <w:szCs w:val="28"/>
        </w:rPr>
        <w:br/>
      </w:r>
      <w:r w:rsidRPr="00830BF0">
        <w:rPr>
          <w:sz w:val="28"/>
          <w:szCs w:val="28"/>
        </w:rPr>
        <w:t>Подошло к концу наше весёлое сказочное путешествие</w:t>
      </w:r>
      <w:r>
        <w:rPr>
          <w:sz w:val="28"/>
          <w:szCs w:val="28"/>
        </w:rPr>
        <w:t xml:space="preserve">. Кто был с нами </w:t>
      </w:r>
      <w:r w:rsidRPr="009B6F22">
        <w:rPr>
          <w:b/>
          <w:sz w:val="28"/>
          <w:szCs w:val="28"/>
        </w:rPr>
        <w:t>МОЛОДЦЫ!</w:t>
      </w:r>
      <w:r>
        <w:rPr>
          <w:sz w:val="28"/>
          <w:szCs w:val="28"/>
        </w:rPr>
        <w:br/>
      </w:r>
    </w:p>
    <w:p w:rsidR="00E71AE5" w:rsidRDefault="00E71AE5" w:rsidP="00160CAD">
      <w:pPr>
        <w:pStyle w:val="NormalWeb"/>
        <w:spacing w:before="0" w:beforeAutospacing="0" w:after="150" w:afterAutospacing="0"/>
        <w:ind w:left="720"/>
        <w:rPr>
          <w:b/>
          <w:bCs/>
          <w:sz w:val="28"/>
          <w:szCs w:val="28"/>
        </w:rPr>
      </w:pPr>
    </w:p>
    <w:p w:rsidR="00E71AE5" w:rsidRDefault="00E71AE5" w:rsidP="00160CAD">
      <w:pPr>
        <w:pStyle w:val="NormalWeb"/>
        <w:spacing w:before="0" w:beforeAutospacing="0" w:after="150" w:afterAutospacing="0"/>
        <w:ind w:left="720"/>
        <w:rPr>
          <w:b/>
          <w:bCs/>
          <w:sz w:val="28"/>
          <w:szCs w:val="28"/>
        </w:rPr>
      </w:pPr>
    </w:p>
    <w:sectPr w:rsidR="00E71AE5" w:rsidSect="009707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90A51"/>
    <w:multiLevelType w:val="hybridMultilevel"/>
    <w:tmpl w:val="23FCD084"/>
    <w:lvl w:ilvl="0" w:tplc="B9F81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C977F86"/>
    <w:multiLevelType w:val="hybridMultilevel"/>
    <w:tmpl w:val="D3AAB362"/>
    <w:lvl w:ilvl="0" w:tplc="252EC9AE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FB3"/>
    <w:rsid w:val="00006FD3"/>
    <w:rsid w:val="000563D1"/>
    <w:rsid w:val="00067CC3"/>
    <w:rsid w:val="000724D5"/>
    <w:rsid w:val="000929B2"/>
    <w:rsid w:val="00160CAD"/>
    <w:rsid w:val="0021274A"/>
    <w:rsid w:val="00234E3E"/>
    <w:rsid w:val="003660C9"/>
    <w:rsid w:val="0038229C"/>
    <w:rsid w:val="00430846"/>
    <w:rsid w:val="004724BD"/>
    <w:rsid w:val="00521A70"/>
    <w:rsid w:val="005A360B"/>
    <w:rsid w:val="00624F30"/>
    <w:rsid w:val="00650F79"/>
    <w:rsid w:val="00787BD6"/>
    <w:rsid w:val="007B0D2C"/>
    <w:rsid w:val="00830BF0"/>
    <w:rsid w:val="008361B1"/>
    <w:rsid w:val="008C2B96"/>
    <w:rsid w:val="008F6159"/>
    <w:rsid w:val="0097071D"/>
    <w:rsid w:val="009B6F22"/>
    <w:rsid w:val="009D1F67"/>
    <w:rsid w:val="009D2CBF"/>
    <w:rsid w:val="00A8698A"/>
    <w:rsid w:val="00BF450D"/>
    <w:rsid w:val="00CC0ED9"/>
    <w:rsid w:val="00D6319A"/>
    <w:rsid w:val="00E32293"/>
    <w:rsid w:val="00E66FB3"/>
    <w:rsid w:val="00E71AE5"/>
    <w:rsid w:val="00F57264"/>
    <w:rsid w:val="00F60D07"/>
    <w:rsid w:val="00F9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FB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66F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290</TotalTime>
  <Pages>3</Pages>
  <Words>530</Words>
  <Characters>3026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</cp:lastModifiedBy>
  <cp:revision>17</cp:revision>
  <cp:lastPrinted>2022-08-06T09:31:00Z</cp:lastPrinted>
  <dcterms:created xsi:type="dcterms:W3CDTF">2018-09-08T16:54:00Z</dcterms:created>
  <dcterms:modified xsi:type="dcterms:W3CDTF">2022-08-06T09:47:00Z</dcterms:modified>
</cp:coreProperties>
</file>