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1E76E">
      <w:p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Викторина «Урал в 18 веке».</w:t>
      </w:r>
      <w:bookmarkStart w:id="0" w:name="_GoBack"/>
      <w:bookmarkEnd w:id="0"/>
    </w:p>
    <w:p w14:paraId="2CCB3306">
      <w:p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   </w:t>
      </w:r>
    </w:p>
    <w:p w14:paraId="76729655">
      <w:pPr>
        <w:numPr>
          <w:ilvl w:val="0"/>
          <w:numId w:val="1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Река, по которой сплавляли железо с Демидовских заводов:</w:t>
      </w:r>
    </w:p>
    <w:p w14:paraId="4FEAD57D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Иртыш</w:t>
      </w:r>
    </w:p>
    <w:p w14:paraId="48E7A487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Чусовая</w:t>
      </w:r>
    </w:p>
    <w:p w14:paraId="5076A043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Дон</w:t>
      </w:r>
    </w:p>
    <w:p w14:paraId="4BE66062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</w:p>
    <w:p w14:paraId="382B0BD0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Таможенный центр на Урале в 18 веке:</w:t>
      </w:r>
    </w:p>
    <w:p w14:paraId="24512C14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Пермь</w:t>
      </w:r>
    </w:p>
    <w:p w14:paraId="44432618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Екатеринбург</w:t>
      </w:r>
    </w:p>
    <w:p w14:paraId="26C691A7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Верхотурье</w:t>
      </w:r>
    </w:p>
    <w:p w14:paraId="065D481B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</w:p>
    <w:p w14:paraId="7C491E48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Всемирно-известная ярмарка на Урале:</w:t>
      </w:r>
    </w:p>
    <w:p w14:paraId="2108E8CA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Макарьевская</w:t>
      </w:r>
    </w:p>
    <w:p w14:paraId="2B9589BB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Нижегородская</w:t>
      </w:r>
    </w:p>
    <w:p w14:paraId="24D7949C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Ирбитская</w:t>
      </w:r>
    </w:p>
    <w:p w14:paraId="52396810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</w:p>
    <w:p w14:paraId="69BA8CEA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Первая столица Демидовых:</w:t>
      </w:r>
    </w:p>
    <w:p w14:paraId="64D8D303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Невьянск</w:t>
      </w:r>
    </w:p>
    <w:p w14:paraId="0CEA83E8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Нижний Тагил</w:t>
      </w:r>
    </w:p>
    <w:p w14:paraId="38D65899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Алапаевск</w:t>
      </w:r>
    </w:p>
    <w:p w14:paraId="705B1E96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</w:p>
    <w:p w14:paraId="2698BE3F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Общеуральский горнозаводской центр на Урале:</w:t>
      </w:r>
    </w:p>
    <w:p w14:paraId="65109BF6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Екатеринбург</w:t>
      </w:r>
    </w:p>
    <w:p w14:paraId="29044FF6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Пермь</w:t>
      </w:r>
    </w:p>
    <w:p w14:paraId="2199C209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Г) Ирбит</w:t>
      </w:r>
    </w:p>
    <w:p w14:paraId="089970C6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Первый горный начальник уральских казенных заводов:</w:t>
      </w:r>
    </w:p>
    <w:p w14:paraId="59E53976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Н.Демидов</w:t>
      </w:r>
    </w:p>
    <w:p w14:paraId="621433C3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В.Н.Татищев</w:t>
      </w:r>
    </w:p>
    <w:p w14:paraId="4D54FAFE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А.Строганов</w:t>
      </w:r>
    </w:p>
    <w:p w14:paraId="40B3CB0D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</w:p>
    <w:p w14:paraId="6D66AAA3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Изобретатель первого в мире парового поршневого двигателя:</w:t>
      </w:r>
    </w:p>
    <w:p w14:paraId="7F7FEABB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Иван Кулибин</w:t>
      </w:r>
    </w:p>
    <w:p w14:paraId="72A68AA6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Иван Ползунов</w:t>
      </w:r>
    </w:p>
    <w:p w14:paraId="6C1D0C53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Виллим де Геннин</w:t>
      </w:r>
    </w:p>
    <w:p w14:paraId="515EAE32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</w:p>
    <w:p w14:paraId="480FB588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Основатель соляных приисков на западных склонах Урала:</w:t>
      </w:r>
    </w:p>
    <w:p w14:paraId="3E2B60A6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Строгановы</w:t>
      </w:r>
    </w:p>
    <w:p w14:paraId="2F69485A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Яковлевы</w:t>
      </w:r>
    </w:p>
    <w:p w14:paraId="03B08328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Демидовы</w:t>
      </w:r>
    </w:p>
    <w:p w14:paraId="4D2459DE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</w:p>
    <w:p w14:paraId="0AAE7EB7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Основатель Нижнего Тагила:</w:t>
      </w:r>
    </w:p>
    <w:p w14:paraId="74B03BFF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Акинфий Никитич Демидов</w:t>
      </w:r>
    </w:p>
    <w:p w14:paraId="7722867B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Прокопий Акинфиевич Демидов</w:t>
      </w:r>
    </w:p>
    <w:p w14:paraId="0BDED37B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Никита Акинфиевич Демидов</w:t>
      </w:r>
    </w:p>
    <w:p w14:paraId="2B57014A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</w:p>
    <w:p w14:paraId="75FC52D7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Девиз на гербе Демидовы:</w:t>
      </w:r>
    </w:p>
    <w:p w14:paraId="375992A9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Куй железо,пока горячо</w:t>
      </w:r>
    </w:p>
    <w:p w14:paraId="21F15AC9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Делами, не словами</w:t>
      </w:r>
    </w:p>
    <w:p w14:paraId="0FE787AC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Делу время-потехе час</w:t>
      </w:r>
    </w:p>
    <w:p w14:paraId="65A03A98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</w:p>
    <w:p w14:paraId="3652E86A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Первый в мире город-завод Екатеринбург был основан в:</w:t>
      </w:r>
    </w:p>
    <w:p w14:paraId="4C95578A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А) 1703г.</w:t>
      </w:r>
    </w:p>
    <w:p w14:paraId="721F3DBF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Б) 1709г.</w:t>
      </w:r>
    </w:p>
    <w:p w14:paraId="68B34292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В) 1722г.</w:t>
      </w:r>
    </w:p>
    <w:p w14:paraId="5221A14F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Г) 1723г.</w:t>
      </w:r>
    </w:p>
    <w:p w14:paraId="430E6DCD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</w:p>
    <w:p w14:paraId="2302C7F4">
      <w:pPr>
        <w:numPr>
          <w:ilvl w:val="0"/>
          <w:numId w:val="1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Соотнести:</w:t>
      </w:r>
    </w:p>
    <w:p w14:paraId="5D61E422">
      <w:pPr>
        <w:numPr>
          <w:ilvl w:val="0"/>
          <w:numId w:val="2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Паллас П.С.               А) Ученый, путешествен-</w:t>
      </w:r>
    </w:p>
    <w:p w14:paraId="224D6F78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                                        ник по Уралу;</w:t>
      </w:r>
    </w:p>
    <w:p w14:paraId="7418E4EC">
      <w:pPr>
        <w:numPr>
          <w:ilvl w:val="0"/>
          <w:numId w:val="2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Вяземский А.А.        Б) Краевед, автор Истории</w:t>
      </w:r>
    </w:p>
    <w:p w14:paraId="0AD7AF11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                                              Оренбурга;</w:t>
      </w:r>
    </w:p>
    <w:p w14:paraId="477FB10B">
      <w:pPr>
        <w:numPr>
          <w:ilvl w:val="0"/>
          <w:numId w:val="2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Рычков П.И.              В) Российский академик,</w:t>
      </w:r>
    </w:p>
    <w:p w14:paraId="1E6D8BBF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                                            Совершивший путешест-</w:t>
      </w:r>
    </w:p>
    <w:p w14:paraId="28D08643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                                            Вие по Уралу;</w:t>
      </w:r>
    </w:p>
    <w:p w14:paraId="7003F362">
      <w:pPr>
        <w:numPr>
          <w:ilvl w:val="0"/>
          <w:numId w:val="2"/>
        </w:numPr>
        <w:ind w:left="0" w:leftChars="0" w:firstLine="0" w:firstLine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Лепехин И.И.            Г) Сановник Екатерины 2,</w:t>
      </w:r>
    </w:p>
    <w:p w14:paraId="7DC61772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                                           Подавлявший крестьянс-</w:t>
      </w:r>
    </w:p>
    <w:p w14:paraId="6C090F8A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                                           кие волнения на Урале.</w:t>
      </w:r>
    </w:p>
    <w:p w14:paraId="4617EC13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</w:p>
    <w:p w14:paraId="094CCB1D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</w:p>
    <w:p w14:paraId="4864BF30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>Ответы:</w:t>
      </w:r>
    </w:p>
    <w:p w14:paraId="396F3EAD">
      <w:pPr>
        <w:numPr>
          <w:ilvl w:val="0"/>
          <w:numId w:val="0"/>
        </w:numPr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1-б; 2-в; 3-в; 4-а; 5-а; 6-б; 7-б; 8-а; 9-а; 10-б; 11-г; </w:t>
      </w:r>
    </w:p>
    <w:p w14:paraId="6CD0EF12">
      <w:pPr>
        <w:numPr>
          <w:ilvl w:val="0"/>
          <w:numId w:val="0"/>
        </w:numPr>
        <w:ind w:leftChars="0"/>
        <w:rPr>
          <w:rFonts w:hint="default"/>
          <w:sz w:val="40"/>
          <w:szCs w:val="40"/>
          <w:lang w:val="ru-RU"/>
        </w:rPr>
      </w:pPr>
      <w:r>
        <w:rPr>
          <w:rFonts w:hint="default"/>
          <w:sz w:val="40"/>
          <w:szCs w:val="40"/>
          <w:lang w:val="ru-RU"/>
        </w:rPr>
        <w:t xml:space="preserve">12: 1-в 2-г 3-б 4-а.                                                                  Автор материала: Блохина О.Ф.,учитель высшей категории, МБОУ СОШ №6, Свердловская область.                                                                          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EB52A8"/>
    <w:multiLevelType w:val="singleLevel"/>
    <w:tmpl w:val="BFEB52A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165EF10"/>
    <w:multiLevelType w:val="singleLevel"/>
    <w:tmpl w:val="4165EF10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66831"/>
    <w:rsid w:val="091C14AE"/>
    <w:rsid w:val="2F166831"/>
    <w:rsid w:val="66DB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&#1044;&#1086;&#1082;&#1091;&#1084;&#1077;&#1085;&#1090;%20Microsoft%20Word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Word.docx</Template>
  <Pages>3</Pages>
  <Words>0</Words>
  <Characters>0</Characters>
  <Lines>0</Lines>
  <Paragraphs>0</Paragraphs>
  <TotalTime>77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2025-08-24T19:07:00Z</dcterms:created>
  <dc:creator>Пользователь</dc:creator>
  <cp:lastModifiedBy>Пользователь</cp:lastModifiedBy>
  <dcterms:modified xsi:type="dcterms:W3CDTF">2025-09-11T18:47:16Z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7DECC6AFA2A14193804D938E1D6EB69F_11</vt:lpwstr>
  </property>
</Properties>
</file>