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2FBB" w:rsidRPr="00D46EE6" w:rsidRDefault="00882FBB" w:rsidP="00882FBB">
      <w:pPr>
        <w:jc w:val="center"/>
        <w:rPr>
          <w:rFonts w:ascii="Times New Roman" w:hAnsi="Times New Roman"/>
          <w:color w:val="000000"/>
          <w:sz w:val="28"/>
          <w:szCs w:val="28"/>
        </w:rPr>
      </w:pPr>
      <w:r w:rsidRPr="00D46EE6">
        <w:rPr>
          <w:rFonts w:ascii="Times New Roman" w:hAnsi="Times New Roman"/>
          <w:color w:val="000000"/>
          <w:sz w:val="28"/>
          <w:szCs w:val="28"/>
        </w:rPr>
        <w:t>М</w:t>
      </w:r>
      <w:r w:rsidR="007822CE" w:rsidRPr="00D46EE6">
        <w:rPr>
          <w:rFonts w:ascii="Times New Roman" w:hAnsi="Times New Roman"/>
          <w:color w:val="000000"/>
          <w:sz w:val="28"/>
          <w:szCs w:val="28"/>
        </w:rPr>
        <w:t>Б</w:t>
      </w:r>
      <w:r w:rsidRPr="00D46EE6">
        <w:rPr>
          <w:rFonts w:ascii="Times New Roman" w:hAnsi="Times New Roman"/>
          <w:color w:val="000000"/>
          <w:sz w:val="28"/>
          <w:szCs w:val="28"/>
        </w:rPr>
        <w:t>ДОУ</w:t>
      </w:r>
      <w:r w:rsidR="007822CE" w:rsidRPr="00D46EE6">
        <w:rPr>
          <w:rFonts w:ascii="Times New Roman" w:hAnsi="Times New Roman"/>
          <w:color w:val="000000"/>
          <w:sz w:val="28"/>
          <w:szCs w:val="28"/>
        </w:rPr>
        <w:t xml:space="preserve"> детский сад №7 комбинированного вида</w:t>
      </w:r>
    </w:p>
    <w:p w:rsidR="002A445E" w:rsidRPr="00D46EE6" w:rsidRDefault="002A445E" w:rsidP="004D79B8">
      <w:pPr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2A445E" w:rsidRPr="00D46EE6" w:rsidRDefault="002A445E" w:rsidP="004D79B8">
      <w:pPr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4D79B8" w:rsidRPr="00D46EE6" w:rsidRDefault="004D79B8" w:rsidP="004D79B8">
      <w:pPr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E17544" w:rsidRPr="00D46EE6" w:rsidRDefault="00744B22" w:rsidP="004D79B8">
      <w:pPr>
        <w:jc w:val="center"/>
        <w:rPr>
          <w:rFonts w:ascii="Times New Roman" w:hAnsi="Times New Roman"/>
          <w:b/>
          <w:i/>
          <w:color w:val="000000"/>
          <w:sz w:val="28"/>
          <w:szCs w:val="28"/>
        </w:rPr>
      </w:pPr>
      <w:r w:rsidRPr="00D46EE6">
        <w:rPr>
          <w:rFonts w:ascii="Times New Roman" w:hAnsi="Times New Roman"/>
          <w:b/>
          <w:i/>
          <w:color w:val="000000"/>
          <w:sz w:val="28"/>
          <w:szCs w:val="28"/>
        </w:rPr>
        <w:t>Интегрированное занятие для</w:t>
      </w:r>
      <w:r w:rsidR="00E17544" w:rsidRPr="00D46EE6">
        <w:rPr>
          <w:rFonts w:ascii="Times New Roman" w:hAnsi="Times New Roman"/>
          <w:b/>
          <w:i/>
          <w:color w:val="000000"/>
          <w:sz w:val="28"/>
          <w:szCs w:val="28"/>
        </w:rPr>
        <w:t xml:space="preserve"> детей старшего дошкольного возраста</w:t>
      </w:r>
    </w:p>
    <w:p w:rsidR="00E007FC" w:rsidRPr="00D46EE6" w:rsidRDefault="002A445E" w:rsidP="00E25ADB">
      <w:pPr>
        <w:jc w:val="center"/>
        <w:rPr>
          <w:rFonts w:ascii="Times New Roman" w:eastAsiaTheme="minorHAnsi" w:hAnsi="Times New Roman"/>
          <w:sz w:val="28"/>
          <w:szCs w:val="28"/>
        </w:rPr>
      </w:pPr>
      <w:r w:rsidRPr="00D46EE6">
        <w:rPr>
          <w:rFonts w:ascii="Times New Roman" w:hAnsi="Times New Roman"/>
          <w:b/>
          <w:i/>
          <w:color w:val="000000"/>
          <w:sz w:val="28"/>
          <w:szCs w:val="28"/>
        </w:rPr>
        <w:t>«</w:t>
      </w:r>
      <w:r w:rsidR="00E007FC" w:rsidRPr="00D46EE6">
        <w:rPr>
          <w:rFonts w:ascii="Times New Roman" w:eastAsiaTheme="minorHAnsi" w:hAnsi="Times New Roman"/>
          <w:sz w:val="28"/>
          <w:szCs w:val="28"/>
        </w:rPr>
        <w:t>Финансовые приключения: В поисках здоровых привычек»</w:t>
      </w:r>
    </w:p>
    <w:p w:rsidR="00222ACF" w:rsidRPr="00D46EE6" w:rsidRDefault="00222ACF" w:rsidP="00E007FC">
      <w:pPr>
        <w:rPr>
          <w:rFonts w:ascii="Times New Roman" w:eastAsiaTheme="minorHAnsi" w:hAnsi="Times New Roman"/>
          <w:sz w:val="28"/>
          <w:szCs w:val="28"/>
        </w:rPr>
      </w:pPr>
    </w:p>
    <w:p w:rsidR="00222ACF" w:rsidRPr="00D46EE6" w:rsidRDefault="00222ACF" w:rsidP="00E007FC">
      <w:pPr>
        <w:rPr>
          <w:rFonts w:ascii="Times New Roman" w:eastAsiaTheme="minorHAnsi" w:hAnsi="Times New Roman"/>
          <w:sz w:val="28"/>
          <w:szCs w:val="28"/>
        </w:rPr>
      </w:pPr>
    </w:p>
    <w:p w:rsidR="00222ACF" w:rsidRPr="00D46EE6" w:rsidRDefault="00222ACF" w:rsidP="00E007FC">
      <w:pPr>
        <w:rPr>
          <w:rFonts w:ascii="Times New Roman" w:eastAsiaTheme="minorHAnsi" w:hAnsi="Times New Roman"/>
          <w:sz w:val="28"/>
          <w:szCs w:val="28"/>
        </w:rPr>
      </w:pPr>
    </w:p>
    <w:p w:rsidR="00222ACF" w:rsidRPr="00D46EE6" w:rsidRDefault="00222ACF" w:rsidP="00E007FC">
      <w:pPr>
        <w:rPr>
          <w:rFonts w:ascii="Times New Roman" w:eastAsiaTheme="minorHAnsi" w:hAnsi="Times New Roman"/>
          <w:sz w:val="28"/>
          <w:szCs w:val="28"/>
        </w:rPr>
      </w:pPr>
    </w:p>
    <w:p w:rsidR="00222ACF" w:rsidRPr="00D46EE6" w:rsidRDefault="00222ACF" w:rsidP="00E007FC">
      <w:pPr>
        <w:rPr>
          <w:rFonts w:ascii="Times New Roman" w:eastAsiaTheme="minorHAnsi" w:hAnsi="Times New Roman"/>
          <w:sz w:val="28"/>
          <w:szCs w:val="28"/>
        </w:rPr>
      </w:pPr>
    </w:p>
    <w:p w:rsidR="00222ACF" w:rsidRPr="00D46EE6" w:rsidRDefault="00222ACF" w:rsidP="00E007FC">
      <w:pPr>
        <w:rPr>
          <w:rFonts w:ascii="Times New Roman" w:eastAsiaTheme="minorHAnsi" w:hAnsi="Times New Roman"/>
          <w:sz w:val="28"/>
          <w:szCs w:val="28"/>
        </w:rPr>
      </w:pPr>
    </w:p>
    <w:p w:rsidR="00222ACF" w:rsidRDefault="00222ACF" w:rsidP="00E007FC">
      <w:pPr>
        <w:rPr>
          <w:rFonts w:ascii="Times New Roman" w:eastAsiaTheme="minorHAnsi" w:hAnsi="Times New Roman"/>
          <w:sz w:val="28"/>
          <w:szCs w:val="28"/>
        </w:rPr>
      </w:pPr>
    </w:p>
    <w:p w:rsidR="00E25ADB" w:rsidRDefault="00E25ADB" w:rsidP="00E007FC">
      <w:pPr>
        <w:rPr>
          <w:rFonts w:ascii="Times New Roman" w:eastAsiaTheme="minorHAnsi" w:hAnsi="Times New Roman"/>
          <w:sz w:val="28"/>
          <w:szCs w:val="28"/>
        </w:rPr>
      </w:pPr>
    </w:p>
    <w:p w:rsidR="00E25ADB" w:rsidRDefault="00E25ADB" w:rsidP="00E007FC">
      <w:pPr>
        <w:rPr>
          <w:rFonts w:ascii="Times New Roman" w:eastAsiaTheme="minorHAnsi" w:hAnsi="Times New Roman"/>
          <w:sz w:val="28"/>
          <w:szCs w:val="28"/>
        </w:rPr>
      </w:pPr>
    </w:p>
    <w:p w:rsidR="00E25ADB" w:rsidRDefault="00E25ADB" w:rsidP="00E007FC">
      <w:pPr>
        <w:rPr>
          <w:rFonts w:ascii="Times New Roman" w:eastAsiaTheme="minorHAnsi" w:hAnsi="Times New Roman"/>
          <w:sz w:val="28"/>
          <w:szCs w:val="28"/>
        </w:rPr>
      </w:pPr>
    </w:p>
    <w:p w:rsidR="00E25ADB" w:rsidRDefault="00E25ADB" w:rsidP="00E007FC">
      <w:pPr>
        <w:rPr>
          <w:rFonts w:ascii="Times New Roman" w:eastAsiaTheme="minorHAnsi" w:hAnsi="Times New Roman"/>
          <w:sz w:val="28"/>
          <w:szCs w:val="28"/>
        </w:rPr>
      </w:pPr>
    </w:p>
    <w:p w:rsidR="00E25ADB" w:rsidRDefault="00E25ADB" w:rsidP="00E007FC">
      <w:pPr>
        <w:rPr>
          <w:rFonts w:ascii="Times New Roman" w:eastAsiaTheme="minorHAnsi" w:hAnsi="Times New Roman"/>
          <w:sz w:val="28"/>
          <w:szCs w:val="28"/>
        </w:rPr>
      </w:pPr>
    </w:p>
    <w:p w:rsidR="00E25ADB" w:rsidRDefault="00E25ADB" w:rsidP="00E007FC">
      <w:pPr>
        <w:rPr>
          <w:rFonts w:ascii="Times New Roman" w:eastAsiaTheme="minorHAnsi" w:hAnsi="Times New Roman"/>
          <w:sz w:val="28"/>
          <w:szCs w:val="28"/>
        </w:rPr>
      </w:pPr>
    </w:p>
    <w:p w:rsidR="00E25ADB" w:rsidRDefault="00E25ADB" w:rsidP="00E007FC">
      <w:pPr>
        <w:rPr>
          <w:rFonts w:ascii="Times New Roman" w:eastAsiaTheme="minorHAnsi" w:hAnsi="Times New Roman"/>
          <w:sz w:val="28"/>
          <w:szCs w:val="28"/>
        </w:rPr>
      </w:pPr>
    </w:p>
    <w:p w:rsidR="00E25ADB" w:rsidRPr="00D46EE6" w:rsidRDefault="00E25ADB" w:rsidP="00E007FC">
      <w:pPr>
        <w:rPr>
          <w:rFonts w:ascii="Times New Roman" w:eastAsiaTheme="minorHAnsi" w:hAnsi="Times New Roman"/>
          <w:sz w:val="28"/>
          <w:szCs w:val="28"/>
        </w:rPr>
      </w:pPr>
    </w:p>
    <w:p w:rsidR="00222ACF" w:rsidRDefault="00222ACF" w:rsidP="00E007FC">
      <w:pPr>
        <w:rPr>
          <w:rFonts w:ascii="Times New Roman" w:eastAsiaTheme="minorHAnsi" w:hAnsi="Times New Roman"/>
          <w:sz w:val="28"/>
          <w:szCs w:val="28"/>
        </w:rPr>
      </w:pPr>
    </w:p>
    <w:p w:rsidR="00E25ADB" w:rsidRPr="00D46EE6" w:rsidRDefault="00E25ADB" w:rsidP="00E007FC">
      <w:pPr>
        <w:rPr>
          <w:rFonts w:ascii="Times New Roman" w:eastAsiaTheme="minorHAnsi" w:hAnsi="Times New Roman"/>
          <w:sz w:val="28"/>
          <w:szCs w:val="28"/>
        </w:rPr>
      </w:pPr>
    </w:p>
    <w:p w:rsidR="00222ACF" w:rsidRPr="00D46EE6" w:rsidRDefault="00222ACF" w:rsidP="00222ACF">
      <w:pPr>
        <w:jc w:val="right"/>
        <w:rPr>
          <w:rFonts w:ascii="Times New Roman" w:eastAsiaTheme="minorHAnsi" w:hAnsi="Times New Roman"/>
          <w:sz w:val="28"/>
          <w:szCs w:val="28"/>
        </w:rPr>
      </w:pPr>
      <w:r w:rsidRPr="00D46EE6">
        <w:rPr>
          <w:rFonts w:ascii="Times New Roman" w:eastAsiaTheme="minorHAnsi" w:hAnsi="Times New Roman"/>
          <w:sz w:val="28"/>
          <w:szCs w:val="28"/>
        </w:rPr>
        <w:t>Воспитатель: Буяк В.В.</w:t>
      </w:r>
    </w:p>
    <w:p w:rsidR="004D79B8" w:rsidRPr="00D46EE6" w:rsidRDefault="004D79B8" w:rsidP="00882FBB">
      <w:pPr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657BBC" w:rsidRPr="00D46EE6" w:rsidRDefault="00657BBC" w:rsidP="00AB54C5">
      <w:pPr>
        <w:rPr>
          <w:rFonts w:ascii="Times New Roman" w:hAnsi="Times New Roman"/>
          <w:sz w:val="28"/>
          <w:szCs w:val="28"/>
        </w:rPr>
      </w:pPr>
      <w:r w:rsidRPr="00D46EE6">
        <w:rPr>
          <w:rFonts w:ascii="Times New Roman" w:hAnsi="Times New Roman"/>
          <w:sz w:val="28"/>
          <w:szCs w:val="28"/>
        </w:rPr>
        <w:lastRenderedPageBreak/>
        <w:t>Цель: формирование у детей старшего дошкольного возраста первич</w:t>
      </w:r>
      <w:r w:rsidR="002E4713" w:rsidRPr="00D46EE6">
        <w:rPr>
          <w:rFonts w:ascii="Times New Roman" w:hAnsi="Times New Roman"/>
          <w:sz w:val="28"/>
          <w:szCs w:val="28"/>
        </w:rPr>
        <w:t>ных экономических представлений и здорового образа жизни.</w:t>
      </w:r>
    </w:p>
    <w:p w:rsidR="002E4713" w:rsidRPr="00D46EE6" w:rsidRDefault="00E25ADB" w:rsidP="00AB54C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Задачи:</w:t>
      </w:r>
      <w:r w:rsidR="00657BBC" w:rsidRPr="00D46EE6">
        <w:rPr>
          <w:rFonts w:ascii="Times New Roman" w:hAnsi="Times New Roman"/>
          <w:sz w:val="28"/>
          <w:szCs w:val="28"/>
        </w:rPr>
        <w:br/>
        <w:t>Образовательные:</w:t>
      </w:r>
      <w:r w:rsidR="00657BBC" w:rsidRPr="00D46EE6">
        <w:rPr>
          <w:rFonts w:ascii="Times New Roman" w:hAnsi="Times New Roman"/>
          <w:sz w:val="28"/>
          <w:szCs w:val="28"/>
        </w:rPr>
        <w:br/>
        <w:t xml:space="preserve">- применять </w:t>
      </w:r>
      <w:r w:rsidR="002E4713" w:rsidRPr="00D46EE6">
        <w:rPr>
          <w:rFonts w:ascii="Times New Roman" w:hAnsi="Times New Roman"/>
          <w:sz w:val="28"/>
          <w:szCs w:val="28"/>
        </w:rPr>
        <w:t>ранее полученные</w:t>
      </w:r>
      <w:r w:rsidR="00657BBC" w:rsidRPr="00D46EE6">
        <w:rPr>
          <w:rFonts w:ascii="Times New Roman" w:hAnsi="Times New Roman"/>
          <w:sz w:val="28"/>
          <w:szCs w:val="28"/>
        </w:rPr>
        <w:t xml:space="preserve"> экономические знания на практике;</w:t>
      </w:r>
      <w:r w:rsidR="00657BBC" w:rsidRPr="00D46EE6">
        <w:rPr>
          <w:rFonts w:ascii="Times New Roman" w:hAnsi="Times New Roman"/>
          <w:sz w:val="28"/>
          <w:szCs w:val="28"/>
        </w:rPr>
        <w:br/>
        <w:t>- продолжать учить детей решать проблемные ситуации, аргументируя свои ответы;</w:t>
      </w:r>
      <w:r w:rsidR="00657BBC" w:rsidRPr="00D46EE6">
        <w:rPr>
          <w:rFonts w:ascii="Times New Roman" w:hAnsi="Times New Roman"/>
          <w:sz w:val="28"/>
          <w:szCs w:val="28"/>
        </w:rPr>
        <w:br/>
        <w:t>- закреплять математические представления о числе, его количественном составе;</w:t>
      </w:r>
      <w:r w:rsidR="00657BBC" w:rsidRPr="00D46EE6">
        <w:rPr>
          <w:rFonts w:ascii="Times New Roman" w:hAnsi="Times New Roman"/>
          <w:sz w:val="28"/>
          <w:szCs w:val="28"/>
        </w:rPr>
        <w:br/>
        <w:t>Развивающие:</w:t>
      </w:r>
      <w:r w:rsidR="00657BBC" w:rsidRPr="00D46EE6">
        <w:rPr>
          <w:rFonts w:ascii="Times New Roman" w:hAnsi="Times New Roman"/>
          <w:sz w:val="28"/>
          <w:szCs w:val="28"/>
        </w:rPr>
        <w:br/>
        <w:t xml:space="preserve">- развивать познавательный интерес к </w:t>
      </w:r>
      <w:r w:rsidR="002E4713" w:rsidRPr="00D46EE6">
        <w:rPr>
          <w:rFonts w:ascii="Times New Roman" w:hAnsi="Times New Roman"/>
          <w:sz w:val="28"/>
          <w:szCs w:val="28"/>
        </w:rPr>
        <w:t>основам финансовой грамотности;</w:t>
      </w:r>
      <w:r w:rsidR="00657BBC" w:rsidRPr="00D46EE6">
        <w:rPr>
          <w:rFonts w:ascii="Times New Roman" w:hAnsi="Times New Roman"/>
          <w:sz w:val="28"/>
          <w:szCs w:val="28"/>
        </w:rPr>
        <w:br/>
        <w:t>Воспитывающие:</w:t>
      </w:r>
      <w:r w:rsidR="00657BBC" w:rsidRPr="00D46EE6">
        <w:rPr>
          <w:rFonts w:ascii="Times New Roman" w:hAnsi="Times New Roman"/>
          <w:sz w:val="28"/>
          <w:szCs w:val="28"/>
        </w:rPr>
        <w:br/>
        <w:t>- воспитывать финансовую культуру;</w:t>
      </w:r>
      <w:r w:rsidR="00657BBC" w:rsidRPr="00D46EE6">
        <w:rPr>
          <w:rFonts w:ascii="Times New Roman" w:hAnsi="Times New Roman"/>
          <w:sz w:val="28"/>
          <w:szCs w:val="28"/>
        </w:rPr>
        <w:br/>
        <w:t xml:space="preserve">- </w:t>
      </w:r>
      <w:r w:rsidR="002E4713" w:rsidRPr="00D46EE6">
        <w:rPr>
          <w:rFonts w:ascii="Times New Roman" w:hAnsi="Times New Roman"/>
          <w:sz w:val="28"/>
          <w:szCs w:val="28"/>
        </w:rPr>
        <w:t>формировать представление о здоровом образе жизни.</w:t>
      </w:r>
    </w:p>
    <w:p w:rsidR="00657BBC" w:rsidRPr="00D46EE6" w:rsidRDefault="00657BBC" w:rsidP="00AB54C5">
      <w:pPr>
        <w:rPr>
          <w:rFonts w:ascii="Times New Roman" w:hAnsi="Times New Roman"/>
          <w:sz w:val="28"/>
          <w:szCs w:val="28"/>
        </w:rPr>
      </w:pPr>
      <w:r w:rsidRPr="00D46EE6">
        <w:rPr>
          <w:rFonts w:ascii="Times New Roman" w:hAnsi="Times New Roman"/>
          <w:sz w:val="28"/>
          <w:szCs w:val="28"/>
        </w:rPr>
        <w:t>Интеграция образовательных областей: познавательное развитие, социально-коммуникативное развитие, речевое развитие, художественно-эстетическое развитие.</w:t>
      </w:r>
      <w:r w:rsidRPr="00D46EE6">
        <w:rPr>
          <w:rFonts w:ascii="Times New Roman" w:hAnsi="Times New Roman"/>
          <w:sz w:val="28"/>
          <w:szCs w:val="28"/>
        </w:rPr>
        <w:br/>
        <w:t xml:space="preserve">Словарная работа: определение понятий и введение в словарь дошкольников </w:t>
      </w:r>
      <w:r w:rsidR="002E4713" w:rsidRPr="00D46EE6">
        <w:rPr>
          <w:rFonts w:ascii="Times New Roman" w:hAnsi="Times New Roman"/>
          <w:sz w:val="28"/>
          <w:szCs w:val="28"/>
        </w:rPr>
        <w:t xml:space="preserve">слов: </w:t>
      </w:r>
      <w:r w:rsidRPr="00D46EE6">
        <w:rPr>
          <w:rFonts w:ascii="Times New Roman" w:hAnsi="Times New Roman"/>
          <w:sz w:val="28"/>
          <w:szCs w:val="28"/>
        </w:rPr>
        <w:t xml:space="preserve"> товар, цена</w:t>
      </w:r>
      <w:r w:rsidR="002E4713" w:rsidRPr="00D46EE6">
        <w:rPr>
          <w:rFonts w:ascii="Times New Roman" w:hAnsi="Times New Roman"/>
          <w:sz w:val="28"/>
          <w:szCs w:val="28"/>
        </w:rPr>
        <w:t>, д</w:t>
      </w:r>
      <w:r w:rsidRPr="00D46EE6">
        <w:rPr>
          <w:rFonts w:ascii="Times New Roman" w:hAnsi="Times New Roman"/>
          <w:sz w:val="28"/>
          <w:szCs w:val="28"/>
        </w:rPr>
        <w:t>еньги</w:t>
      </w:r>
      <w:r w:rsidR="002E4713" w:rsidRPr="00D46EE6">
        <w:rPr>
          <w:rFonts w:ascii="Times New Roman" w:hAnsi="Times New Roman"/>
          <w:sz w:val="28"/>
          <w:szCs w:val="28"/>
        </w:rPr>
        <w:t>, купюра</w:t>
      </w:r>
    </w:p>
    <w:p w:rsidR="00BC6E60" w:rsidRPr="00D46EE6" w:rsidRDefault="00D14FAB" w:rsidP="007822CE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46EE6">
        <w:rPr>
          <w:rFonts w:ascii="Times New Roman" w:hAnsi="Times New Roman"/>
          <w:i/>
          <w:iCs/>
          <w:sz w:val="28"/>
          <w:szCs w:val="28"/>
        </w:rPr>
        <w:t>Оборудование</w:t>
      </w:r>
      <w:r w:rsidRPr="00D46EE6">
        <w:rPr>
          <w:rFonts w:ascii="Times New Roman" w:hAnsi="Times New Roman"/>
          <w:sz w:val="28"/>
          <w:szCs w:val="28"/>
        </w:rPr>
        <w:t>: экран, проектор,</w:t>
      </w:r>
      <w:r w:rsidR="002E4713" w:rsidRPr="00D46EE6">
        <w:rPr>
          <w:rFonts w:ascii="Times New Roman" w:hAnsi="Times New Roman"/>
          <w:sz w:val="28"/>
          <w:szCs w:val="28"/>
        </w:rPr>
        <w:t xml:space="preserve"> материалы для заданий.</w:t>
      </w:r>
      <w:r w:rsidR="007822CE" w:rsidRPr="00D46EE6">
        <w:rPr>
          <w:rFonts w:ascii="Times New Roman" w:hAnsi="Times New Roman"/>
          <w:sz w:val="28"/>
          <w:szCs w:val="28"/>
        </w:rPr>
        <w:t xml:space="preserve"> </w:t>
      </w:r>
    </w:p>
    <w:p w:rsidR="007822CE" w:rsidRPr="00D46EE6" w:rsidRDefault="007822CE" w:rsidP="007822CE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052CF" w:rsidRPr="00D46EE6" w:rsidRDefault="00C052CF" w:rsidP="00C052CF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D46EE6">
        <w:rPr>
          <w:rFonts w:ascii="Times New Roman" w:hAnsi="Times New Roman"/>
          <w:sz w:val="28"/>
          <w:szCs w:val="28"/>
        </w:rPr>
        <w:t xml:space="preserve">ХОД </w:t>
      </w:r>
      <w:r w:rsidR="009C2068" w:rsidRPr="00D46EE6">
        <w:rPr>
          <w:rFonts w:ascii="Times New Roman" w:hAnsi="Times New Roman"/>
          <w:sz w:val="28"/>
          <w:szCs w:val="28"/>
        </w:rPr>
        <w:t>НОД</w:t>
      </w:r>
    </w:p>
    <w:p w:rsidR="00E007FC" w:rsidRPr="00D46EE6" w:rsidRDefault="00E007FC" w:rsidP="00C052CF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E007FC" w:rsidRPr="00D46EE6" w:rsidRDefault="00E007FC" w:rsidP="00E007FC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46EE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Воспитатель: </w:t>
      </w:r>
    </w:p>
    <w:p w:rsidR="00E007FC" w:rsidRPr="00D46EE6" w:rsidRDefault="00E007FC" w:rsidP="00E007FC">
      <w:pPr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D46EE6">
        <w:rPr>
          <w:rFonts w:ascii="Times New Roman" w:eastAsiaTheme="minorHAnsi" w:hAnsi="Times New Roman"/>
          <w:sz w:val="28"/>
          <w:szCs w:val="28"/>
        </w:rPr>
        <w:t>«Здравствуйте, ребята</w:t>
      </w:r>
      <w:proofErr w:type="gramStart"/>
      <w:r w:rsidRPr="00D46EE6">
        <w:rPr>
          <w:rFonts w:ascii="Times New Roman" w:eastAsiaTheme="minorHAnsi" w:hAnsi="Times New Roman"/>
          <w:sz w:val="28"/>
          <w:szCs w:val="28"/>
        </w:rPr>
        <w:t>!Я</w:t>
      </w:r>
      <w:proofErr w:type="gramEnd"/>
      <w:r w:rsidRPr="00D46EE6">
        <w:rPr>
          <w:rFonts w:ascii="Times New Roman" w:eastAsiaTheme="minorHAnsi" w:hAnsi="Times New Roman"/>
          <w:sz w:val="28"/>
          <w:szCs w:val="28"/>
        </w:rPr>
        <w:t xml:space="preserve"> очень рада вас видеть.</w:t>
      </w:r>
    </w:p>
    <w:p w:rsidR="009C2068" w:rsidRPr="00D46EE6" w:rsidRDefault="00E007FC" w:rsidP="00E007FC">
      <w:pPr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D46EE6">
        <w:rPr>
          <w:rFonts w:ascii="Times New Roman" w:eastAsiaTheme="minorHAnsi" w:hAnsi="Times New Roman"/>
          <w:sz w:val="28"/>
          <w:szCs w:val="28"/>
        </w:rPr>
        <w:t xml:space="preserve">- Сегодня у нас много гостей. Давайте поздороваемся с ними </w:t>
      </w:r>
    </w:p>
    <w:p w:rsidR="00E007FC" w:rsidRPr="00D46EE6" w:rsidRDefault="00E007FC" w:rsidP="00E007FC">
      <w:pPr>
        <w:spacing w:after="0" w:line="240" w:lineRule="auto"/>
        <w:jc w:val="both"/>
        <w:rPr>
          <w:rFonts w:ascii="Times New Roman" w:eastAsiaTheme="minorHAnsi" w:hAnsi="Times New Roman"/>
          <w:i/>
          <w:sz w:val="28"/>
          <w:szCs w:val="28"/>
        </w:rPr>
      </w:pPr>
      <w:r w:rsidRPr="00D46EE6">
        <w:rPr>
          <w:rFonts w:ascii="Times New Roman" w:eastAsiaTheme="minorHAnsi" w:hAnsi="Times New Roman"/>
          <w:sz w:val="28"/>
          <w:szCs w:val="28"/>
        </w:rPr>
        <w:t>(</w:t>
      </w:r>
      <w:r w:rsidRPr="00D46EE6">
        <w:rPr>
          <w:rFonts w:ascii="Times New Roman" w:eastAsiaTheme="minorHAnsi" w:hAnsi="Times New Roman"/>
          <w:i/>
          <w:sz w:val="28"/>
          <w:szCs w:val="28"/>
        </w:rPr>
        <w:t>приветствие детей гостям).</w:t>
      </w:r>
    </w:p>
    <w:p w:rsidR="00E007FC" w:rsidRPr="00D46EE6" w:rsidRDefault="00E007FC" w:rsidP="00E007FC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46EE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Игра – приветствие «Круг друзей»</w:t>
      </w:r>
    </w:p>
    <w:p w:rsidR="002E4713" w:rsidRPr="00D46EE6" w:rsidRDefault="00E007FC" w:rsidP="00E007FC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46EE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Воспитатель</w:t>
      </w:r>
      <w:r w:rsidRPr="00D46EE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: </w:t>
      </w:r>
      <w:r w:rsidR="002E4713" w:rsidRPr="00D46EE6">
        <w:rPr>
          <w:rStyle w:val="c1"/>
          <w:rFonts w:ascii="Times New Roman" w:hAnsi="Times New Roman"/>
          <w:color w:val="000000"/>
          <w:sz w:val="28"/>
          <w:szCs w:val="28"/>
          <w:u w:val="single"/>
          <w:shd w:val="clear" w:color="auto" w:fill="FFFFFF"/>
        </w:rPr>
        <w:t>Минутка приветствия:</w:t>
      </w:r>
    </w:p>
    <w:p w:rsidR="00E007FC" w:rsidRPr="00D46EE6" w:rsidRDefault="002E4713" w:rsidP="002E4713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46EE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               </w:t>
      </w:r>
      <w:r w:rsidR="00E007FC" w:rsidRPr="00D46EE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Встанем в круг скорее дружно,</w:t>
      </w:r>
    </w:p>
    <w:p w:rsidR="00E007FC" w:rsidRPr="00D46EE6" w:rsidRDefault="00E007FC" w:rsidP="00E007FC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46EE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                        Поздороваться нам нужно.</w:t>
      </w:r>
    </w:p>
    <w:p w:rsidR="00E007FC" w:rsidRPr="00D46EE6" w:rsidRDefault="00E007FC" w:rsidP="00E007FC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46EE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                        Говорю вам всем: «Привет» -</w:t>
      </w:r>
    </w:p>
    <w:p w:rsidR="00E007FC" w:rsidRPr="00D46EE6" w:rsidRDefault="00E007FC" w:rsidP="00E007FC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46EE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                        Улыбнитесь мне в ответ.</w:t>
      </w:r>
    </w:p>
    <w:p w:rsidR="00E007FC" w:rsidRPr="00D46EE6" w:rsidRDefault="00E007FC" w:rsidP="00E007FC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46EE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                        Здравствуй, правая рука,</w:t>
      </w:r>
    </w:p>
    <w:p w:rsidR="00E007FC" w:rsidRPr="00D46EE6" w:rsidRDefault="00E007FC" w:rsidP="00E007FC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46EE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                        Здравствуй левая рука!</w:t>
      </w:r>
    </w:p>
    <w:p w:rsidR="00E007FC" w:rsidRPr="00D46EE6" w:rsidRDefault="00E007FC" w:rsidP="00E007FC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46EE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                        Здравствуй друг, здравствуй друг,</w:t>
      </w:r>
    </w:p>
    <w:p w:rsidR="00E007FC" w:rsidRPr="00D46EE6" w:rsidRDefault="00E007FC" w:rsidP="00A23EF7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46EE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                        Здравствуй весь наш дружный круг!</w:t>
      </w:r>
    </w:p>
    <w:p w:rsidR="00900F6F" w:rsidRPr="00D46EE6" w:rsidRDefault="00900F6F" w:rsidP="00A23EF7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900F6F" w:rsidRPr="00D46EE6" w:rsidRDefault="00900F6F" w:rsidP="00A23EF7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46EE6">
        <w:rPr>
          <w:rStyle w:val="c1"/>
          <w:rFonts w:ascii="Times New Roman" w:hAnsi="Times New Roman"/>
          <w:color w:val="000000"/>
          <w:sz w:val="28"/>
          <w:szCs w:val="28"/>
          <w:shd w:val="clear" w:color="auto" w:fill="FFFFFF"/>
        </w:rPr>
        <w:t>Собрались сегодня снова</w:t>
      </w:r>
      <w:r w:rsidRPr="00D46EE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br/>
      </w:r>
      <w:r w:rsidRPr="00D46EE6">
        <w:rPr>
          <w:rStyle w:val="c1"/>
          <w:rFonts w:ascii="Times New Roman" w:hAnsi="Times New Roman"/>
          <w:color w:val="000000"/>
          <w:sz w:val="28"/>
          <w:szCs w:val="28"/>
          <w:shd w:val="clear" w:color="auto" w:fill="FFFFFF"/>
        </w:rPr>
        <w:t>Все к занятию готовы.</w:t>
      </w:r>
      <w:r w:rsidRPr="00D46EE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br/>
      </w:r>
      <w:r w:rsidRPr="00D46EE6">
        <w:rPr>
          <w:rStyle w:val="c1"/>
          <w:rFonts w:ascii="Times New Roman" w:hAnsi="Times New Roman"/>
          <w:color w:val="000000"/>
          <w:sz w:val="28"/>
          <w:szCs w:val="28"/>
          <w:shd w:val="clear" w:color="auto" w:fill="FFFFFF"/>
        </w:rPr>
        <w:lastRenderedPageBreak/>
        <w:t>Будем весело играть</w:t>
      </w:r>
      <w:r w:rsidRPr="00D46EE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br/>
      </w:r>
      <w:r w:rsidRPr="00D46EE6">
        <w:rPr>
          <w:rStyle w:val="c1"/>
          <w:rFonts w:ascii="Times New Roman" w:hAnsi="Times New Roman"/>
          <w:color w:val="000000"/>
          <w:sz w:val="28"/>
          <w:szCs w:val="28"/>
          <w:shd w:val="clear" w:color="auto" w:fill="FFFFFF"/>
        </w:rPr>
        <w:t>И друг другу помогать.</w:t>
      </w:r>
    </w:p>
    <w:p w:rsidR="00E007FC" w:rsidRPr="00D46EE6" w:rsidRDefault="008166C8" w:rsidP="00E007FC">
      <w:pPr>
        <w:spacing w:after="0" w:line="240" w:lineRule="auto"/>
        <w:jc w:val="both"/>
        <w:rPr>
          <w:rFonts w:ascii="Times New Roman" w:eastAsiaTheme="minorHAnsi" w:hAnsi="Times New Roman"/>
          <w:i/>
          <w:sz w:val="28"/>
          <w:szCs w:val="28"/>
        </w:rPr>
      </w:pPr>
      <w:r w:rsidRPr="00D46EE6">
        <w:rPr>
          <w:rFonts w:ascii="Times New Roman" w:eastAsiaTheme="minorHAnsi" w:hAnsi="Times New Roman"/>
          <w:i/>
          <w:sz w:val="28"/>
          <w:szCs w:val="28"/>
        </w:rPr>
        <w:t>(</w:t>
      </w:r>
      <w:r w:rsidR="00E007FC" w:rsidRPr="00D46EE6">
        <w:rPr>
          <w:rFonts w:ascii="Times New Roman" w:eastAsiaTheme="minorHAnsi" w:hAnsi="Times New Roman"/>
          <w:i/>
          <w:sz w:val="28"/>
          <w:szCs w:val="28"/>
        </w:rPr>
        <w:t>видео звонок)</w:t>
      </w:r>
    </w:p>
    <w:p w:rsidR="00882FBB" w:rsidRPr="00D46EE6" w:rsidRDefault="000B14A5" w:rsidP="007822CE">
      <w:pPr>
        <w:spacing w:after="0" w:line="240" w:lineRule="auto"/>
        <w:jc w:val="both"/>
        <w:rPr>
          <w:rFonts w:ascii="Times New Roman" w:eastAsiaTheme="minorHAnsi" w:hAnsi="Times New Roman"/>
          <w:i/>
          <w:sz w:val="28"/>
          <w:szCs w:val="28"/>
        </w:rPr>
      </w:pPr>
      <w:r w:rsidRPr="00D46EE6">
        <w:rPr>
          <w:rFonts w:ascii="Times New Roman" w:eastAsiaTheme="minorHAnsi" w:hAnsi="Times New Roman"/>
          <w:i/>
          <w:sz w:val="28"/>
          <w:szCs w:val="28"/>
        </w:rPr>
        <w:t>Видео</w:t>
      </w:r>
      <w:r w:rsidR="00E007FC" w:rsidRPr="00D46EE6">
        <w:rPr>
          <w:rFonts w:ascii="Times New Roman" w:eastAsiaTheme="minorHAnsi" w:hAnsi="Times New Roman"/>
          <w:i/>
          <w:sz w:val="28"/>
          <w:szCs w:val="28"/>
        </w:rPr>
        <w:t>–сова:</w:t>
      </w:r>
      <w:r w:rsidR="007822CE" w:rsidRPr="00D46EE6">
        <w:rPr>
          <w:rFonts w:ascii="Times New Roman" w:hAnsi="Times New Roman"/>
          <w:sz w:val="28"/>
          <w:szCs w:val="28"/>
        </w:rPr>
        <w:t>(</w:t>
      </w:r>
      <w:r w:rsidR="00882FBB" w:rsidRPr="00D46EE6">
        <w:rPr>
          <w:rFonts w:ascii="Times New Roman" w:hAnsi="Times New Roman"/>
          <w:sz w:val="28"/>
          <w:szCs w:val="28"/>
        </w:rPr>
        <w:t>Звучит аудиозапись</w:t>
      </w:r>
      <w:r w:rsidR="007822CE" w:rsidRPr="00D46EE6">
        <w:rPr>
          <w:rFonts w:ascii="Times New Roman" w:hAnsi="Times New Roman"/>
          <w:sz w:val="28"/>
          <w:szCs w:val="28"/>
        </w:rPr>
        <w:t>)</w:t>
      </w:r>
      <w:r w:rsidR="00882FBB" w:rsidRPr="00D46EE6">
        <w:rPr>
          <w:rFonts w:ascii="Times New Roman" w:hAnsi="Times New Roman"/>
          <w:sz w:val="28"/>
          <w:szCs w:val="28"/>
        </w:rPr>
        <w:t xml:space="preserve">: </w:t>
      </w:r>
      <w:r w:rsidR="00882FBB" w:rsidRPr="00D46EE6">
        <w:rPr>
          <w:rFonts w:ascii="Times New Roman" w:hAnsi="Times New Roman"/>
          <w:i/>
          <w:sz w:val="28"/>
          <w:szCs w:val="28"/>
        </w:rPr>
        <w:t xml:space="preserve">Дорогие ребята, </w:t>
      </w:r>
      <w:r w:rsidR="00864C27" w:rsidRPr="00D46EE6">
        <w:rPr>
          <w:rFonts w:ascii="Times New Roman" w:hAnsi="Times New Roman"/>
          <w:i/>
          <w:sz w:val="28"/>
          <w:szCs w:val="28"/>
        </w:rPr>
        <w:t>у</w:t>
      </w:r>
      <w:r w:rsidR="00882FBB" w:rsidRPr="00D46EE6">
        <w:rPr>
          <w:rFonts w:ascii="Times New Roman" w:hAnsi="Times New Roman"/>
          <w:i/>
          <w:sz w:val="28"/>
          <w:szCs w:val="28"/>
        </w:rPr>
        <w:t xml:space="preserve"> нас в</w:t>
      </w:r>
      <w:r w:rsidR="00E007FC" w:rsidRPr="00D46EE6">
        <w:rPr>
          <w:rFonts w:ascii="Times New Roman" w:hAnsi="Times New Roman"/>
          <w:i/>
          <w:sz w:val="28"/>
          <w:szCs w:val="28"/>
        </w:rPr>
        <w:t xml:space="preserve"> стране </w:t>
      </w:r>
      <w:proofErr w:type="spellStart"/>
      <w:r w:rsidR="00E007FC" w:rsidRPr="00D46EE6">
        <w:rPr>
          <w:rFonts w:ascii="Times New Roman" w:hAnsi="Times New Roman"/>
          <w:i/>
          <w:sz w:val="28"/>
          <w:szCs w:val="28"/>
        </w:rPr>
        <w:t>Смешариков</w:t>
      </w:r>
      <w:proofErr w:type="spellEnd"/>
      <w:r w:rsidR="00882FBB" w:rsidRPr="00D46EE6">
        <w:rPr>
          <w:rFonts w:ascii="Times New Roman" w:hAnsi="Times New Roman"/>
          <w:i/>
          <w:sz w:val="28"/>
          <w:szCs w:val="28"/>
        </w:rPr>
        <w:t xml:space="preserve"> случилась </w:t>
      </w:r>
      <w:r w:rsidR="00B33978" w:rsidRPr="00D46EE6">
        <w:rPr>
          <w:rFonts w:ascii="Times New Roman" w:hAnsi="Times New Roman"/>
          <w:i/>
          <w:sz w:val="28"/>
          <w:szCs w:val="28"/>
        </w:rPr>
        <w:t>такая ситуация</w:t>
      </w:r>
      <w:r w:rsidR="00882FBB" w:rsidRPr="00D46EE6">
        <w:rPr>
          <w:rFonts w:ascii="Times New Roman" w:hAnsi="Times New Roman"/>
          <w:i/>
          <w:sz w:val="28"/>
          <w:szCs w:val="28"/>
        </w:rPr>
        <w:t xml:space="preserve">, </w:t>
      </w:r>
      <w:r w:rsidR="00E007FC" w:rsidRPr="00D46EE6">
        <w:rPr>
          <w:rFonts w:ascii="Times New Roman" w:hAnsi="Times New Roman"/>
          <w:i/>
          <w:sz w:val="28"/>
          <w:szCs w:val="28"/>
        </w:rPr>
        <w:t xml:space="preserve">Нюша потратила </w:t>
      </w:r>
      <w:r w:rsidR="006B4C94" w:rsidRPr="00D46EE6">
        <w:rPr>
          <w:rFonts w:ascii="Times New Roman" w:hAnsi="Times New Roman"/>
          <w:i/>
          <w:sz w:val="28"/>
          <w:szCs w:val="28"/>
        </w:rPr>
        <w:t>все ден</w:t>
      </w:r>
      <w:r w:rsidR="00191BCC" w:rsidRPr="00D46EE6">
        <w:rPr>
          <w:rFonts w:ascii="Times New Roman" w:hAnsi="Times New Roman"/>
          <w:i/>
          <w:sz w:val="28"/>
          <w:szCs w:val="28"/>
        </w:rPr>
        <w:t>ьги</w:t>
      </w:r>
      <w:r w:rsidR="006B4C94" w:rsidRPr="00D46EE6">
        <w:rPr>
          <w:rFonts w:ascii="Times New Roman" w:hAnsi="Times New Roman"/>
          <w:i/>
          <w:sz w:val="28"/>
          <w:szCs w:val="28"/>
        </w:rPr>
        <w:t xml:space="preserve">, которые мы </w:t>
      </w:r>
      <w:r w:rsidR="00E007FC" w:rsidRPr="00D46EE6">
        <w:rPr>
          <w:rFonts w:ascii="Times New Roman" w:hAnsi="Times New Roman"/>
          <w:i/>
          <w:sz w:val="28"/>
          <w:szCs w:val="28"/>
        </w:rPr>
        <w:t>откладывали</w:t>
      </w:r>
      <w:r w:rsidR="00191BCC" w:rsidRPr="00D46EE6">
        <w:rPr>
          <w:rFonts w:ascii="Times New Roman" w:hAnsi="Times New Roman"/>
          <w:i/>
          <w:sz w:val="28"/>
          <w:szCs w:val="28"/>
        </w:rPr>
        <w:t xml:space="preserve"> на </w:t>
      </w:r>
      <w:r w:rsidR="00244BF1" w:rsidRPr="00D46EE6">
        <w:rPr>
          <w:rFonts w:ascii="Times New Roman" w:hAnsi="Times New Roman"/>
          <w:i/>
          <w:sz w:val="28"/>
          <w:szCs w:val="28"/>
        </w:rPr>
        <w:t>оздоровление</w:t>
      </w:r>
      <w:r w:rsidR="00E007FC" w:rsidRPr="00D46EE6">
        <w:rPr>
          <w:rFonts w:ascii="Times New Roman" w:hAnsi="Times New Roman"/>
          <w:i/>
          <w:sz w:val="28"/>
          <w:szCs w:val="28"/>
        </w:rPr>
        <w:t xml:space="preserve"> Ежика</w:t>
      </w:r>
      <w:r w:rsidR="00882FBB" w:rsidRPr="00D46EE6">
        <w:rPr>
          <w:rFonts w:ascii="Times New Roman" w:hAnsi="Times New Roman"/>
          <w:i/>
          <w:sz w:val="28"/>
          <w:szCs w:val="28"/>
        </w:rPr>
        <w:t xml:space="preserve">. </w:t>
      </w:r>
      <w:r w:rsidR="00B33978" w:rsidRPr="00D46EE6">
        <w:rPr>
          <w:rFonts w:ascii="Times New Roman" w:hAnsi="Times New Roman"/>
          <w:i/>
          <w:sz w:val="28"/>
          <w:szCs w:val="28"/>
        </w:rPr>
        <w:t>Я прошу вас помочь</w:t>
      </w:r>
      <w:r w:rsidR="00191BCC" w:rsidRPr="00D46EE6">
        <w:rPr>
          <w:rFonts w:ascii="Times New Roman" w:hAnsi="Times New Roman"/>
          <w:i/>
          <w:sz w:val="28"/>
          <w:szCs w:val="28"/>
        </w:rPr>
        <w:t xml:space="preserve"> заработать </w:t>
      </w:r>
      <w:r w:rsidR="00B33978" w:rsidRPr="00D46EE6">
        <w:rPr>
          <w:rFonts w:ascii="Times New Roman" w:hAnsi="Times New Roman"/>
          <w:i/>
          <w:sz w:val="28"/>
          <w:szCs w:val="28"/>
        </w:rPr>
        <w:t>деньг</w:t>
      </w:r>
      <w:r w:rsidR="00191BCC" w:rsidRPr="00D46EE6">
        <w:rPr>
          <w:rFonts w:ascii="Times New Roman" w:hAnsi="Times New Roman"/>
          <w:i/>
          <w:sz w:val="28"/>
          <w:szCs w:val="28"/>
        </w:rPr>
        <w:t xml:space="preserve">и </w:t>
      </w:r>
      <w:r w:rsidR="00B33978" w:rsidRPr="00D46EE6">
        <w:rPr>
          <w:rFonts w:ascii="Times New Roman" w:hAnsi="Times New Roman"/>
          <w:i/>
          <w:sz w:val="28"/>
          <w:szCs w:val="28"/>
        </w:rPr>
        <w:t>для</w:t>
      </w:r>
      <w:r w:rsidR="00E007FC" w:rsidRPr="00D46EE6">
        <w:rPr>
          <w:rFonts w:ascii="Times New Roman" w:hAnsi="Times New Roman"/>
          <w:i/>
          <w:sz w:val="28"/>
          <w:szCs w:val="28"/>
        </w:rPr>
        <w:t xml:space="preserve"> Ежик</w:t>
      </w:r>
      <w:r w:rsidR="00B33978" w:rsidRPr="00D46EE6">
        <w:rPr>
          <w:rFonts w:ascii="Times New Roman" w:hAnsi="Times New Roman"/>
          <w:i/>
          <w:sz w:val="28"/>
          <w:szCs w:val="28"/>
        </w:rPr>
        <w:t>а</w:t>
      </w:r>
      <w:r w:rsidR="00E007FC" w:rsidRPr="00D46EE6">
        <w:rPr>
          <w:rFonts w:ascii="Times New Roman" w:hAnsi="Times New Roman"/>
          <w:i/>
          <w:sz w:val="28"/>
          <w:szCs w:val="28"/>
        </w:rPr>
        <w:t xml:space="preserve">. Для этого вам нужно отправиться к моим друзьям в страну </w:t>
      </w:r>
      <w:proofErr w:type="spellStart"/>
      <w:r w:rsidR="00E007FC" w:rsidRPr="00D46EE6">
        <w:rPr>
          <w:rFonts w:ascii="Times New Roman" w:hAnsi="Times New Roman"/>
          <w:i/>
          <w:sz w:val="28"/>
          <w:szCs w:val="28"/>
        </w:rPr>
        <w:t>Смешариков</w:t>
      </w:r>
      <w:proofErr w:type="spellEnd"/>
      <w:r w:rsidR="00E007FC" w:rsidRPr="00D46EE6">
        <w:rPr>
          <w:rFonts w:ascii="Times New Roman" w:hAnsi="Times New Roman"/>
          <w:i/>
          <w:sz w:val="28"/>
          <w:szCs w:val="28"/>
        </w:rPr>
        <w:t>. Они вам будут предлагать задания, а в</w:t>
      </w:r>
      <w:r w:rsidR="008166C8" w:rsidRPr="00D46EE6">
        <w:rPr>
          <w:rFonts w:ascii="Times New Roman" w:hAnsi="Times New Roman"/>
          <w:i/>
          <w:sz w:val="28"/>
          <w:szCs w:val="28"/>
        </w:rPr>
        <w:t>ы</w:t>
      </w:r>
      <w:r w:rsidR="00E007FC" w:rsidRPr="00D46EE6">
        <w:rPr>
          <w:rFonts w:ascii="Times New Roman" w:hAnsi="Times New Roman"/>
          <w:i/>
          <w:sz w:val="28"/>
          <w:szCs w:val="28"/>
        </w:rPr>
        <w:t xml:space="preserve"> их должны выполнить. За каждое выполненное задание вы будете получать деньги.</w:t>
      </w:r>
      <w:r w:rsidR="00F51BFA" w:rsidRPr="00D46EE6">
        <w:rPr>
          <w:rFonts w:ascii="Times New Roman" w:hAnsi="Times New Roman"/>
          <w:i/>
          <w:sz w:val="28"/>
          <w:szCs w:val="28"/>
        </w:rPr>
        <w:t xml:space="preserve"> Согласны? </w:t>
      </w:r>
      <w:r w:rsidR="00E007FC" w:rsidRPr="00D46EE6">
        <w:rPr>
          <w:rFonts w:ascii="Times New Roman" w:hAnsi="Times New Roman"/>
          <w:i/>
          <w:sz w:val="28"/>
          <w:szCs w:val="28"/>
        </w:rPr>
        <w:t xml:space="preserve"> В помощь я вам дам карту</w:t>
      </w:r>
      <w:r w:rsidR="00B33978" w:rsidRPr="00D46EE6">
        <w:rPr>
          <w:rFonts w:ascii="Times New Roman" w:hAnsi="Times New Roman"/>
          <w:i/>
          <w:sz w:val="28"/>
          <w:szCs w:val="28"/>
        </w:rPr>
        <w:t>, чтоб вы знали куда идти</w:t>
      </w:r>
      <w:r w:rsidR="00ED1370" w:rsidRPr="00D46EE6">
        <w:rPr>
          <w:rFonts w:ascii="Times New Roman" w:hAnsi="Times New Roman"/>
          <w:i/>
          <w:sz w:val="28"/>
          <w:szCs w:val="28"/>
        </w:rPr>
        <w:t xml:space="preserve"> и копилку</w:t>
      </w:r>
      <w:r w:rsidR="00B33978" w:rsidRPr="00D46EE6">
        <w:rPr>
          <w:rFonts w:ascii="Times New Roman" w:hAnsi="Times New Roman"/>
          <w:i/>
          <w:sz w:val="28"/>
          <w:szCs w:val="28"/>
        </w:rPr>
        <w:t xml:space="preserve"> куда в</w:t>
      </w:r>
      <w:r w:rsidR="00DF64EA" w:rsidRPr="00D46EE6">
        <w:rPr>
          <w:rFonts w:ascii="Times New Roman" w:hAnsi="Times New Roman"/>
          <w:i/>
          <w:sz w:val="28"/>
          <w:szCs w:val="28"/>
        </w:rPr>
        <w:t>ы</w:t>
      </w:r>
      <w:r w:rsidR="00B33978" w:rsidRPr="00D46EE6">
        <w:rPr>
          <w:rFonts w:ascii="Times New Roman" w:hAnsi="Times New Roman"/>
          <w:i/>
          <w:sz w:val="28"/>
          <w:szCs w:val="28"/>
        </w:rPr>
        <w:t xml:space="preserve"> будете складывать заработанные деньги.</w:t>
      </w:r>
    </w:p>
    <w:p w:rsidR="00E007FC" w:rsidRPr="00D46EE6" w:rsidRDefault="00E007FC" w:rsidP="008166C8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46EE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Воспитатель</w:t>
      </w:r>
      <w:r w:rsidRPr="00D46EE6">
        <w:rPr>
          <w:rFonts w:ascii="Times New Roman" w:hAnsi="Times New Roman"/>
          <w:sz w:val="28"/>
          <w:szCs w:val="28"/>
        </w:rPr>
        <w:t xml:space="preserve"> Ребята, поможем</w:t>
      </w:r>
      <w:r w:rsidR="00882FBB" w:rsidRPr="00D46EE6">
        <w:rPr>
          <w:rFonts w:ascii="Times New Roman" w:hAnsi="Times New Roman"/>
          <w:sz w:val="28"/>
          <w:szCs w:val="28"/>
        </w:rPr>
        <w:t>?</w:t>
      </w:r>
      <w:r w:rsidR="007822CE" w:rsidRPr="00D46EE6">
        <w:rPr>
          <w:rFonts w:ascii="Times New Roman" w:hAnsi="Times New Roman"/>
          <w:sz w:val="28"/>
          <w:szCs w:val="28"/>
        </w:rPr>
        <w:t xml:space="preserve"> </w:t>
      </w:r>
      <w:r w:rsidR="003252B3" w:rsidRPr="00D46EE6">
        <w:rPr>
          <w:rFonts w:ascii="Times New Roman" w:hAnsi="Times New Roman"/>
          <w:sz w:val="28"/>
          <w:szCs w:val="28"/>
        </w:rPr>
        <w:t xml:space="preserve">(да). </w:t>
      </w:r>
      <w:r w:rsidR="008166C8" w:rsidRPr="00D46EE6">
        <w:rPr>
          <w:rFonts w:ascii="Times New Roman" w:hAnsi="Times New Roman"/>
          <w:sz w:val="28"/>
          <w:szCs w:val="28"/>
        </w:rPr>
        <w:t>Отправляемся в путь.</w:t>
      </w:r>
    </w:p>
    <w:p w:rsidR="00BC6E60" w:rsidRPr="00D46EE6" w:rsidRDefault="00BC6E60" w:rsidP="00882FBB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46EE6">
        <w:rPr>
          <w:rFonts w:ascii="Times New Roman" w:hAnsi="Times New Roman"/>
          <w:sz w:val="28"/>
          <w:szCs w:val="28"/>
        </w:rPr>
        <w:t>Вокруг себя повернись</w:t>
      </w:r>
    </w:p>
    <w:p w:rsidR="00A23EF7" w:rsidRPr="00D46EE6" w:rsidRDefault="00BC6E60" w:rsidP="00BC6E60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46EE6">
        <w:rPr>
          <w:rFonts w:ascii="Times New Roman" w:hAnsi="Times New Roman"/>
          <w:sz w:val="28"/>
          <w:szCs w:val="28"/>
        </w:rPr>
        <w:t xml:space="preserve">В стране </w:t>
      </w:r>
      <w:proofErr w:type="spellStart"/>
      <w:r w:rsidRPr="00D46EE6">
        <w:rPr>
          <w:rFonts w:ascii="Times New Roman" w:hAnsi="Times New Roman"/>
          <w:sz w:val="28"/>
          <w:szCs w:val="28"/>
        </w:rPr>
        <w:t>Смешариков</w:t>
      </w:r>
      <w:proofErr w:type="spellEnd"/>
      <w:r w:rsidRPr="00D46EE6">
        <w:rPr>
          <w:rFonts w:ascii="Times New Roman" w:hAnsi="Times New Roman"/>
          <w:sz w:val="28"/>
          <w:szCs w:val="28"/>
        </w:rPr>
        <w:t xml:space="preserve"> очутись!</w:t>
      </w:r>
    </w:p>
    <w:p w:rsidR="00ED1370" w:rsidRPr="00D46EE6" w:rsidRDefault="00ED1370" w:rsidP="00ED137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i/>
          <w:color w:val="111111"/>
          <w:sz w:val="28"/>
          <w:szCs w:val="28"/>
          <w:lang w:eastAsia="ru-RU"/>
        </w:rPr>
      </w:pPr>
      <w:r w:rsidRPr="00D46EE6">
        <w:rPr>
          <w:rFonts w:ascii="Times New Roman" w:eastAsia="Times New Roman" w:hAnsi="Times New Roman"/>
          <w:b/>
          <w:color w:val="111111"/>
          <w:sz w:val="28"/>
          <w:szCs w:val="28"/>
          <w:bdr w:val="none" w:sz="0" w:space="0" w:color="auto" w:frame="1"/>
          <w:lang w:eastAsia="ru-RU"/>
        </w:rPr>
        <w:t>Воспитатель</w:t>
      </w:r>
      <w:proofErr w:type="gramStart"/>
      <w:r w:rsidRPr="00D46EE6">
        <w:rPr>
          <w:rFonts w:ascii="Times New Roman" w:eastAsia="Times New Roman" w:hAnsi="Times New Roman"/>
          <w:b/>
          <w:color w:val="111111"/>
          <w:sz w:val="28"/>
          <w:szCs w:val="28"/>
          <w:lang w:eastAsia="ru-RU"/>
        </w:rPr>
        <w:t>.</w:t>
      </w:r>
      <w:r w:rsidRPr="00D46EE6">
        <w:rPr>
          <w:rFonts w:ascii="Times New Roman" w:eastAsia="Times New Roman" w:hAnsi="Times New Roman"/>
          <w:i/>
          <w:color w:val="111111"/>
          <w:sz w:val="28"/>
          <w:szCs w:val="28"/>
          <w:lang w:eastAsia="ru-RU"/>
        </w:rPr>
        <w:t>(</w:t>
      </w:r>
      <w:proofErr w:type="gramEnd"/>
      <w:r w:rsidRPr="00D46EE6">
        <w:rPr>
          <w:rFonts w:ascii="Times New Roman" w:eastAsia="Times New Roman" w:hAnsi="Times New Roman"/>
          <w:i/>
          <w:color w:val="111111"/>
          <w:sz w:val="28"/>
          <w:szCs w:val="28"/>
          <w:lang w:eastAsia="ru-RU"/>
        </w:rPr>
        <w:t xml:space="preserve">педагог показывает детям </w:t>
      </w:r>
      <w:r w:rsidR="00BC6E60" w:rsidRPr="00D46EE6">
        <w:rPr>
          <w:rFonts w:ascii="Times New Roman" w:eastAsia="Times New Roman" w:hAnsi="Times New Roman"/>
          <w:i/>
          <w:color w:val="111111"/>
          <w:sz w:val="28"/>
          <w:szCs w:val="28"/>
          <w:lang w:eastAsia="ru-RU"/>
        </w:rPr>
        <w:t xml:space="preserve">первая остановка на </w:t>
      </w:r>
      <w:r w:rsidRPr="00D46EE6">
        <w:rPr>
          <w:rFonts w:ascii="Times New Roman" w:eastAsia="Times New Roman" w:hAnsi="Times New Roman"/>
          <w:i/>
          <w:color w:val="111111"/>
          <w:sz w:val="28"/>
          <w:szCs w:val="28"/>
          <w:lang w:eastAsia="ru-RU"/>
        </w:rPr>
        <w:t>карте</w:t>
      </w:r>
      <w:r w:rsidR="00BC6E60" w:rsidRPr="00D46EE6">
        <w:rPr>
          <w:rFonts w:ascii="Times New Roman" w:eastAsia="Times New Roman" w:hAnsi="Times New Roman"/>
          <w:i/>
          <w:color w:val="111111"/>
          <w:sz w:val="28"/>
          <w:szCs w:val="28"/>
          <w:lang w:eastAsia="ru-RU"/>
        </w:rPr>
        <w:t xml:space="preserve"> - </w:t>
      </w:r>
      <w:proofErr w:type="spellStart"/>
      <w:r w:rsidR="00BC6E60" w:rsidRPr="00D46EE6">
        <w:rPr>
          <w:rFonts w:ascii="Times New Roman" w:eastAsia="Times New Roman" w:hAnsi="Times New Roman"/>
          <w:i/>
          <w:color w:val="111111"/>
          <w:sz w:val="28"/>
          <w:szCs w:val="28"/>
          <w:lang w:eastAsia="ru-RU"/>
        </w:rPr>
        <w:t>Лосяш</w:t>
      </w:r>
      <w:proofErr w:type="spellEnd"/>
      <w:r w:rsidRPr="00D46EE6">
        <w:rPr>
          <w:rFonts w:ascii="Times New Roman" w:eastAsia="Times New Roman" w:hAnsi="Times New Roman"/>
          <w:i/>
          <w:color w:val="111111"/>
          <w:sz w:val="28"/>
          <w:szCs w:val="28"/>
          <w:lang w:eastAsia="ru-RU"/>
        </w:rPr>
        <w:t>)</w:t>
      </w:r>
    </w:p>
    <w:p w:rsidR="00ED1370" w:rsidRPr="00D46EE6" w:rsidRDefault="00ED1370" w:rsidP="00ED137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 w:rsidRPr="00D46EE6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-</w:t>
      </w:r>
      <w:r w:rsidR="008166C8" w:rsidRPr="00D46EE6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Ребята,  к</w:t>
      </w:r>
      <w:r w:rsidR="00BC6E60" w:rsidRPr="00D46EE6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 кому мы отравимся</w:t>
      </w:r>
      <w:r w:rsidRPr="00D46EE6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?</w:t>
      </w:r>
    </w:p>
    <w:p w:rsidR="00ED1370" w:rsidRPr="00D46EE6" w:rsidRDefault="00ED1370" w:rsidP="00ED137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 w:rsidRPr="00D46EE6">
        <w:rPr>
          <w:rFonts w:ascii="Times New Roman" w:eastAsia="Times New Roman" w:hAnsi="Times New Roman"/>
          <w:i/>
          <w:color w:val="111111"/>
          <w:sz w:val="28"/>
          <w:szCs w:val="28"/>
          <w:lang w:eastAsia="ru-RU"/>
        </w:rPr>
        <w:t>-</w:t>
      </w:r>
      <w:r w:rsidRPr="00D46EE6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 Давайте посмотрим, кто там живёт!</w:t>
      </w:r>
    </w:p>
    <w:p w:rsidR="00ED1370" w:rsidRPr="00D46EE6" w:rsidRDefault="00ED1370" w:rsidP="00ED1370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822CE" w:rsidRPr="00D46EE6" w:rsidRDefault="00ED1370" w:rsidP="00ED1370">
      <w:pPr>
        <w:shd w:val="clear" w:color="auto" w:fill="FFFFFF"/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D46EE6">
        <w:rPr>
          <w:rFonts w:ascii="Times New Roman" w:hAnsi="Times New Roman"/>
          <w:b/>
          <w:sz w:val="28"/>
          <w:szCs w:val="28"/>
        </w:rPr>
        <w:t xml:space="preserve">Воспитатель. </w:t>
      </w:r>
      <w:r w:rsidR="008166C8" w:rsidRPr="00D46EE6">
        <w:rPr>
          <w:rFonts w:ascii="Times New Roman" w:hAnsi="Times New Roman"/>
          <w:b/>
          <w:sz w:val="28"/>
          <w:szCs w:val="28"/>
        </w:rPr>
        <w:t>С</w:t>
      </w:r>
      <w:r w:rsidR="008166C8" w:rsidRPr="00D46EE6">
        <w:rPr>
          <w:rFonts w:ascii="Times New Roman" w:hAnsi="Times New Roman"/>
          <w:sz w:val="28"/>
          <w:szCs w:val="28"/>
        </w:rPr>
        <w:t xml:space="preserve">мотрите, </w:t>
      </w:r>
      <w:proofErr w:type="spellStart"/>
      <w:r w:rsidRPr="00D46EE6">
        <w:rPr>
          <w:rFonts w:ascii="Times New Roman" w:hAnsi="Times New Roman"/>
          <w:sz w:val="28"/>
          <w:szCs w:val="28"/>
        </w:rPr>
        <w:t>Лосяш</w:t>
      </w:r>
      <w:proofErr w:type="spellEnd"/>
      <w:r w:rsidRPr="00D46EE6">
        <w:rPr>
          <w:rFonts w:ascii="Times New Roman" w:hAnsi="Times New Roman"/>
          <w:sz w:val="28"/>
          <w:szCs w:val="28"/>
        </w:rPr>
        <w:t xml:space="preserve"> подготовил нам задание</w:t>
      </w:r>
      <w:r w:rsidR="007822CE" w:rsidRPr="00D46EE6">
        <w:rPr>
          <w:rFonts w:ascii="Times New Roman" w:hAnsi="Times New Roman"/>
          <w:i/>
          <w:sz w:val="28"/>
          <w:szCs w:val="28"/>
        </w:rPr>
        <w:t xml:space="preserve"> </w:t>
      </w:r>
    </w:p>
    <w:p w:rsidR="009C2068" w:rsidRPr="00D46EE6" w:rsidRDefault="009C2068" w:rsidP="00F3449A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46EE6">
        <w:rPr>
          <w:rFonts w:ascii="Times New Roman" w:hAnsi="Times New Roman"/>
          <w:i/>
          <w:sz w:val="28"/>
          <w:szCs w:val="28"/>
        </w:rPr>
        <w:t xml:space="preserve">- </w:t>
      </w:r>
      <w:r w:rsidR="003252B3" w:rsidRPr="00D46EE6">
        <w:rPr>
          <w:rFonts w:ascii="Times New Roman" w:hAnsi="Times New Roman"/>
          <w:sz w:val="28"/>
          <w:szCs w:val="28"/>
        </w:rPr>
        <w:t xml:space="preserve">А как Вы думаете, что такое деньги? </w:t>
      </w:r>
    </w:p>
    <w:p w:rsidR="009C2068" w:rsidRPr="00D46EE6" w:rsidRDefault="009C2068" w:rsidP="00F3449A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46EE6">
        <w:rPr>
          <w:rFonts w:ascii="Times New Roman" w:hAnsi="Times New Roman"/>
          <w:sz w:val="28"/>
          <w:szCs w:val="28"/>
        </w:rPr>
        <w:t>-</w:t>
      </w:r>
      <w:r w:rsidR="003252B3" w:rsidRPr="00D46EE6">
        <w:rPr>
          <w:rFonts w:ascii="Times New Roman" w:hAnsi="Times New Roman"/>
          <w:sz w:val="28"/>
          <w:szCs w:val="28"/>
        </w:rPr>
        <w:t xml:space="preserve">Зачем они нужны? </w:t>
      </w:r>
    </w:p>
    <w:p w:rsidR="00F3449A" w:rsidRPr="00D46EE6" w:rsidRDefault="009C2068" w:rsidP="00F3449A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46EE6">
        <w:rPr>
          <w:rFonts w:ascii="Times New Roman" w:hAnsi="Times New Roman"/>
          <w:sz w:val="28"/>
          <w:szCs w:val="28"/>
        </w:rPr>
        <w:t>-</w:t>
      </w:r>
      <w:r w:rsidR="00F3449A" w:rsidRPr="00D46EE6">
        <w:rPr>
          <w:rFonts w:ascii="Times New Roman" w:hAnsi="Times New Roman"/>
          <w:sz w:val="28"/>
          <w:szCs w:val="28"/>
        </w:rPr>
        <w:t>Что можно купить за деньги?</w:t>
      </w:r>
    </w:p>
    <w:p w:rsidR="003252B3" w:rsidRPr="00D46EE6" w:rsidRDefault="003252B3" w:rsidP="00F3449A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46EE6">
        <w:rPr>
          <w:rFonts w:ascii="Times New Roman" w:hAnsi="Times New Roman"/>
          <w:sz w:val="28"/>
          <w:szCs w:val="28"/>
        </w:rPr>
        <w:t>(ответы детей).</w:t>
      </w:r>
    </w:p>
    <w:p w:rsidR="00F3449A" w:rsidRPr="00D46EE6" w:rsidRDefault="00F3449A" w:rsidP="00F3449A">
      <w:pPr>
        <w:spacing w:after="240" w:line="240" w:lineRule="auto"/>
        <w:rPr>
          <w:rFonts w:ascii="Times New Roman" w:eastAsia="Times New Roman" w:hAnsi="Times New Roman"/>
          <w:b/>
          <w:color w:val="010101"/>
          <w:sz w:val="28"/>
          <w:szCs w:val="28"/>
          <w:u w:val="single"/>
          <w:lang w:eastAsia="ru-RU"/>
        </w:rPr>
      </w:pPr>
      <w:r w:rsidRPr="00D46EE6">
        <w:rPr>
          <w:rFonts w:ascii="Times New Roman" w:eastAsia="Times New Roman" w:hAnsi="Times New Roman"/>
          <w:b/>
          <w:color w:val="010101"/>
          <w:sz w:val="28"/>
          <w:szCs w:val="28"/>
          <w:u w:val="single"/>
          <w:lang w:eastAsia="ru-RU"/>
        </w:rPr>
        <w:t>1 задание.</w:t>
      </w:r>
      <w:r w:rsidR="008166C8" w:rsidRPr="00D46EE6">
        <w:rPr>
          <w:rFonts w:ascii="Times New Roman" w:eastAsia="Times New Roman" w:hAnsi="Times New Roman"/>
          <w:b/>
          <w:color w:val="010101"/>
          <w:sz w:val="28"/>
          <w:szCs w:val="28"/>
          <w:u w:val="single"/>
          <w:lang w:eastAsia="ru-RU"/>
        </w:rPr>
        <w:t xml:space="preserve"> (или что можно купить за деньги, а что нельзя)</w:t>
      </w:r>
    </w:p>
    <w:p w:rsidR="00F3449A" w:rsidRPr="00D46EE6" w:rsidRDefault="00F3449A" w:rsidP="00F3449A">
      <w:pPr>
        <w:spacing w:after="240" w:line="240" w:lineRule="auto"/>
        <w:rPr>
          <w:rFonts w:ascii="Times New Roman" w:eastAsia="Times New Roman" w:hAnsi="Times New Roman"/>
          <w:color w:val="010101"/>
          <w:sz w:val="28"/>
          <w:szCs w:val="28"/>
          <w:lang w:eastAsia="ru-RU"/>
        </w:rPr>
      </w:pPr>
      <w:r w:rsidRPr="00D46EE6">
        <w:rPr>
          <w:rFonts w:ascii="Times New Roman" w:eastAsia="Times New Roman" w:hAnsi="Times New Roman"/>
          <w:color w:val="010101"/>
          <w:sz w:val="28"/>
          <w:szCs w:val="28"/>
          <w:lang w:eastAsia="ru-RU"/>
        </w:rPr>
        <w:t>  Речевая игра «Для чего нам нужны деньги»</w:t>
      </w:r>
    </w:p>
    <w:p w:rsidR="00F3449A" w:rsidRPr="00D46EE6" w:rsidRDefault="00F3449A" w:rsidP="00F3449A">
      <w:pPr>
        <w:spacing w:after="240" w:line="240" w:lineRule="auto"/>
        <w:rPr>
          <w:rFonts w:ascii="Times New Roman" w:eastAsia="Times New Roman" w:hAnsi="Times New Roman"/>
          <w:color w:val="010101"/>
          <w:sz w:val="28"/>
          <w:szCs w:val="28"/>
          <w:lang w:eastAsia="ru-RU"/>
        </w:rPr>
      </w:pPr>
      <w:r w:rsidRPr="00D46EE6">
        <w:rPr>
          <w:rFonts w:ascii="Times New Roman" w:eastAsia="Times New Roman" w:hAnsi="Times New Roman"/>
          <w:color w:val="010101"/>
          <w:sz w:val="28"/>
          <w:szCs w:val="28"/>
          <w:lang w:eastAsia="ru-RU"/>
        </w:rPr>
        <w:sym w:font="Symbol" w:char="F0B7"/>
      </w:r>
      <w:r w:rsidRPr="00D46EE6">
        <w:rPr>
          <w:rFonts w:ascii="Times New Roman" w:eastAsia="Times New Roman" w:hAnsi="Times New Roman"/>
          <w:color w:val="010101"/>
          <w:sz w:val="28"/>
          <w:szCs w:val="28"/>
          <w:lang w:eastAsia="ru-RU"/>
        </w:rPr>
        <w:t>         деньги нужны для покупки продуктов питания;</w:t>
      </w:r>
    </w:p>
    <w:p w:rsidR="00F3449A" w:rsidRPr="00D46EE6" w:rsidRDefault="00F3449A" w:rsidP="00F3449A">
      <w:pPr>
        <w:spacing w:after="240" w:line="240" w:lineRule="auto"/>
        <w:rPr>
          <w:rFonts w:ascii="Times New Roman" w:eastAsia="Times New Roman" w:hAnsi="Times New Roman"/>
          <w:color w:val="010101"/>
          <w:sz w:val="28"/>
          <w:szCs w:val="28"/>
          <w:lang w:eastAsia="ru-RU"/>
        </w:rPr>
      </w:pPr>
      <w:r w:rsidRPr="00D46EE6">
        <w:rPr>
          <w:rFonts w:ascii="Times New Roman" w:eastAsia="Times New Roman" w:hAnsi="Times New Roman"/>
          <w:color w:val="010101"/>
          <w:sz w:val="28"/>
          <w:szCs w:val="28"/>
          <w:lang w:eastAsia="ru-RU"/>
        </w:rPr>
        <w:sym w:font="Symbol" w:char="F0B7"/>
      </w:r>
      <w:r w:rsidRPr="00D46EE6">
        <w:rPr>
          <w:rFonts w:ascii="Times New Roman" w:eastAsia="Times New Roman" w:hAnsi="Times New Roman"/>
          <w:color w:val="010101"/>
          <w:sz w:val="28"/>
          <w:szCs w:val="28"/>
          <w:lang w:eastAsia="ru-RU"/>
        </w:rPr>
        <w:t>         деньги нужны для оплаты коммунальных услуг;</w:t>
      </w:r>
    </w:p>
    <w:p w:rsidR="00F3449A" w:rsidRPr="00D46EE6" w:rsidRDefault="00F3449A" w:rsidP="00F3449A">
      <w:pPr>
        <w:spacing w:after="240" w:line="240" w:lineRule="auto"/>
        <w:rPr>
          <w:rFonts w:ascii="Times New Roman" w:eastAsia="Times New Roman" w:hAnsi="Times New Roman"/>
          <w:color w:val="010101"/>
          <w:sz w:val="28"/>
          <w:szCs w:val="28"/>
          <w:lang w:eastAsia="ru-RU"/>
        </w:rPr>
      </w:pPr>
      <w:r w:rsidRPr="00D46EE6">
        <w:rPr>
          <w:rFonts w:ascii="Times New Roman" w:eastAsia="Times New Roman" w:hAnsi="Times New Roman"/>
          <w:color w:val="010101"/>
          <w:sz w:val="28"/>
          <w:szCs w:val="28"/>
          <w:lang w:eastAsia="ru-RU"/>
        </w:rPr>
        <w:sym w:font="Symbol" w:char="F0B7"/>
      </w:r>
      <w:r w:rsidRPr="00D46EE6">
        <w:rPr>
          <w:rFonts w:ascii="Times New Roman" w:eastAsia="Times New Roman" w:hAnsi="Times New Roman"/>
          <w:color w:val="010101"/>
          <w:sz w:val="28"/>
          <w:szCs w:val="28"/>
          <w:lang w:eastAsia="ru-RU"/>
        </w:rPr>
        <w:t>         деньги нужны для оплаты развлечений;</w:t>
      </w:r>
    </w:p>
    <w:p w:rsidR="00F3449A" w:rsidRPr="00D46EE6" w:rsidRDefault="00F3449A" w:rsidP="00F3449A">
      <w:pPr>
        <w:spacing w:after="240" w:line="240" w:lineRule="auto"/>
        <w:rPr>
          <w:rFonts w:ascii="Times New Roman" w:eastAsia="Times New Roman" w:hAnsi="Times New Roman"/>
          <w:color w:val="010101"/>
          <w:sz w:val="28"/>
          <w:szCs w:val="28"/>
          <w:lang w:eastAsia="ru-RU"/>
        </w:rPr>
      </w:pPr>
      <w:r w:rsidRPr="00D46EE6">
        <w:rPr>
          <w:rFonts w:ascii="Times New Roman" w:eastAsia="Times New Roman" w:hAnsi="Times New Roman"/>
          <w:color w:val="010101"/>
          <w:sz w:val="28"/>
          <w:szCs w:val="28"/>
          <w:lang w:eastAsia="ru-RU"/>
        </w:rPr>
        <w:sym w:font="Symbol" w:char="F0B7"/>
      </w:r>
      <w:r w:rsidRPr="00D46EE6">
        <w:rPr>
          <w:rFonts w:ascii="Times New Roman" w:eastAsia="Times New Roman" w:hAnsi="Times New Roman"/>
          <w:color w:val="010101"/>
          <w:sz w:val="28"/>
          <w:szCs w:val="28"/>
          <w:lang w:eastAsia="ru-RU"/>
        </w:rPr>
        <w:t>         деньги нужны для покупки одежды; лекарства,</w:t>
      </w:r>
    </w:p>
    <w:p w:rsidR="00F3449A" w:rsidRPr="00D46EE6" w:rsidRDefault="00F3449A" w:rsidP="00F3449A">
      <w:pPr>
        <w:spacing w:line="240" w:lineRule="auto"/>
        <w:rPr>
          <w:rFonts w:ascii="Times New Roman" w:eastAsia="Times New Roman" w:hAnsi="Times New Roman"/>
          <w:color w:val="010101"/>
          <w:sz w:val="28"/>
          <w:szCs w:val="28"/>
          <w:lang w:eastAsia="ru-RU"/>
        </w:rPr>
      </w:pPr>
      <w:r w:rsidRPr="00D46EE6">
        <w:rPr>
          <w:rFonts w:ascii="Times New Roman" w:eastAsia="Times New Roman" w:hAnsi="Times New Roman"/>
          <w:color w:val="010101"/>
          <w:sz w:val="28"/>
          <w:szCs w:val="28"/>
          <w:lang w:eastAsia="ru-RU"/>
        </w:rPr>
        <w:sym w:font="Symbol" w:char="F0B7"/>
      </w:r>
      <w:r w:rsidRPr="00D46EE6">
        <w:rPr>
          <w:rFonts w:ascii="Times New Roman" w:eastAsia="Times New Roman" w:hAnsi="Times New Roman"/>
          <w:color w:val="010101"/>
          <w:sz w:val="28"/>
          <w:szCs w:val="28"/>
          <w:lang w:eastAsia="ru-RU"/>
        </w:rPr>
        <w:t>         деньги нужны для оплаты проезда в транспорте;</w:t>
      </w:r>
    </w:p>
    <w:p w:rsidR="00F3449A" w:rsidRPr="00D46EE6" w:rsidRDefault="00F3449A" w:rsidP="00F3449A">
      <w:pPr>
        <w:spacing w:after="240" w:line="240" w:lineRule="auto"/>
        <w:rPr>
          <w:rFonts w:ascii="Times New Roman" w:eastAsia="Times New Roman" w:hAnsi="Times New Roman"/>
          <w:color w:val="010101"/>
          <w:sz w:val="28"/>
          <w:szCs w:val="28"/>
          <w:lang w:eastAsia="ru-RU"/>
        </w:rPr>
      </w:pPr>
      <w:r w:rsidRPr="00D46EE6">
        <w:rPr>
          <w:rFonts w:ascii="Times New Roman" w:eastAsia="Times New Roman" w:hAnsi="Times New Roman"/>
          <w:color w:val="010101"/>
          <w:sz w:val="28"/>
          <w:szCs w:val="28"/>
          <w:lang w:eastAsia="ru-RU"/>
        </w:rPr>
        <w:sym w:font="Symbol" w:char="F0B7"/>
      </w:r>
      <w:r w:rsidRPr="00D46EE6">
        <w:rPr>
          <w:rFonts w:ascii="Times New Roman" w:eastAsia="Times New Roman" w:hAnsi="Times New Roman"/>
          <w:color w:val="010101"/>
          <w:sz w:val="28"/>
          <w:szCs w:val="28"/>
          <w:lang w:eastAsia="ru-RU"/>
        </w:rPr>
        <w:t>         деньги нужны для покупки подарков. Игрушки.</w:t>
      </w:r>
    </w:p>
    <w:p w:rsidR="00B352B5" w:rsidRPr="00D46EE6" w:rsidRDefault="00F3449A" w:rsidP="007822CE">
      <w:pPr>
        <w:spacing w:line="240" w:lineRule="auto"/>
        <w:rPr>
          <w:rFonts w:ascii="Times New Roman" w:eastAsia="Times New Roman" w:hAnsi="Times New Roman"/>
          <w:color w:val="010101"/>
          <w:sz w:val="28"/>
          <w:szCs w:val="28"/>
          <w:lang w:eastAsia="ru-RU"/>
        </w:rPr>
      </w:pPr>
      <w:r w:rsidRPr="00D46EE6">
        <w:rPr>
          <w:rFonts w:ascii="Times New Roman" w:eastAsia="Times New Roman" w:hAnsi="Times New Roman"/>
          <w:color w:val="010101"/>
          <w:sz w:val="28"/>
          <w:szCs w:val="28"/>
          <w:lang w:eastAsia="ru-RU"/>
        </w:rPr>
        <w:t> Для чего же нам нужны деньги? </w:t>
      </w:r>
    </w:p>
    <w:p w:rsidR="00F3449A" w:rsidRPr="00D46EE6" w:rsidRDefault="00F3449A" w:rsidP="007822CE">
      <w:pPr>
        <w:spacing w:line="240" w:lineRule="auto"/>
        <w:rPr>
          <w:rFonts w:ascii="Times New Roman" w:eastAsia="Times New Roman" w:hAnsi="Times New Roman"/>
          <w:color w:val="010101"/>
          <w:sz w:val="28"/>
          <w:szCs w:val="28"/>
          <w:lang w:eastAsia="ru-RU"/>
        </w:rPr>
      </w:pPr>
      <w:r w:rsidRPr="00D46EE6">
        <w:rPr>
          <w:rFonts w:ascii="Times New Roman" w:eastAsia="Times New Roman" w:hAnsi="Times New Roman"/>
          <w:i/>
          <w:iCs/>
          <w:color w:val="010101"/>
          <w:sz w:val="28"/>
          <w:szCs w:val="28"/>
          <w:lang w:eastAsia="ru-RU"/>
        </w:rPr>
        <w:t>Для покупки товаров, которые необходимы людям или для оплаты чего либо. (Показ картинок на экране)</w:t>
      </w:r>
    </w:p>
    <w:p w:rsidR="008166C8" w:rsidRPr="00D46EE6" w:rsidRDefault="008166C8" w:rsidP="00657BBC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46EE6">
        <w:rPr>
          <w:rFonts w:ascii="Times New Roman" w:hAnsi="Times New Roman"/>
          <w:sz w:val="28"/>
          <w:szCs w:val="28"/>
        </w:rPr>
        <w:lastRenderedPageBreak/>
        <w:t>Воспитатель оценивает ребят, хвалит их, затем каждый получает монетку и ее кладут в ко</w:t>
      </w:r>
      <w:r w:rsidR="007822CE" w:rsidRPr="00D46EE6">
        <w:rPr>
          <w:rFonts w:ascii="Times New Roman" w:hAnsi="Times New Roman"/>
          <w:sz w:val="28"/>
          <w:szCs w:val="28"/>
        </w:rPr>
        <w:t>п</w:t>
      </w:r>
      <w:r w:rsidRPr="00D46EE6">
        <w:rPr>
          <w:rFonts w:ascii="Times New Roman" w:hAnsi="Times New Roman"/>
          <w:sz w:val="28"/>
          <w:szCs w:val="28"/>
        </w:rPr>
        <w:t>илку.</w:t>
      </w:r>
    </w:p>
    <w:p w:rsidR="007822CE" w:rsidRPr="00D46EE6" w:rsidRDefault="00F3449A" w:rsidP="007822CE">
      <w:pPr>
        <w:spacing w:after="0" w:line="36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D46EE6">
        <w:rPr>
          <w:rFonts w:ascii="Times New Roman" w:hAnsi="Times New Roman"/>
          <w:sz w:val="28"/>
          <w:szCs w:val="28"/>
        </w:rPr>
        <w:t xml:space="preserve">Воспитатель: </w:t>
      </w:r>
      <w:r w:rsidR="00FC5523" w:rsidRPr="00D46EE6">
        <w:rPr>
          <w:rFonts w:ascii="Times New Roman" w:hAnsi="Times New Roman"/>
          <w:sz w:val="28"/>
          <w:szCs w:val="28"/>
        </w:rPr>
        <w:t xml:space="preserve">следующее задание от </w:t>
      </w:r>
      <w:proofErr w:type="spellStart"/>
      <w:r w:rsidR="00FC5523" w:rsidRPr="00D46EE6">
        <w:rPr>
          <w:rFonts w:ascii="Times New Roman" w:hAnsi="Times New Roman"/>
          <w:sz w:val="28"/>
          <w:szCs w:val="28"/>
        </w:rPr>
        <w:t>Лосяша</w:t>
      </w:r>
      <w:proofErr w:type="spellEnd"/>
      <w:r w:rsidRPr="00D46EE6">
        <w:rPr>
          <w:rFonts w:ascii="Times New Roman" w:hAnsi="Times New Roman"/>
          <w:sz w:val="28"/>
          <w:szCs w:val="28"/>
        </w:rPr>
        <w:t>.</w:t>
      </w:r>
      <w:r w:rsidR="007822CE" w:rsidRPr="00D46EE6">
        <w:rPr>
          <w:rFonts w:ascii="Times New Roman" w:hAnsi="Times New Roman"/>
          <w:b/>
          <w:sz w:val="28"/>
          <w:szCs w:val="28"/>
        </w:rPr>
        <w:t xml:space="preserve"> </w:t>
      </w:r>
    </w:p>
    <w:p w:rsidR="00F3449A" w:rsidRPr="00D46EE6" w:rsidRDefault="00F3449A" w:rsidP="00DF64E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</w:pPr>
      <w:r w:rsidRPr="00D46EE6">
        <w:rPr>
          <w:rFonts w:ascii="Times New Roman" w:eastAsia="Times New Roman" w:hAnsi="Times New Roman"/>
          <w:b/>
          <w:bCs/>
          <w:color w:val="000000"/>
          <w:sz w:val="28"/>
          <w:szCs w:val="28"/>
          <w:u w:val="single"/>
          <w:lang w:eastAsia="ru-RU"/>
        </w:rPr>
        <w:t>Игра «Кошелек»</w:t>
      </w:r>
    </w:p>
    <w:p w:rsidR="00F3449A" w:rsidRPr="00D46EE6" w:rsidRDefault="00F3449A" w:rsidP="000B14A5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46EE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(Дети бегают под музыку, в руках держа монеты разного достоинства, как только музыка останавливается, произносится фраза: «В моем кошельке 3 (или 4, или 5) рубля», дети встают в обручи-кошельки так, чтобы в сумме получилось 3 рубля (или 4, или 5 рублей).</w:t>
      </w:r>
    </w:p>
    <w:p w:rsidR="00AA4FEF" w:rsidRPr="00D46EE6" w:rsidRDefault="00936958" w:rsidP="009C2068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D46EE6">
        <w:rPr>
          <w:rFonts w:ascii="Times New Roman" w:hAnsi="Times New Roman"/>
          <w:b/>
          <w:sz w:val="28"/>
          <w:szCs w:val="28"/>
        </w:rPr>
        <w:t>Задание 2</w:t>
      </w:r>
      <w:r w:rsidR="00AA4FEF" w:rsidRPr="00D46EE6">
        <w:rPr>
          <w:rFonts w:ascii="Times New Roman" w:hAnsi="Times New Roman"/>
          <w:b/>
          <w:sz w:val="28"/>
          <w:szCs w:val="28"/>
        </w:rPr>
        <w:t xml:space="preserve">. </w:t>
      </w:r>
      <w:r w:rsidR="00DF64EA" w:rsidRPr="00D46EE6">
        <w:rPr>
          <w:rFonts w:ascii="Times New Roman" w:hAnsi="Times New Roman"/>
          <w:b/>
          <w:sz w:val="28"/>
          <w:szCs w:val="28"/>
        </w:rPr>
        <w:t xml:space="preserve">  По карте </w:t>
      </w:r>
      <w:r w:rsidR="00B737A2" w:rsidRPr="00D46EE6">
        <w:rPr>
          <w:rFonts w:ascii="Times New Roman" w:hAnsi="Times New Roman"/>
          <w:b/>
          <w:sz w:val="28"/>
          <w:szCs w:val="28"/>
          <w:u w:val="single"/>
        </w:rPr>
        <w:t xml:space="preserve">В гости к </w:t>
      </w:r>
      <w:proofErr w:type="spellStart"/>
      <w:r w:rsidR="00B737A2" w:rsidRPr="00D46EE6">
        <w:rPr>
          <w:rFonts w:ascii="Times New Roman" w:hAnsi="Times New Roman"/>
          <w:b/>
          <w:sz w:val="28"/>
          <w:szCs w:val="28"/>
          <w:u w:val="single"/>
        </w:rPr>
        <w:t>Барашу</w:t>
      </w:r>
      <w:proofErr w:type="spellEnd"/>
      <w:r w:rsidR="00B737A2" w:rsidRPr="00D46EE6">
        <w:rPr>
          <w:rFonts w:ascii="Times New Roman" w:hAnsi="Times New Roman"/>
          <w:b/>
          <w:sz w:val="28"/>
          <w:szCs w:val="28"/>
          <w:u w:val="single"/>
        </w:rPr>
        <w:t>. (на Экране)</w:t>
      </w:r>
    </w:p>
    <w:p w:rsidR="00B737A2" w:rsidRPr="00D46EE6" w:rsidRDefault="00B737A2" w:rsidP="002A2B84">
      <w:pPr>
        <w:spacing w:after="0" w:line="360" w:lineRule="auto"/>
        <w:ind w:firstLine="567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D46EE6">
        <w:rPr>
          <w:rFonts w:ascii="Times New Roman" w:hAnsi="Times New Roman"/>
          <w:b/>
          <w:sz w:val="28"/>
          <w:szCs w:val="28"/>
          <w:u w:val="single"/>
        </w:rPr>
        <w:t>«Узнай купюру – какой страны»</w:t>
      </w:r>
    </w:p>
    <w:p w:rsidR="008C0193" w:rsidRPr="00D46EE6" w:rsidRDefault="008C0193" w:rsidP="008C0193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46EE6">
        <w:rPr>
          <w:rFonts w:ascii="Times New Roman" w:hAnsi="Times New Roman"/>
          <w:sz w:val="28"/>
          <w:szCs w:val="28"/>
        </w:rPr>
        <w:t>Молодцы! Заслужили еще по одной монетке.</w:t>
      </w:r>
      <w:r w:rsidR="00F3449A" w:rsidRPr="00D46EE6">
        <w:rPr>
          <w:rFonts w:ascii="Times New Roman" w:hAnsi="Times New Roman"/>
          <w:sz w:val="28"/>
          <w:szCs w:val="28"/>
        </w:rPr>
        <w:t xml:space="preserve"> Кладем в кошелёк и отправляемся дальше. Смотрим по карте – к Крошу.</w:t>
      </w:r>
    </w:p>
    <w:p w:rsidR="008C0193" w:rsidRPr="00D46EE6" w:rsidRDefault="009C2068" w:rsidP="008C0193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</w:pPr>
      <w:r w:rsidRPr="00D46EE6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(Смотрим карту)</w:t>
      </w:r>
    </w:p>
    <w:p w:rsidR="00514E87" w:rsidRPr="00D46EE6" w:rsidRDefault="005B4319" w:rsidP="009C2068">
      <w:pPr>
        <w:shd w:val="clear" w:color="auto" w:fill="FFFFFF"/>
        <w:spacing w:after="0" w:line="36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46EE6">
        <w:rPr>
          <w:rFonts w:ascii="Times New Roman" w:eastAsia="Times New Roman" w:hAnsi="Times New Roman"/>
          <w:b/>
          <w:i/>
          <w:color w:val="000000"/>
          <w:sz w:val="28"/>
          <w:szCs w:val="28"/>
          <w:u w:val="single"/>
          <w:lang w:eastAsia="ru-RU"/>
        </w:rPr>
        <w:t>Инструктор по физкультуре</w:t>
      </w:r>
      <w:r w:rsidRPr="00D46EE6">
        <w:rPr>
          <w:rFonts w:ascii="Times New Roman" w:eastAsia="Times New Roman" w:hAnsi="Times New Roman"/>
          <w:i/>
          <w:color w:val="000000"/>
          <w:sz w:val="28"/>
          <w:szCs w:val="28"/>
          <w:u w:val="single"/>
          <w:lang w:eastAsia="ru-RU"/>
        </w:rPr>
        <w:t>:</w:t>
      </w:r>
      <w:r w:rsidR="008C0193" w:rsidRPr="00D46EE6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 xml:space="preserve"> </w:t>
      </w:r>
    </w:p>
    <w:p w:rsidR="008C0193" w:rsidRPr="00D46EE6" w:rsidRDefault="002A2B84" w:rsidP="008C0193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spellStart"/>
      <w:r w:rsidRPr="00D46EE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Крош</w:t>
      </w:r>
      <w:proofErr w:type="spellEnd"/>
      <w:r w:rsidRPr="00D46EE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очень любит играть и резвиться, поэтому он предлагает вам немного размяться и отдохнуть.</w:t>
      </w:r>
    </w:p>
    <w:p w:rsidR="00514E87" w:rsidRPr="00D46EE6" w:rsidRDefault="00514E87" w:rsidP="009C2068">
      <w:pPr>
        <w:shd w:val="clear" w:color="auto" w:fill="FFFFFF"/>
        <w:spacing w:after="0" w:line="360" w:lineRule="auto"/>
        <w:rPr>
          <w:rFonts w:ascii="Times New Roman" w:eastAsia="Times New Roman" w:hAnsi="Times New Roman"/>
          <w:b/>
          <w:i/>
          <w:iCs/>
          <w:color w:val="000000"/>
          <w:sz w:val="28"/>
          <w:szCs w:val="28"/>
          <w:u w:val="single"/>
          <w:lang w:eastAsia="ru-RU"/>
        </w:rPr>
      </w:pPr>
      <w:r w:rsidRPr="00D46EE6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 xml:space="preserve">4.Физминутка (видео с </w:t>
      </w:r>
      <w:proofErr w:type="spellStart"/>
      <w:r w:rsidRPr="00D46EE6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Крошем</w:t>
      </w:r>
      <w:proofErr w:type="spellEnd"/>
      <w:r w:rsidRPr="00D46EE6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 xml:space="preserve">)  </w:t>
      </w:r>
    </w:p>
    <w:p w:rsidR="00514E87" w:rsidRPr="00D46EE6" w:rsidRDefault="00504A5A" w:rsidP="00D46EE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46EE6">
        <w:rPr>
          <w:rFonts w:ascii="Times New Roman" w:hAnsi="Times New Roman"/>
          <w:b/>
          <w:sz w:val="28"/>
          <w:szCs w:val="28"/>
        </w:rPr>
        <w:t>5</w:t>
      </w:r>
      <w:r w:rsidR="00CD2491" w:rsidRPr="00D46EE6">
        <w:rPr>
          <w:rFonts w:ascii="Times New Roman" w:hAnsi="Times New Roman"/>
          <w:b/>
          <w:sz w:val="28"/>
          <w:szCs w:val="28"/>
        </w:rPr>
        <w:t xml:space="preserve">. </w:t>
      </w:r>
      <w:proofErr w:type="spellStart"/>
      <w:r w:rsidR="00166772" w:rsidRPr="00D46EE6">
        <w:rPr>
          <w:rFonts w:ascii="Times New Roman" w:hAnsi="Times New Roman"/>
          <w:sz w:val="28"/>
          <w:szCs w:val="28"/>
        </w:rPr>
        <w:t>Крош</w:t>
      </w:r>
      <w:proofErr w:type="spellEnd"/>
      <w:r w:rsidR="005B4319" w:rsidRPr="00D46EE6">
        <w:rPr>
          <w:rFonts w:ascii="Times New Roman" w:hAnsi="Times New Roman"/>
          <w:sz w:val="28"/>
          <w:szCs w:val="28"/>
        </w:rPr>
        <w:t xml:space="preserve"> </w:t>
      </w:r>
      <w:r w:rsidR="00166772" w:rsidRPr="00D46EE6">
        <w:rPr>
          <w:rFonts w:ascii="Times New Roman" w:hAnsi="Times New Roman"/>
          <w:sz w:val="28"/>
          <w:szCs w:val="28"/>
        </w:rPr>
        <w:t>приготовил  для вас задание.</w:t>
      </w:r>
      <w:r w:rsidR="007B6EAF" w:rsidRPr="00D46EE6">
        <w:rPr>
          <w:rFonts w:ascii="Times New Roman" w:hAnsi="Times New Roman"/>
          <w:sz w:val="28"/>
          <w:szCs w:val="28"/>
        </w:rPr>
        <w:t xml:space="preserve"> </w:t>
      </w:r>
    </w:p>
    <w:p w:rsidR="002B63F7" w:rsidRPr="00D46EE6" w:rsidRDefault="007B6EAF" w:rsidP="00166772">
      <w:pPr>
        <w:spacing w:after="0" w:line="360" w:lineRule="auto"/>
        <w:ind w:firstLine="567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D46EE6">
        <w:rPr>
          <w:rFonts w:ascii="Times New Roman" w:hAnsi="Times New Roman"/>
          <w:sz w:val="28"/>
          <w:szCs w:val="28"/>
        </w:rPr>
        <w:t xml:space="preserve"> </w:t>
      </w:r>
      <w:r w:rsidRPr="00D46EE6">
        <w:rPr>
          <w:rFonts w:ascii="Times New Roman" w:hAnsi="Times New Roman"/>
          <w:sz w:val="28"/>
          <w:szCs w:val="28"/>
          <w:u w:val="single"/>
        </w:rPr>
        <w:t>Эстафета «Мыльные пузыри»</w:t>
      </w:r>
      <w:r w:rsidR="005B4319" w:rsidRPr="00D46EE6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D46EE6">
        <w:rPr>
          <w:rFonts w:ascii="Times New Roman" w:hAnsi="Times New Roman"/>
          <w:b/>
          <w:sz w:val="28"/>
          <w:szCs w:val="28"/>
          <w:u w:val="single"/>
        </w:rPr>
        <w:t>(полезные и вредные продукты)</w:t>
      </w:r>
    </w:p>
    <w:p w:rsidR="007B6EAF" w:rsidRPr="00D46EE6" w:rsidRDefault="007B6EAF" w:rsidP="007B6EA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46EE6">
        <w:rPr>
          <w:rFonts w:ascii="Times New Roman" w:hAnsi="Times New Roman"/>
          <w:sz w:val="28"/>
          <w:szCs w:val="28"/>
        </w:rPr>
        <w:t xml:space="preserve"> Деление на две команды</w:t>
      </w:r>
      <w:r w:rsidR="005B4319" w:rsidRPr="00D46EE6">
        <w:rPr>
          <w:rFonts w:ascii="Times New Roman" w:hAnsi="Times New Roman"/>
          <w:sz w:val="28"/>
          <w:szCs w:val="28"/>
        </w:rPr>
        <w:t xml:space="preserve">: </w:t>
      </w:r>
      <w:r w:rsidRPr="00D46EE6">
        <w:rPr>
          <w:rFonts w:ascii="Times New Roman" w:hAnsi="Times New Roman"/>
          <w:sz w:val="28"/>
          <w:szCs w:val="28"/>
        </w:rPr>
        <w:t xml:space="preserve">Два кружочка – красный и зелёный с одной стороны, с другой рисунок 5 руб. </w:t>
      </w:r>
    </w:p>
    <w:p w:rsidR="00B352B5" w:rsidRPr="00D46EE6" w:rsidRDefault="00514E87" w:rsidP="00D46EE6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46EE6">
        <w:rPr>
          <w:rFonts w:ascii="Times New Roman" w:hAnsi="Times New Roman"/>
          <w:sz w:val="28"/>
          <w:szCs w:val="28"/>
        </w:rPr>
        <w:t>Атрибуты</w:t>
      </w:r>
      <w:r w:rsidR="007B6EAF" w:rsidRPr="00D46EE6">
        <w:rPr>
          <w:rFonts w:ascii="Times New Roman" w:hAnsi="Times New Roman"/>
          <w:sz w:val="28"/>
          <w:szCs w:val="28"/>
        </w:rPr>
        <w:t>: 2 обруча, гимнастическая палка, карточки</w:t>
      </w:r>
      <w:r w:rsidR="005B4319" w:rsidRPr="00D46EE6">
        <w:rPr>
          <w:rFonts w:ascii="Times New Roman" w:hAnsi="Times New Roman"/>
          <w:sz w:val="28"/>
          <w:szCs w:val="28"/>
        </w:rPr>
        <w:t xml:space="preserve"> -</w:t>
      </w:r>
      <w:r w:rsidR="007B6EAF" w:rsidRPr="00D46EE6">
        <w:rPr>
          <w:rFonts w:ascii="Times New Roman" w:hAnsi="Times New Roman"/>
          <w:sz w:val="28"/>
          <w:szCs w:val="28"/>
        </w:rPr>
        <w:t xml:space="preserve"> </w:t>
      </w:r>
      <w:r w:rsidR="00D46EE6">
        <w:rPr>
          <w:rFonts w:ascii="Times New Roman" w:hAnsi="Times New Roman"/>
          <w:b/>
          <w:sz w:val="28"/>
          <w:szCs w:val="28"/>
          <w:u w:val="single"/>
        </w:rPr>
        <w:t xml:space="preserve">полезные и вредные продукты, </w:t>
      </w:r>
      <w:r w:rsidR="00FC5523" w:rsidRPr="00D46EE6">
        <w:rPr>
          <w:rFonts w:ascii="Times New Roman" w:hAnsi="Times New Roman"/>
          <w:sz w:val="28"/>
          <w:szCs w:val="28"/>
        </w:rPr>
        <w:t>доска, магниты</w:t>
      </w:r>
    </w:p>
    <w:p w:rsidR="00B352B5" w:rsidRPr="00D46EE6" w:rsidRDefault="00B352B5" w:rsidP="00B352B5">
      <w:pPr>
        <w:spacing w:after="0" w:line="360" w:lineRule="auto"/>
        <w:ind w:firstLine="567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D46EE6">
        <w:rPr>
          <w:rFonts w:ascii="Times New Roman" w:hAnsi="Times New Roman"/>
          <w:b/>
          <w:sz w:val="28"/>
          <w:szCs w:val="28"/>
          <w:u w:val="single"/>
        </w:rPr>
        <w:t>Ход игры.</w:t>
      </w:r>
    </w:p>
    <w:p w:rsidR="005B4319" w:rsidRPr="00D46EE6" w:rsidRDefault="005B4319" w:rsidP="005B4319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D46EE6">
        <w:rPr>
          <w:rFonts w:ascii="Times New Roman" w:hAnsi="Times New Roman"/>
          <w:sz w:val="28"/>
          <w:szCs w:val="28"/>
        </w:rPr>
        <w:t>Дети</w:t>
      </w:r>
      <w:proofErr w:type="gramEnd"/>
      <w:r w:rsidRPr="00D46EE6">
        <w:rPr>
          <w:rFonts w:ascii="Times New Roman" w:hAnsi="Times New Roman"/>
          <w:sz w:val="28"/>
          <w:szCs w:val="28"/>
        </w:rPr>
        <w:t xml:space="preserve"> выполняя эстафету, подходят к столу, берут карточку и прик</w:t>
      </w:r>
      <w:r w:rsidR="0070161A" w:rsidRPr="00D46EE6">
        <w:rPr>
          <w:rFonts w:ascii="Times New Roman" w:hAnsi="Times New Roman"/>
          <w:sz w:val="28"/>
          <w:szCs w:val="28"/>
        </w:rPr>
        <w:t>репляю</w:t>
      </w:r>
      <w:r w:rsidRPr="00D46EE6">
        <w:rPr>
          <w:rFonts w:ascii="Times New Roman" w:hAnsi="Times New Roman"/>
          <w:sz w:val="28"/>
          <w:szCs w:val="28"/>
        </w:rPr>
        <w:t>т на доску, возвращаются на старт и передают эстафету следующему. Команда у кого зеленый кружок – выбирают полезные продукты, а у кого красный –вредные продукты.</w:t>
      </w:r>
    </w:p>
    <w:p w:rsidR="005B4319" w:rsidRPr="00D46EE6" w:rsidRDefault="00504A5A" w:rsidP="005B4319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u w:val="single"/>
        </w:rPr>
      </w:pPr>
      <w:r w:rsidRPr="00D46EE6">
        <w:rPr>
          <w:rFonts w:ascii="Times New Roman" w:hAnsi="Times New Roman"/>
          <w:sz w:val="28"/>
          <w:szCs w:val="28"/>
          <w:u w:val="single"/>
        </w:rPr>
        <w:t>(кладём заработанные монеты в копилку)</w:t>
      </w:r>
    </w:p>
    <w:p w:rsidR="00504A5A" w:rsidRPr="00D46EE6" w:rsidRDefault="00504A5A" w:rsidP="005B431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46EE6">
        <w:rPr>
          <w:rFonts w:ascii="Times New Roman" w:hAnsi="Times New Roman"/>
          <w:b/>
          <w:sz w:val="28"/>
          <w:szCs w:val="28"/>
        </w:rPr>
        <w:t xml:space="preserve">6. </w:t>
      </w:r>
      <w:r w:rsidR="002A2B84" w:rsidRPr="00D46EE6">
        <w:rPr>
          <w:rFonts w:ascii="Times New Roman" w:eastAsia="Times New Roman" w:hAnsi="Times New Roman"/>
          <w:b/>
          <w:i/>
          <w:color w:val="000000"/>
          <w:sz w:val="28"/>
          <w:szCs w:val="28"/>
          <w:u w:val="single"/>
          <w:lang w:eastAsia="ru-RU"/>
        </w:rPr>
        <w:t>Инструктор по физкультуре</w:t>
      </w:r>
      <w:r w:rsidR="002A2B84" w:rsidRPr="00D46EE6"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ru-RU"/>
        </w:rPr>
        <w:t>:</w:t>
      </w:r>
      <w:r w:rsidRPr="00D46EE6">
        <w:rPr>
          <w:rFonts w:ascii="Times New Roman" w:hAnsi="Times New Roman"/>
          <w:b/>
          <w:sz w:val="28"/>
          <w:szCs w:val="28"/>
        </w:rPr>
        <w:t xml:space="preserve"> </w:t>
      </w:r>
      <w:r w:rsidRPr="00D46EE6">
        <w:rPr>
          <w:rFonts w:ascii="Times New Roman" w:hAnsi="Times New Roman"/>
          <w:sz w:val="28"/>
          <w:szCs w:val="28"/>
        </w:rPr>
        <w:t xml:space="preserve">Что нам еще может помочь укрепить здоровье? </w:t>
      </w:r>
      <w:r w:rsidR="00DF64EA" w:rsidRPr="00D46EE6">
        <w:rPr>
          <w:rFonts w:ascii="Times New Roman" w:hAnsi="Times New Roman"/>
          <w:sz w:val="28"/>
          <w:szCs w:val="28"/>
        </w:rPr>
        <w:t>Перепрыгнуть через модуль, пролез</w:t>
      </w:r>
      <w:r w:rsidR="00B33978" w:rsidRPr="00D46EE6">
        <w:rPr>
          <w:rFonts w:ascii="Times New Roman" w:hAnsi="Times New Roman"/>
          <w:sz w:val="28"/>
          <w:szCs w:val="28"/>
        </w:rPr>
        <w:t>т</w:t>
      </w:r>
      <w:r w:rsidR="00DF64EA" w:rsidRPr="00D46EE6">
        <w:rPr>
          <w:rFonts w:ascii="Times New Roman" w:hAnsi="Times New Roman"/>
          <w:sz w:val="28"/>
          <w:szCs w:val="28"/>
        </w:rPr>
        <w:t>ь</w:t>
      </w:r>
      <w:r w:rsidR="00B33978" w:rsidRPr="00D46EE6">
        <w:rPr>
          <w:rFonts w:ascii="Times New Roman" w:hAnsi="Times New Roman"/>
          <w:sz w:val="28"/>
          <w:szCs w:val="28"/>
        </w:rPr>
        <w:t xml:space="preserve"> в тон</w:t>
      </w:r>
      <w:r w:rsidR="009C2068" w:rsidRPr="00D46EE6">
        <w:rPr>
          <w:rFonts w:ascii="Times New Roman" w:hAnsi="Times New Roman"/>
          <w:sz w:val="28"/>
          <w:szCs w:val="28"/>
        </w:rPr>
        <w:t>н</w:t>
      </w:r>
      <w:r w:rsidR="00B33978" w:rsidRPr="00D46EE6">
        <w:rPr>
          <w:rFonts w:ascii="Times New Roman" w:hAnsi="Times New Roman"/>
          <w:sz w:val="28"/>
          <w:szCs w:val="28"/>
        </w:rPr>
        <w:t>ель,</w:t>
      </w:r>
      <w:r w:rsidR="00DF64EA" w:rsidRPr="00D46EE6">
        <w:rPr>
          <w:rFonts w:ascii="Times New Roman" w:hAnsi="Times New Roman"/>
          <w:sz w:val="28"/>
          <w:szCs w:val="28"/>
        </w:rPr>
        <w:t xml:space="preserve"> взять карточку </w:t>
      </w:r>
      <w:r w:rsidR="00B33978" w:rsidRPr="00D46EE6">
        <w:rPr>
          <w:rFonts w:ascii="Times New Roman" w:hAnsi="Times New Roman"/>
          <w:sz w:val="28"/>
          <w:szCs w:val="28"/>
        </w:rPr>
        <w:t>на</w:t>
      </w:r>
      <w:r w:rsidR="009C2068" w:rsidRPr="00D46EE6">
        <w:rPr>
          <w:rFonts w:ascii="Times New Roman" w:hAnsi="Times New Roman"/>
          <w:sz w:val="28"/>
          <w:szCs w:val="28"/>
        </w:rPr>
        <w:t xml:space="preserve"> тему </w:t>
      </w:r>
      <w:r w:rsidR="00BF7EB6" w:rsidRPr="00D46EE6">
        <w:rPr>
          <w:rFonts w:ascii="Times New Roman" w:hAnsi="Times New Roman"/>
          <w:sz w:val="28"/>
          <w:szCs w:val="28"/>
        </w:rPr>
        <w:t>–</w:t>
      </w:r>
      <w:r w:rsidR="009C2068" w:rsidRPr="00D46EE6">
        <w:rPr>
          <w:rFonts w:ascii="Times New Roman" w:hAnsi="Times New Roman"/>
          <w:sz w:val="28"/>
          <w:szCs w:val="28"/>
        </w:rPr>
        <w:t xml:space="preserve"> </w:t>
      </w:r>
      <w:r w:rsidR="00BF7EB6" w:rsidRPr="00D46EE6">
        <w:rPr>
          <w:rFonts w:ascii="Times New Roman" w:hAnsi="Times New Roman"/>
          <w:sz w:val="28"/>
          <w:szCs w:val="28"/>
        </w:rPr>
        <w:t xml:space="preserve">виды </w:t>
      </w:r>
      <w:r w:rsidR="00BF7EB6" w:rsidRPr="00D46EE6">
        <w:rPr>
          <w:rFonts w:ascii="Times New Roman" w:hAnsi="Times New Roman"/>
          <w:sz w:val="28"/>
          <w:szCs w:val="28"/>
        </w:rPr>
        <w:lastRenderedPageBreak/>
        <w:t xml:space="preserve">спорта. </w:t>
      </w:r>
      <w:r w:rsidR="00B33978" w:rsidRPr="00D46EE6">
        <w:rPr>
          <w:rFonts w:ascii="Times New Roman" w:hAnsi="Times New Roman"/>
          <w:sz w:val="28"/>
          <w:szCs w:val="28"/>
        </w:rPr>
        <w:t>спортивный образ жизни и прикрепить на доску (каждая команда проверяет друг у друга как выполнили задание</w:t>
      </w:r>
      <w:r w:rsidR="009C2068" w:rsidRPr="00D46EE6">
        <w:rPr>
          <w:rFonts w:ascii="Times New Roman" w:hAnsi="Times New Roman"/>
          <w:sz w:val="28"/>
          <w:szCs w:val="28"/>
        </w:rPr>
        <w:t>)</w:t>
      </w:r>
    </w:p>
    <w:p w:rsidR="00504A5A" w:rsidRPr="00D46EE6" w:rsidRDefault="00504A5A" w:rsidP="005B4319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D46EE6">
        <w:rPr>
          <w:rFonts w:ascii="Times New Roman" w:hAnsi="Times New Roman"/>
          <w:b/>
          <w:sz w:val="28"/>
          <w:szCs w:val="28"/>
        </w:rPr>
        <w:t xml:space="preserve">7. </w:t>
      </w:r>
      <w:r w:rsidR="002A2B84" w:rsidRPr="00D46EE6">
        <w:rPr>
          <w:rFonts w:ascii="Times New Roman" w:eastAsia="Times New Roman" w:hAnsi="Times New Roman"/>
          <w:b/>
          <w:i/>
          <w:color w:val="000000"/>
          <w:sz w:val="28"/>
          <w:szCs w:val="28"/>
          <w:u w:val="single"/>
          <w:lang w:eastAsia="ru-RU"/>
        </w:rPr>
        <w:t>Инструктор по физкультуре</w:t>
      </w:r>
      <w:r w:rsidR="002A2B84" w:rsidRPr="00D46EE6"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ru-RU"/>
        </w:rPr>
        <w:t>:</w:t>
      </w:r>
      <w:r w:rsidR="002A2B84" w:rsidRPr="00D46EE6">
        <w:rPr>
          <w:rFonts w:ascii="Times New Roman" w:hAnsi="Times New Roman"/>
          <w:b/>
          <w:sz w:val="28"/>
          <w:szCs w:val="28"/>
        </w:rPr>
        <w:t xml:space="preserve"> </w:t>
      </w:r>
      <w:r w:rsidRPr="00D46EE6">
        <w:rPr>
          <w:rFonts w:ascii="Times New Roman" w:hAnsi="Times New Roman"/>
          <w:b/>
          <w:sz w:val="28"/>
          <w:szCs w:val="28"/>
        </w:rPr>
        <w:t>Дыхательная гимнастика с монетой и купюрой «Что легче?»</w:t>
      </w:r>
      <w:r w:rsidR="0070161A" w:rsidRPr="00D46EE6">
        <w:rPr>
          <w:rFonts w:ascii="Times New Roman" w:hAnsi="Times New Roman"/>
          <w:b/>
          <w:sz w:val="28"/>
          <w:szCs w:val="28"/>
        </w:rPr>
        <w:t xml:space="preserve"> (дыхательный тренажёр)</w:t>
      </w:r>
    </w:p>
    <w:p w:rsidR="00504A5A" w:rsidRPr="00D46EE6" w:rsidRDefault="00504A5A" w:rsidP="00504A5A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46EE6">
        <w:rPr>
          <w:rFonts w:ascii="Times New Roman" w:hAnsi="Times New Roman"/>
          <w:sz w:val="28"/>
          <w:szCs w:val="28"/>
        </w:rPr>
        <w:t xml:space="preserve">Как вы думаете, что тяжелее монета или купюра?  (предположения детей - монета). Давайте определим. </w:t>
      </w:r>
      <w:r w:rsidR="00514E87" w:rsidRPr="00D46EE6">
        <w:rPr>
          <w:rFonts w:ascii="Times New Roman" w:hAnsi="Times New Roman"/>
          <w:sz w:val="28"/>
          <w:szCs w:val="28"/>
        </w:rPr>
        <w:t>(дыхательный тренажер)</w:t>
      </w:r>
      <w:r w:rsidRPr="00D46EE6">
        <w:rPr>
          <w:rFonts w:ascii="Times New Roman" w:hAnsi="Times New Roman"/>
          <w:sz w:val="28"/>
          <w:szCs w:val="28"/>
        </w:rPr>
        <w:t xml:space="preserve"> Что тяжелее? Может, подуем? Что происходит с монетой? А что происходит с купюрой? Что легче? (ответы детей тяжелее монета). Как вы думаете какие деньги практичнее бумажные или металлические? (ответы детей металлические, бумажные могут порваться, промокнуть) Молодцы!</w:t>
      </w:r>
    </w:p>
    <w:p w:rsidR="00514E87" w:rsidRPr="00D46EE6" w:rsidRDefault="00514E87" w:rsidP="005B4319">
      <w:pPr>
        <w:spacing w:after="0" w:line="360" w:lineRule="auto"/>
        <w:jc w:val="both"/>
        <w:rPr>
          <w:rFonts w:ascii="Times New Roman" w:hAnsi="Times New Roman"/>
          <w:b/>
          <w:iCs/>
          <w:sz w:val="28"/>
          <w:szCs w:val="28"/>
        </w:rPr>
      </w:pPr>
      <w:r w:rsidRPr="00D46EE6">
        <w:rPr>
          <w:rFonts w:ascii="Times New Roman" w:hAnsi="Times New Roman"/>
          <w:b/>
          <w:iCs/>
          <w:sz w:val="28"/>
          <w:szCs w:val="28"/>
        </w:rPr>
        <w:t>8. Смотрим по карте, кто следующий</w:t>
      </w:r>
    </w:p>
    <w:p w:rsidR="00514E87" w:rsidRPr="00D46EE6" w:rsidRDefault="00514E87" w:rsidP="005B4319">
      <w:pPr>
        <w:spacing w:after="0" w:line="360" w:lineRule="auto"/>
        <w:jc w:val="both"/>
        <w:rPr>
          <w:rFonts w:ascii="Times New Roman" w:hAnsi="Times New Roman"/>
          <w:iCs/>
          <w:sz w:val="28"/>
          <w:szCs w:val="28"/>
        </w:rPr>
      </w:pPr>
      <w:r w:rsidRPr="00D46EE6">
        <w:rPr>
          <w:rFonts w:ascii="Times New Roman" w:hAnsi="Times New Roman"/>
          <w:iCs/>
          <w:sz w:val="28"/>
          <w:szCs w:val="28"/>
        </w:rPr>
        <w:t>Воспитатель: У Нюши в саду растут необычные цветы. Нюша просит помочь составить и прочитать слова, которые спрятаны в лепестках.</w:t>
      </w:r>
    </w:p>
    <w:p w:rsidR="00CE7EC6" w:rsidRPr="00D46EE6" w:rsidRDefault="00514E87" w:rsidP="00CE7EC6">
      <w:pPr>
        <w:spacing w:after="0" w:line="360" w:lineRule="auto"/>
        <w:jc w:val="both"/>
        <w:rPr>
          <w:rFonts w:ascii="Times New Roman" w:hAnsi="Times New Roman"/>
          <w:b/>
          <w:iCs/>
          <w:sz w:val="28"/>
          <w:szCs w:val="28"/>
        </w:rPr>
      </w:pPr>
      <w:r w:rsidRPr="00D46EE6">
        <w:rPr>
          <w:rFonts w:ascii="Times New Roman" w:hAnsi="Times New Roman"/>
          <w:iCs/>
          <w:sz w:val="28"/>
          <w:szCs w:val="28"/>
        </w:rPr>
        <w:t xml:space="preserve">Дети составляют слова </w:t>
      </w:r>
      <w:r w:rsidR="00687B27" w:rsidRPr="00D46EE6">
        <w:rPr>
          <w:rFonts w:ascii="Times New Roman" w:hAnsi="Times New Roman"/>
          <w:iCs/>
          <w:sz w:val="28"/>
          <w:szCs w:val="28"/>
        </w:rPr>
        <w:t>(деньги и здоровье).</w:t>
      </w:r>
      <w:r w:rsidR="00CE7EC6" w:rsidRPr="00D46EE6">
        <w:rPr>
          <w:rFonts w:ascii="Times New Roman" w:hAnsi="Times New Roman"/>
          <w:b/>
          <w:iCs/>
          <w:sz w:val="28"/>
          <w:szCs w:val="28"/>
        </w:rPr>
        <w:t xml:space="preserve"> </w:t>
      </w:r>
    </w:p>
    <w:p w:rsidR="00DF64EA" w:rsidRPr="00D46EE6" w:rsidRDefault="00DF64EA" w:rsidP="00CE7EC6">
      <w:pPr>
        <w:spacing w:after="0" w:line="360" w:lineRule="auto"/>
        <w:jc w:val="both"/>
        <w:rPr>
          <w:rFonts w:ascii="Times New Roman" w:hAnsi="Times New Roman"/>
          <w:b/>
          <w:iCs/>
          <w:sz w:val="28"/>
          <w:szCs w:val="28"/>
        </w:rPr>
      </w:pPr>
      <w:r w:rsidRPr="00D46EE6">
        <w:rPr>
          <w:rFonts w:ascii="Times New Roman" w:hAnsi="Times New Roman"/>
          <w:b/>
          <w:iCs/>
          <w:sz w:val="28"/>
          <w:szCs w:val="28"/>
        </w:rPr>
        <w:t>Смотрим на карту, идём к Сове.</w:t>
      </w:r>
    </w:p>
    <w:p w:rsidR="00DF64EA" w:rsidRPr="00D46EE6" w:rsidRDefault="00DF64EA" w:rsidP="00CE7EC6">
      <w:pPr>
        <w:spacing w:after="0" w:line="360" w:lineRule="auto"/>
        <w:jc w:val="both"/>
        <w:rPr>
          <w:rFonts w:ascii="Times New Roman" w:hAnsi="Times New Roman"/>
          <w:iCs/>
          <w:sz w:val="28"/>
          <w:szCs w:val="28"/>
        </w:rPr>
      </w:pPr>
      <w:r w:rsidRPr="00D46EE6">
        <w:rPr>
          <w:rFonts w:ascii="Times New Roman" w:hAnsi="Times New Roman"/>
          <w:b/>
          <w:iCs/>
          <w:sz w:val="28"/>
          <w:szCs w:val="28"/>
        </w:rPr>
        <w:t xml:space="preserve"> Отдаём копилку и </w:t>
      </w:r>
      <w:proofErr w:type="spellStart"/>
      <w:r w:rsidRPr="00D46EE6">
        <w:rPr>
          <w:rFonts w:ascii="Times New Roman" w:hAnsi="Times New Roman"/>
          <w:b/>
          <w:iCs/>
          <w:sz w:val="28"/>
          <w:szCs w:val="28"/>
        </w:rPr>
        <w:t>Совунья</w:t>
      </w:r>
      <w:proofErr w:type="spellEnd"/>
      <w:r w:rsidRPr="00D46EE6">
        <w:rPr>
          <w:rFonts w:ascii="Times New Roman" w:hAnsi="Times New Roman"/>
          <w:b/>
          <w:iCs/>
          <w:sz w:val="28"/>
          <w:szCs w:val="28"/>
        </w:rPr>
        <w:t xml:space="preserve"> считает с детьми деньги.</w:t>
      </w:r>
      <w:r w:rsidRPr="00D46EE6">
        <w:rPr>
          <w:rFonts w:ascii="Times New Roman" w:hAnsi="Times New Roman"/>
          <w:iCs/>
          <w:sz w:val="28"/>
          <w:szCs w:val="28"/>
        </w:rPr>
        <w:t xml:space="preserve"> Спасибо, вам большое, ребята! Вы нам очень помогли.</w:t>
      </w:r>
    </w:p>
    <w:p w:rsidR="00CE7EC6" w:rsidRPr="00D46EE6" w:rsidRDefault="00DF64EA" w:rsidP="00CE7EC6">
      <w:pPr>
        <w:spacing w:after="0" w:line="360" w:lineRule="auto"/>
        <w:jc w:val="both"/>
        <w:rPr>
          <w:rFonts w:ascii="Times New Roman" w:hAnsi="Times New Roman"/>
          <w:b/>
          <w:iCs/>
          <w:sz w:val="28"/>
          <w:szCs w:val="28"/>
        </w:rPr>
      </w:pPr>
      <w:r w:rsidRPr="00D46EE6">
        <w:rPr>
          <w:rFonts w:ascii="Times New Roman" w:hAnsi="Times New Roman"/>
          <w:iCs/>
          <w:sz w:val="28"/>
          <w:szCs w:val="28"/>
        </w:rPr>
        <w:t xml:space="preserve"> </w:t>
      </w:r>
      <w:r w:rsidR="00D46EE6">
        <w:rPr>
          <w:rFonts w:ascii="Times New Roman" w:hAnsi="Times New Roman"/>
          <w:b/>
          <w:iCs/>
          <w:sz w:val="28"/>
          <w:szCs w:val="28"/>
        </w:rPr>
        <w:t>- Вокруг себя повернись,</w:t>
      </w:r>
      <w:r w:rsidR="00CE7EC6" w:rsidRPr="00D46EE6">
        <w:rPr>
          <w:rFonts w:ascii="Times New Roman" w:hAnsi="Times New Roman"/>
          <w:b/>
          <w:iCs/>
          <w:sz w:val="28"/>
          <w:szCs w:val="28"/>
        </w:rPr>
        <w:t xml:space="preserve"> в садик наш опять вернись.</w:t>
      </w:r>
    </w:p>
    <w:p w:rsidR="00D46EE6" w:rsidRPr="00D46EE6" w:rsidRDefault="00DF64EA" w:rsidP="00CE7EC6">
      <w:pPr>
        <w:spacing w:after="0" w:line="360" w:lineRule="auto"/>
        <w:jc w:val="both"/>
        <w:rPr>
          <w:rFonts w:ascii="Times New Roman" w:hAnsi="Times New Roman"/>
          <w:iCs/>
          <w:sz w:val="28"/>
          <w:szCs w:val="28"/>
        </w:rPr>
      </w:pPr>
      <w:r w:rsidRPr="00D46EE6">
        <w:rPr>
          <w:rFonts w:ascii="Times New Roman" w:hAnsi="Times New Roman"/>
          <w:b/>
          <w:iCs/>
          <w:sz w:val="28"/>
          <w:szCs w:val="28"/>
          <w:u w:val="single"/>
        </w:rPr>
        <w:t>Рефлексия.</w:t>
      </w:r>
      <w:r w:rsidRPr="00D46EE6">
        <w:rPr>
          <w:rFonts w:ascii="Times New Roman" w:hAnsi="Times New Roman"/>
          <w:iCs/>
          <w:sz w:val="28"/>
          <w:szCs w:val="28"/>
        </w:rPr>
        <w:t xml:space="preserve"> </w:t>
      </w:r>
    </w:p>
    <w:p w:rsidR="00687B27" w:rsidRPr="00D46EE6" w:rsidRDefault="00687B27" w:rsidP="005B4319">
      <w:pPr>
        <w:spacing w:after="0" w:line="360" w:lineRule="auto"/>
        <w:jc w:val="both"/>
        <w:rPr>
          <w:rFonts w:ascii="Times New Roman" w:hAnsi="Times New Roman"/>
          <w:iCs/>
          <w:sz w:val="28"/>
          <w:szCs w:val="28"/>
        </w:rPr>
      </w:pPr>
      <w:r w:rsidRPr="00D46EE6">
        <w:rPr>
          <w:rFonts w:ascii="Times New Roman" w:hAnsi="Times New Roman"/>
          <w:iCs/>
          <w:sz w:val="28"/>
          <w:szCs w:val="28"/>
        </w:rPr>
        <w:t>Ребята, вы большие молодцы! Помогли собрать монеты для Ежика.</w:t>
      </w:r>
      <w:r w:rsidR="00744B22" w:rsidRPr="00D46EE6">
        <w:rPr>
          <w:rFonts w:ascii="Times New Roman" w:hAnsi="Times New Roman"/>
          <w:iCs/>
          <w:sz w:val="28"/>
          <w:szCs w:val="28"/>
        </w:rPr>
        <w:t xml:space="preserve"> </w:t>
      </w:r>
      <w:r w:rsidR="00FE2261" w:rsidRPr="00D46EE6">
        <w:rPr>
          <w:rFonts w:ascii="Times New Roman" w:hAnsi="Times New Roman"/>
          <w:iCs/>
          <w:sz w:val="28"/>
          <w:szCs w:val="28"/>
        </w:rPr>
        <w:t>Чему мы сегодня с вами научились?</w:t>
      </w:r>
    </w:p>
    <w:p w:rsidR="00FE2261" w:rsidRPr="00D46EE6" w:rsidRDefault="00D46EE6" w:rsidP="00FE2261">
      <w:pPr>
        <w:spacing w:after="0" w:line="360" w:lineRule="auto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Как вы </w:t>
      </w:r>
      <w:r w:rsidR="00FE2261" w:rsidRPr="00D46EE6">
        <w:rPr>
          <w:rFonts w:ascii="Times New Roman" w:hAnsi="Times New Roman"/>
          <w:iCs/>
          <w:sz w:val="28"/>
          <w:szCs w:val="28"/>
        </w:rPr>
        <w:t>думаете мож</w:t>
      </w:r>
      <w:r>
        <w:rPr>
          <w:rFonts w:ascii="Times New Roman" w:hAnsi="Times New Roman"/>
          <w:iCs/>
          <w:sz w:val="28"/>
          <w:szCs w:val="28"/>
        </w:rPr>
        <w:t xml:space="preserve">но купить здоровье? Что нового </w:t>
      </w:r>
      <w:r w:rsidR="00FE2261" w:rsidRPr="00D46EE6">
        <w:rPr>
          <w:rFonts w:ascii="Times New Roman" w:hAnsi="Times New Roman"/>
          <w:iCs/>
          <w:sz w:val="28"/>
          <w:szCs w:val="28"/>
        </w:rPr>
        <w:t>вы сегодня узнали?</w:t>
      </w:r>
    </w:p>
    <w:p w:rsidR="00FE2261" w:rsidRPr="00D46EE6" w:rsidRDefault="00FE2261" w:rsidP="005B4319">
      <w:pPr>
        <w:spacing w:after="0" w:line="360" w:lineRule="auto"/>
        <w:jc w:val="both"/>
        <w:rPr>
          <w:rFonts w:ascii="Times New Roman" w:hAnsi="Times New Roman"/>
          <w:iCs/>
          <w:sz w:val="28"/>
          <w:szCs w:val="28"/>
        </w:rPr>
      </w:pPr>
      <w:r w:rsidRPr="00D46EE6">
        <w:rPr>
          <w:rFonts w:ascii="Times New Roman" w:hAnsi="Times New Roman"/>
          <w:iCs/>
          <w:sz w:val="28"/>
          <w:szCs w:val="28"/>
        </w:rPr>
        <w:t>Как важно заботится о себе и о своём здоровье?</w:t>
      </w:r>
    </w:p>
    <w:p w:rsidR="00FE2261" w:rsidRPr="00D46EE6" w:rsidRDefault="00687B27" w:rsidP="00FE2261">
      <w:pPr>
        <w:spacing w:after="0" w:line="360" w:lineRule="auto"/>
        <w:jc w:val="both"/>
        <w:rPr>
          <w:rFonts w:ascii="Times New Roman" w:hAnsi="Times New Roman"/>
          <w:iCs/>
          <w:sz w:val="28"/>
          <w:szCs w:val="28"/>
        </w:rPr>
      </w:pPr>
      <w:r w:rsidRPr="00D46EE6">
        <w:rPr>
          <w:rFonts w:ascii="Times New Roman" w:hAnsi="Times New Roman"/>
          <w:sz w:val="28"/>
          <w:szCs w:val="28"/>
        </w:rPr>
        <w:t xml:space="preserve"> </w:t>
      </w:r>
      <w:r w:rsidR="00E41E44" w:rsidRPr="00D46EE6">
        <w:rPr>
          <w:rFonts w:ascii="Times New Roman" w:hAnsi="Times New Roman"/>
          <w:sz w:val="28"/>
          <w:szCs w:val="28"/>
        </w:rPr>
        <w:t>Спасибо Вам большое за путешествие!!!!</w:t>
      </w:r>
      <w:r w:rsidR="00CD2491" w:rsidRPr="00D46EE6">
        <w:rPr>
          <w:rFonts w:ascii="Times New Roman" w:hAnsi="Times New Roman"/>
          <w:sz w:val="28"/>
          <w:szCs w:val="28"/>
        </w:rPr>
        <w:t xml:space="preserve"> </w:t>
      </w:r>
      <w:r w:rsidR="00FE2261" w:rsidRPr="00D46EE6">
        <w:rPr>
          <w:rFonts w:ascii="Times New Roman" w:hAnsi="Times New Roman"/>
          <w:iCs/>
          <w:sz w:val="28"/>
          <w:szCs w:val="28"/>
        </w:rPr>
        <w:t>Я предлагаю и нашим гостям подарить на память кошельки, которые сделали своими руками.</w:t>
      </w:r>
    </w:p>
    <w:p w:rsidR="00804B42" w:rsidRPr="00D46EE6" w:rsidRDefault="00804B42" w:rsidP="00882FBB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04A5A" w:rsidRPr="00D46EE6" w:rsidRDefault="00504A5A" w:rsidP="00882FBB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804B42" w:rsidRPr="00D46EE6" w:rsidRDefault="00804B42" w:rsidP="00D46EE6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sectPr w:rsidR="00804B42" w:rsidRPr="00D46EE6" w:rsidSect="00B352B5">
      <w:pgSz w:w="11906" w:h="16838"/>
      <w:pgMar w:top="1134" w:right="850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E0958"/>
    <w:multiLevelType w:val="hybridMultilevel"/>
    <w:tmpl w:val="40BAB0C4"/>
    <w:lvl w:ilvl="0" w:tplc="8D1275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790B29"/>
    <w:multiLevelType w:val="hybridMultilevel"/>
    <w:tmpl w:val="B5C490FC"/>
    <w:lvl w:ilvl="0" w:tplc="8D1275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CD0136"/>
    <w:multiLevelType w:val="hybridMultilevel"/>
    <w:tmpl w:val="64CA3926"/>
    <w:lvl w:ilvl="0" w:tplc="8D1275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7E6DC0"/>
    <w:multiLevelType w:val="hybridMultilevel"/>
    <w:tmpl w:val="3690C298"/>
    <w:lvl w:ilvl="0" w:tplc="8D1275C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compat>
    <w:compatSetting w:name="compatibilityMode" w:uri="http://schemas.microsoft.com/office/word" w:val="12"/>
  </w:compat>
  <w:rsids>
    <w:rsidRoot w:val="00AB54C5"/>
    <w:rsid w:val="00000324"/>
    <w:rsid w:val="00002C5A"/>
    <w:rsid w:val="000038E7"/>
    <w:rsid w:val="00004858"/>
    <w:rsid w:val="000050DA"/>
    <w:rsid w:val="00006302"/>
    <w:rsid w:val="00006D61"/>
    <w:rsid w:val="00010437"/>
    <w:rsid w:val="000104B7"/>
    <w:rsid w:val="000104C8"/>
    <w:rsid w:val="00011065"/>
    <w:rsid w:val="000159F8"/>
    <w:rsid w:val="00017E4F"/>
    <w:rsid w:val="00020F46"/>
    <w:rsid w:val="00024D91"/>
    <w:rsid w:val="00025761"/>
    <w:rsid w:val="0003041A"/>
    <w:rsid w:val="00030CD7"/>
    <w:rsid w:val="00032422"/>
    <w:rsid w:val="000339A3"/>
    <w:rsid w:val="00036542"/>
    <w:rsid w:val="00037EBD"/>
    <w:rsid w:val="0004167B"/>
    <w:rsid w:val="00041D00"/>
    <w:rsid w:val="00042A4F"/>
    <w:rsid w:val="00045DA2"/>
    <w:rsid w:val="0004626B"/>
    <w:rsid w:val="00046D47"/>
    <w:rsid w:val="00051D59"/>
    <w:rsid w:val="00052279"/>
    <w:rsid w:val="00053ED5"/>
    <w:rsid w:val="00054AF3"/>
    <w:rsid w:val="00054C4E"/>
    <w:rsid w:val="00055090"/>
    <w:rsid w:val="000551C7"/>
    <w:rsid w:val="00056185"/>
    <w:rsid w:val="0005780A"/>
    <w:rsid w:val="00060046"/>
    <w:rsid w:val="00061728"/>
    <w:rsid w:val="000617C0"/>
    <w:rsid w:val="00061942"/>
    <w:rsid w:val="00062659"/>
    <w:rsid w:val="00062881"/>
    <w:rsid w:val="00062DEC"/>
    <w:rsid w:val="0006477E"/>
    <w:rsid w:val="000647DA"/>
    <w:rsid w:val="0006634D"/>
    <w:rsid w:val="0006756D"/>
    <w:rsid w:val="000677CB"/>
    <w:rsid w:val="00067DF8"/>
    <w:rsid w:val="000700C6"/>
    <w:rsid w:val="0007263D"/>
    <w:rsid w:val="00072897"/>
    <w:rsid w:val="0008027B"/>
    <w:rsid w:val="000805D0"/>
    <w:rsid w:val="00080754"/>
    <w:rsid w:val="000821A4"/>
    <w:rsid w:val="00082579"/>
    <w:rsid w:val="00083EBE"/>
    <w:rsid w:val="0008532F"/>
    <w:rsid w:val="00085F0E"/>
    <w:rsid w:val="000873B2"/>
    <w:rsid w:val="00090707"/>
    <w:rsid w:val="000907E2"/>
    <w:rsid w:val="00092453"/>
    <w:rsid w:val="00093245"/>
    <w:rsid w:val="00093606"/>
    <w:rsid w:val="00094DDE"/>
    <w:rsid w:val="00094FE0"/>
    <w:rsid w:val="0009775A"/>
    <w:rsid w:val="000A058B"/>
    <w:rsid w:val="000A18FB"/>
    <w:rsid w:val="000A3E04"/>
    <w:rsid w:val="000A600A"/>
    <w:rsid w:val="000A6BF9"/>
    <w:rsid w:val="000B14A5"/>
    <w:rsid w:val="000B1C8A"/>
    <w:rsid w:val="000B1FB8"/>
    <w:rsid w:val="000B245C"/>
    <w:rsid w:val="000B3AB5"/>
    <w:rsid w:val="000B40D1"/>
    <w:rsid w:val="000B4153"/>
    <w:rsid w:val="000B537F"/>
    <w:rsid w:val="000B5CD0"/>
    <w:rsid w:val="000B749F"/>
    <w:rsid w:val="000B7594"/>
    <w:rsid w:val="000C0E56"/>
    <w:rsid w:val="000C2030"/>
    <w:rsid w:val="000C3905"/>
    <w:rsid w:val="000C41C4"/>
    <w:rsid w:val="000C4C06"/>
    <w:rsid w:val="000C683A"/>
    <w:rsid w:val="000C70D2"/>
    <w:rsid w:val="000D1C89"/>
    <w:rsid w:val="000D2880"/>
    <w:rsid w:val="000D35A1"/>
    <w:rsid w:val="000D448F"/>
    <w:rsid w:val="000D58B4"/>
    <w:rsid w:val="000D692C"/>
    <w:rsid w:val="000E0976"/>
    <w:rsid w:val="000E15E2"/>
    <w:rsid w:val="000E1A7A"/>
    <w:rsid w:val="000E2FFE"/>
    <w:rsid w:val="000E3156"/>
    <w:rsid w:val="000E7D24"/>
    <w:rsid w:val="000F0DFD"/>
    <w:rsid w:val="000F15FD"/>
    <w:rsid w:val="000F2C63"/>
    <w:rsid w:val="000F4C15"/>
    <w:rsid w:val="000F50D7"/>
    <w:rsid w:val="000F5772"/>
    <w:rsid w:val="000F5985"/>
    <w:rsid w:val="000F6583"/>
    <w:rsid w:val="000F6956"/>
    <w:rsid w:val="000F6A6A"/>
    <w:rsid w:val="000F759B"/>
    <w:rsid w:val="000F75EF"/>
    <w:rsid w:val="000F789A"/>
    <w:rsid w:val="0010028D"/>
    <w:rsid w:val="00101421"/>
    <w:rsid w:val="00102A63"/>
    <w:rsid w:val="001031B2"/>
    <w:rsid w:val="0010685F"/>
    <w:rsid w:val="00106946"/>
    <w:rsid w:val="0010786E"/>
    <w:rsid w:val="00110222"/>
    <w:rsid w:val="00110337"/>
    <w:rsid w:val="00110836"/>
    <w:rsid w:val="0011301C"/>
    <w:rsid w:val="001135E5"/>
    <w:rsid w:val="001138D0"/>
    <w:rsid w:val="00114E61"/>
    <w:rsid w:val="0011501A"/>
    <w:rsid w:val="00115BE9"/>
    <w:rsid w:val="00124AC9"/>
    <w:rsid w:val="00125885"/>
    <w:rsid w:val="001270A9"/>
    <w:rsid w:val="001277B4"/>
    <w:rsid w:val="00127869"/>
    <w:rsid w:val="00127C0E"/>
    <w:rsid w:val="001304BB"/>
    <w:rsid w:val="0013145D"/>
    <w:rsid w:val="00136813"/>
    <w:rsid w:val="00136C93"/>
    <w:rsid w:val="00140827"/>
    <w:rsid w:val="00141372"/>
    <w:rsid w:val="0014190E"/>
    <w:rsid w:val="001428E5"/>
    <w:rsid w:val="001432FC"/>
    <w:rsid w:val="001433C7"/>
    <w:rsid w:val="00143637"/>
    <w:rsid w:val="00143792"/>
    <w:rsid w:val="0014482F"/>
    <w:rsid w:val="00145E4D"/>
    <w:rsid w:val="00146C70"/>
    <w:rsid w:val="00150349"/>
    <w:rsid w:val="00150B17"/>
    <w:rsid w:val="00150CA7"/>
    <w:rsid w:val="0015213D"/>
    <w:rsid w:val="00154F2C"/>
    <w:rsid w:val="001569FA"/>
    <w:rsid w:val="0016091C"/>
    <w:rsid w:val="00161509"/>
    <w:rsid w:val="00161A9E"/>
    <w:rsid w:val="00162E6D"/>
    <w:rsid w:val="00163263"/>
    <w:rsid w:val="00163F03"/>
    <w:rsid w:val="00165A8E"/>
    <w:rsid w:val="00165CE1"/>
    <w:rsid w:val="0016628C"/>
    <w:rsid w:val="00166772"/>
    <w:rsid w:val="00167BF8"/>
    <w:rsid w:val="00167D1C"/>
    <w:rsid w:val="00167D2E"/>
    <w:rsid w:val="00167EFA"/>
    <w:rsid w:val="00170341"/>
    <w:rsid w:val="001704DB"/>
    <w:rsid w:val="00170AEE"/>
    <w:rsid w:val="001713FE"/>
    <w:rsid w:val="001718D5"/>
    <w:rsid w:val="0017301C"/>
    <w:rsid w:val="00174551"/>
    <w:rsid w:val="0017494B"/>
    <w:rsid w:val="00177D66"/>
    <w:rsid w:val="00182F81"/>
    <w:rsid w:val="001831A0"/>
    <w:rsid w:val="00184C18"/>
    <w:rsid w:val="001850A8"/>
    <w:rsid w:val="00185F19"/>
    <w:rsid w:val="001864DC"/>
    <w:rsid w:val="00186F6F"/>
    <w:rsid w:val="00187692"/>
    <w:rsid w:val="001915F9"/>
    <w:rsid w:val="00191BCC"/>
    <w:rsid w:val="00194A20"/>
    <w:rsid w:val="00195931"/>
    <w:rsid w:val="001972CB"/>
    <w:rsid w:val="001A21E2"/>
    <w:rsid w:val="001A2433"/>
    <w:rsid w:val="001A4C31"/>
    <w:rsid w:val="001A4FCA"/>
    <w:rsid w:val="001A66E2"/>
    <w:rsid w:val="001A7624"/>
    <w:rsid w:val="001B439C"/>
    <w:rsid w:val="001B4574"/>
    <w:rsid w:val="001B4921"/>
    <w:rsid w:val="001B5266"/>
    <w:rsid w:val="001B5EA4"/>
    <w:rsid w:val="001B74B6"/>
    <w:rsid w:val="001C2EB9"/>
    <w:rsid w:val="001C4438"/>
    <w:rsid w:val="001C79C2"/>
    <w:rsid w:val="001D1207"/>
    <w:rsid w:val="001D25E0"/>
    <w:rsid w:val="001D52E4"/>
    <w:rsid w:val="001D71B3"/>
    <w:rsid w:val="001E075B"/>
    <w:rsid w:val="001E08B5"/>
    <w:rsid w:val="001E133F"/>
    <w:rsid w:val="001E1A6F"/>
    <w:rsid w:val="001E3374"/>
    <w:rsid w:val="001E5B87"/>
    <w:rsid w:val="001E5F78"/>
    <w:rsid w:val="001F0132"/>
    <w:rsid w:val="001F1DA1"/>
    <w:rsid w:val="001F5DF4"/>
    <w:rsid w:val="001F685C"/>
    <w:rsid w:val="0020070D"/>
    <w:rsid w:val="00201F31"/>
    <w:rsid w:val="00203534"/>
    <w:rsid w:val="00203CED"/>
    <w:rsid w:val="00204783"/>
    <w:rsid w:val="00205276"/>
    <w:rsid w:val="00205656"/>
    <w:rsid w:val="002060A5"/>
    <w:rsid w:val="002065AE"/>
    <w:rsid w:val="002128E3"/>
    <w:rsid w:val="0021398E"/>
    <w:rsid w:val="00213A6C"/>
    <w:rsid w:val="00214DB2"/>
    <w:rsid w:val="00215A1D"/>
    <w:rsid w:val="0022035F"/>
    <w:rsid w:val="002205E0"/>
    <w:rsid w:val="00220FF5"/>
    <w:rsid w:val="00222ACF"/>
    <w:rsid w:val="00223360"/>
    <w:rsid w:val="00224117"/>
    <w:rsid w:val="00227CB5"/>
    <w:rsid w:val="00230265"/>
    <w:rsid w:val="00230654"/>
    <w:rsid w:val="0023140C"/>
    <w:rsid w:val="00231B36"/>
    <w:rsid w:val="00236C69"/>
    <w:rsid w:val="00237C0B"/>
    <w:rsid w:val="00241496"/>
    <w:rsid w:val="002416DE"/>
    <w:rsid w:val="00241AA5"/>
    <w:rsid w:val="002429D0"/>
    <w:rsid w:val="00243F87"/>
    <w:rsid w:val="00244BF1"/>
    <w:rsid w:val="00245004"/>
    <w:rsid w:val="0024604D"/>
    <w:rsid w:val="0024684F"/>
    <w:rsid w:val="002504E0"/>
    <w:rsid w:val="00251E93"/>
    <w:rsid w:val="00252E49"/>
    <w:rsid w:val="00253218"/>
    <w:rsid w:val="0025439F"/>
    <w:rsid w:val="002572DC"/>
    <w:rsid w:val="0025739C"/>
    <w:rsid w:val="002630D8"/>
    <w:rsid w:val="00266305"/>
    <w:rsid w:val="00266B0F"/>
    <w:rsid w:val="00267493"/>
    <w:rsid w:val="002702E0"/>
    <w:rsid w:val="0027126E"/>
    <w:rsid w:val="00271F60"/>
    <w:rsid w:val="00272628"/>
    <w:rsid w:val="002730BA"/>
    <w:rsid w:val="0027377C"/>
    <w:rsid w:val="002748F1"/>
    <w:rsid w:val="00276195"/>
    <w:rsid w:val="0027648D"/>
    <w:rsid w:val="00277BEF"/>
    <w:rsid w:val="0028004D"/>
    <w:rsid w:val="00283377"/>
    <w:rsid w:val="00283652"/>
    <w:rsid w:val="002837D0"/>
    <w:rsid w:val="00284C3A"/>
    <w:rsid w:val="00285A3E"/>
    <w:rsid w:val="00286091"/>
    <w:rsid w:val="00290002"/>
    <w:rsid w:val="002909AD"/>
    <w:rsid w:val="00292333"/>
    <w:rsid w:val="002932B6"/>
    <w:rsid w:val="002958A8"/>
    <w:rsid w:val="00295A53"/>
    <w:rsid w:val="00296ED9"/>
    <w:rsid w:val="00297E33"/>
    <w:rsid w:val="002A0C15"/>
    <w:rsid w:val="002A1530"/>
    <w:rsid w:val="002A2B84"/>
    <w:rsid w:val="002A3545"/>
    <w:rsid w:val="002A3C01"/>
    <w:rsid w:val="002A412D"/>
    <w:rsid w:val="002A43DB"/>
    <w:rsid w:val="002A445E"/>
    <w:rsid w:val="002A573A"/>
    <w:rsid w:val="002A6A03"/>
    <w:rsid w:val="002A77C6"/>
    <w:rsid w:val="002B0F5A"/>
    <w:rsid w:val="002B2745"/>
    <w:rsid w:val="002B3159"/>
    <w:rsid w:val="002B54D6"/>
    <w:rsid w:val="002B5B73"/>
    <w:rsid w:val="002B63F7"/>
    <w:rsid w:val="002B674B"/>
    <w:rsid w:val="002B6B54"/>
    <w:rsid w:val="002B6B5D"/>
    <w:rsid w:val="002B7A82"/>
    <w:rsid w:val="002B7DDB"/>
    <w:rsid w:val="002C1240"/>
    <w:rsid w:val="002C2828"/>
    <w:rsid w:val="002C2D69"/>
    <w:rsid w:val="002C3910"/>
    <w:rsid w:val="002C45FA"/>
    <w:rsid w:val="002C5152"/>
    <w:rsid w:val="002C5DCF"/>
    <w:rsid w:val="002C6CFA"/>
    <w:rsid w:val="002D0C2B"/>
    <w:rsid w:val="002D1B29"/>
    <w:rsid w:val="002D2F7E"/>
    <w:rsid w:val="002D3FB9"/>
    <w:rsid w:val="002D53F3"/>
    <w:rsid w:val="002D7184"/>
    <w:rsid w:val="002D77AA"/>
    <w:rsid w:val="002E0925"/>
    <w:rsid w:val="002E167C"/>
    <w:rsid w:val="002E1E9F"/>
    <w:rsid w:val="002E20AE"/>
    <w:rsid w:val="002E2A37"/>
    <w:rsid w:val="002E4482"/>
    <w:rsid w:val="002E45BF"/>
    <w:rsid w:val="002E4713"/>
    <w:rsid w:val="002E574D"/>
    <w:rsid w:val="002E592E"/>
    <w:rsid w:val="002E78B5"/>
    <w:rsid w:val="002F14D9"/>
    <w:rsid w:val="002F1B66"/>
    <w:rsid w:val="002F2D24"/>
    <w:rsid w:val="002F3C42"/>
    <w:rsid w:val="002F6944"/>
    <w:rsid w:val="0030181C"/>
    <w:rsid w:val="00301F2B"/>
    <w:rsid w:val="00302EA8"/>
    <w:rsid w:val="00302F0E"/>
    <w:rsid w:val="003048F7"/>
    <w:rsid w:val="00304D77"/>
    <w:rsid w:val="003060C7"/>
    <w:rsid w:val="00307676"/>
    <w:rsid w:val="00314ABE"/>
    <w:rsid w:val="00315314"/>
    <w:rsid w:val="00316077"/>
    <w:rsid w:val="00317480"/>
    <w:rsid w:val="00317563"/>
    <w:rsid w:val="0032068E"/>
    <w:rsid w:val="00320C49"/>
    <w:rsid w:val="00320D35"/>
    <w:rsid w:val="003239B2"/>
    <w:rsid w:val="00323A88"/>
    <w:rsid w:val="00325160"/>
    <w:rsid w:val="003252B3"/>
    <w:rsid w:val="00327421"/>
    <w:rsid w:val="00327A22"/>
    <w:rsid w:val="00330A0D"/>
    <w:rsid w:val="00331024"/>
    <w:rsid w:val="0033134A"/>
    <w:rsid w:val="00332705"/>
    <w:rsid w:val="0033369A"/>
    <w:rsid w:val="00333D52"/>
    <w:rsid w:val="00335481"/>
    <w:rsid w:val="00335CCF"/>
    <w:rsid w:val="00335E04"/>
    <w:rsid w:val="00335FF2"/>
    <w:rsid w:val="003373CD"/>
    <w:rsid w:val="00337A97"/>
    <w:rsid w:val="00340074"/>
    <w:rsid w:val="00340ED5"/>
    <w:rsid w:val="00343D73"/>
    <w:rsid w:val="00345160"/>
    <w:rsid w:val="00345587"/>
    <w:rsid w:val="00346B6E"/>
    <w:rsid w:val="00350A73"/>
    <w:rsid w:val="00351AF6"/>
    <w:rsid w:val="003527D5"/>
    <w:rsid w:val="00352ACB"/>
    <w:rsid w:val="0035326B"/>
    <w:rsid w:val="00355529"/>
    <w:rsid w:val="003619F8"/>
    <w:rsid w:val="00362AAE"/>
    <w:rsid w:val="00363F4A"/>
    <w:rsid w:val="0036444A"/>
    <w:rsid w:val="00364BCC"/>
    <w:rsid w:val="00364D2E"/>
    <w:rsid w:val="0036572F"/>
    <w:rsid w:val="003658A5"/>
    <w:rsid w:val="0036634C"/>
    <w:rsid w:val="00366B97"/>
    <w:rsid w:val="0036769B"/>
    <w:rsid w:val="003679AC"/>
    <w:rsid w:val="00373070"/>
    <w:rsid w:val="003732C9"/>
    <w:rsid w:val="003734BC"/>
    <w:rsid w:val="00374A76"/>
    <w:rsid w:val="00374B85"/>
    <w:rsid w:val="0037629E"/>
    <w:rsid w:val="003773C6"/>
    <w:rsid w:val="0038318E"/>
    <w:rsid w:val="00385C9C"/>
    <w:rsid w:val="00386FB0"/>
    <w:rsid w:val="00387F45"/>
    <w:rsid w:val="00390C9C"/>
    <w:rsid w:val="0039105D"/>
    <w:rsid w:val="00391095"/>
    <w:rsid w:val="003929D9"/>
    <w:rsid w:val="0039331C"/>
    <w:rsid w:val="0039491F"/>
    <w:rsid w:val="00394A86"/>
    <w:rsid w:val="00396BE7"/>
    <w:rsid w:val="00397182"/>
    <w:rsid w:val="003A3E41"/>
    <w:rsid w:val="003A4895"/>
    <w:rsid w:val="003A5B0F"/>
    <w:rsid w:val="003A70BD"/>
    <w:rsid w:val="003A738C"/>
    <w:rsid w:val="003A7555"/>
    <w:rsid w:val="003B0DF3"/>
    <w:rsid w:val="003B1474"/>
    <w:rsid w:val="003B3813"/>
    <w:rsid w:val="003B5DCD"/>
    <w:rsid w:val="003B6F3B"/>
    <w:rsid w:val="003C0201"/>
    <w:rsid w:val="003C0608"/>
    <w:rsid w:val="003C3B07"/>
    <w:rsid w:val="003C40D9"/>
    <w:rsid w:val="003C5C80"/>
    <w:rsid w:val="003C5DF4"/>
    <w:rsid w:val="003C6088"/>
    <w:rsid w:val="003C692E"/>
    <w:rsid w:val="003C7BF7"/>
    <w:rsid w:val="003D1032"/>
    <w:rsid w:val="003D220E"/>
    <w:rsid w:val="003D3F18"/>
    <w:rsid w:val="003D62E6"/>
    <w:rsid w:val="003D735F"/>
    <w:rsid w:val="003D7429"/>
    <w:rsid w:val="003E0165"/>
    <w:rsid w:val="003E092F"/>
    <w:rsid w:val="003E1804"/>
    <w:rsid w:val="003E265D"/>
    <w:rsid w:val="003E3043"/>
    <w:rsid w:val="003E6538"/>
    <w:rsid w:val="003E6C5C"/>
    <w:rsid w:val="003E72F9"/>
    <w:rsid w:val="003E7809"/>
    <w:rsid w:val="003F115A"/>
    <w:rsid w:val="003F192A"/>
    <w:rsid w:val="003F20BE"/>
    <w:rsid w:val="003F339D"/>
    <w:rsid w:val="003F34DB"/>
    <w:rsid w:val="003F3696"/>
    <w:rsid w:val="003F5304"/>
    <w:rsid w:val="003F61C0"/>
    <w:rsid w:val="003F7F4F"/>
    <w:rsid w:val="004001C1"/>
    <w:rsid w:val="00400FB4"/>
    <w:rsid w:val="00401809"/>
    <w:rsid w:val="0040283D"/>
    <w:rsid w:val="00402B1E"/>
    <w:rsid w:val="004034C9"/>
    <w:rsid w:val="00404D68"/>
    <w:rsid w:val="00405050"/>
    <w:rsid w:val="00405404"/>
    <w:rsid w:val="0040715F"/>
    <w:rsid w:val="004072B9"/>
    <w:rsid w:val="004078D6"/>
    <w:rsid w:val="00407E28"/>
    <w:rsid w:val="0041160F"/>
    <w:rsid w:val="00411BA8"/>
    <w:rsid w:val="00411D2A"/>
    <w:rsid w:val="00413111"/>
    <w:rsid w:val="004137B7"/>
    <w:rsid w:val="00414293"/>
    <w:rsid w:val="00414313"/>
    <w:rsid w:val="00414684"/>
    <w:rsid w:val="00414E6F"/>
    <w:rsid w:val="00415249"/>
    <w:rsid w:val="004159DA"/>
    <w:rsid w:val="00416300"/>
    <w:rsid w:val="00417E15"/>
    <w:rsid w:val="004216A4"/>
    <w:rsid w:val="00421A22"/>
    <w:rsid w:val="00421F12"/>
    <w:rsid w:val="004236D2"/>
    <w:rsid w:val="00423E4F"/>
    <w:rsid w:val="00424EAC"/>
    <w:rsid w:val="00424FD7"/>
    <w:rsid w:val="004252E0"/>
    <w:rsid w:val="004259CA"/>
    <w:rsid w:val="00425BBA"/>
    <w:rsid w:val="00426E87"/>
    <w:rsid w:val="00430590"/>
    <w:rsid w:val="00430C6E"/>
    <w:rsid w:val="00434E3E"/>
    <w:rsid w:val="004351BF"/>
    <w:rsid w:val="0043661B"/>
    <w:rsid w:val="00436C14"/>
    <w:rsid w:val="00437BD0"/>
    <w:rsid w:val="0044055C"/>
    <w:rsid w:val="00442EC7"/>
    <w:rsid w:val="004443D0"/>
    <w:rsid w:val="00444ABC"/>
    <w:rsid w:val="004451BA"/>
    <w:rsid w:val="00446074"/>
    <w:rsid w:val="00446DB3"/>
    <w:rsid w:val="00452864"/>
    <w:rsid w:val="004529FC"/>
    <w:rsid w:val="00452D40"/>
    <w:rsid w:val="00452E75"/>
    <w:rsid w:val="00453260"/>
    <w:rsid w:val="00453C7A"/>
    <w:rsid w:val="00455BD3"/>
    <w:rsid w:val="00456FB0"/>
    <w:rsid w:val="00460025"/>
    <w:rsid w:val="004601B7"/>
    <w:rsid w:val="00460B8B"/>
    <w:rsid w:val="00461D7A"/>
    <w:rsid w:val="00463098"/>
    <w:rsid w:val="00464913"/>
    <w:rsid w:val="0046544D"/>
    <w:rsid w:val="004705BC"/>
    <w:rsid w:val="00472196"/>
    <w:rsid w:val="00472EA0"/>
    <w:rsid w:val="0047548D"/>
    <w:rsid w:val="00475D64"/>
    <w:rsid w:val="00476001"/>
    <w:rsid w:val="00476641"/>
    <w:rsid w:val="004773F3"/>
    <w:rsid w:val="00477E8B"/>
    <w:rsid w:val="00480CBC"/>
    <w:rsid w:val="00481153"/>
    <w:rsid w:val="00481C50"/>
    <w:rsid w:val="00482B00"/>
    <w:rsid w:val="004857D6"/>
    <w:rsid w:val="004876C2"/>
    <w:rsid w:val="00490076"/>
    <w:rsid w:val="0049217C"/>
    <w:rsid w:val="00493344"/>
    <w:rsid w:val="004941A7"/>
    <w:rsid w:val="00494BB3"/>
    <w:rsid w:val="00495781"/>
    <w:rsid w:val="00495D37"/>
    <w:rsid w:val="004966FF"/>
    <w:rsid w:val="004A172C"/>
    <w:rsid w:val="004A33E5"/>
    <w:rsid w:val="004A3CFE"/>
    <w:rsid w:val="004A4158"/>
    <w:rsid w:val="004A4FE3"/>
    <w:rsid w:val="004A58B6"/>
    <w:rsid w:val="004A6DF8"/>
    <w:rsid w:val="004A6E9A"/>
    <w:rsid w:val="004A76BE"/>
    <w:rsid w:val="004B07E8"/>
    <w:rsid w:val="004B0E93"/>
    <w:rsid w:val="004B21DF"/>
    <w:rsid w:val="004B2607"/>
    <w:rsid w:val="004B28D6"/>
    <w:rsid w:val="004B30CF"/>
    <w:rsid w:val="004B45B1"/>
    <w:rsid w:val="004B4BC9"/>
    <w:rsid w:val="004B7E15"/>
    <w:rsid w:val="004B7FE1"/>
    <w:rsid w:val="004C03C5"/>
    <w:rsid w:val="004C10D0"/>
    <w:rsid w:val="004C3DA5"/>
    <w:rsid w:val="004C45A0"/>
    <w:rsid w:val="004C4933"/>
    <w:rsid w:val="004D3270"/>
    <w:rsid w:val="004D4C6A"/>
    <w:rsid w:val="004D4E7A"/>
    <w:rsid w:val="004D73D1"/>
    <w:rsid w:val="004D79B8"/>
    <w:rsid w:val="004D7D4C"/>
    <w:rsid w:val="004E0D85"/>
    <w:rsid w:val="004E43DD"/>
    <w:rsid w:val="004E5059"/>
    <w:rsid w:val="004F0091"/>
    <w:rsid w:val="004F155B"/>
    <w:rsid w:val="004F1E5F"/>
    <w:rsid w:val="004F2926"/>
    <w:rsid w:val="004F2C34"/>
    <w:rsid w:val="004F3903"/>
    <w:rsid w:val="004F3B43"/>
    <w:rsid w:val="004F3C4F"/>
    <w:rsid w:val="004F5FC5"/>
    <w:rsid w:val="004F67A0"/>
    <w:rsid w:val="004F6D5F"/>
    <w:rsid w:val="004F6FE1"/>
    <w:rsid w:val="004F7DAB"/>
    <w:rsid w:val="00504284"/>
    <w:rsid w:val="0050460E"/>
    <w:rsid w:val="00504A5A"/>
    <w:rsid w:val="00506EDC"/>
    <w:rsid w:val="00506F37"/>
    <w:rsid w:val="005117D7"/>
    <w:rsid w:val="0051210A"/>
    <w:rsid w:val="00512D28"/>
    <w:rsid w:val="005135E6"/>
    <w:rsid w:val="00513740"/>
    <w:rsid w:val="00514E87"/>
    <w:rsid w:val="00515523"/>
    <w:rsid w:val="005201BA"/>
    <w:rsid w:val="005208AE"/>
    <w:rsid w:val="00521167"/>
    <w:rsid w:val="00521851"/>
    <w:rsid w:val="005225A1"/>
    <w:rsid w:val="00523781"/>
    <w:rsid w:val="00523C27"/>
    <w:rsid w:val="00525CAC"/>
    <w:rsid w:val="0052741D"/>
    <w:rsid w:val="00530D68"/>
    <w:rsid w:val="005315C1"/>
    <w:rsid w:val="00532399"/>
    <w:rsid w:val="0053336F"/>
    <w:rsid w:val="0053374C"/>
    <w:rsid w:val="00533AD5"/>
    <w:rsid w:val="00535912"/>
    <w:rsid w:val="00535F47"/>
    <w:rsid w:val="00536601"/>
    <w:rsid w:val="005368E9"/>
    <w:rsid w:val="00540320"/>
    <w:rsid w:val="00540EA9"/>
    <w:rsid w:val="00541AD6"/>
    <w:rsid w:val="00541AE2"/>
    <w:rsid w:val="00542F50"/>
    <w:rsid w:val="00544693"/>
    <w:rsid w:val="00544FC5"/>
    <w:rsid w:val="00545403"/>
    <w:rsid w:val="00546099"/>
    <w:rsid w:val="00546673"/>
    <w:rsid w:val="00546A97"/>
    <w:rsid w:val="0054710B"/>
    <w:rsid w:val="0054713A"/>
    <w:rsid w:val="005511F6"/>
    <w:rsid w:val="00551266"/>
    <w:rsid w:val="00551D43"/>
    <w:rsid w:val="00553C3F"/>
    <w:rsid w:val="005577C1"/>
    <w:rsid w:val="005578A6"/>
    <w:rsid w:val="005606E2"/>
    <w:rsid w:val="00560789"/>
    <w:rsid w:val="00562E57"/>
    <w:rsid w:val="00564CF6"/>
    <w:rsid w:val="00565D21"/>
    <w:rsid w:val="00566B5F"/>
    <w:rsid w:val="00567249"/>
    <w:rsid w:val="005674A2"/>
    <w:rsid w:val="00567C39"/>
    <w:rsid w:val="005710CB"/>
    <w:rsid w:val="005711B8"/>
    <w:rsid w:val="00571C71"/>
    <w:rsid w:val="00572411"/>
    <w:rsid w:val="0057350C"/>
    <w:rsid w:val="00573631"/>
    <w:rsid w:val="00573A86"/>
    <w:rsid w:val="0057473B"/>
    <w:rsid w:val="00574AF2"/>
    <w:rsid w:val="00574F20"/>
    <w:rsid w:val="00577BB8"/>
    <w:rsid w:val="005801B8"/>
    <w:rsid w:val="00580C04"/>
    <w:rsid w:val="00583580"/>
    <w:rsid w:val="00583D3A"/>
    <w:rsid w:val="00584134"/>
    <w:rsid w:val="00585EA9"/>
    <w:rsid w:val="005865AB"/>
    <w:rsid w:val="005901CB"/>
    <w:rsid w:val="00590E74"/>
    <w:rsid w:val="005911B9"/>
    <w:rsid w:val="0059233B"/>
    <w:rsid w:val="00593054"/>
    <w:rsid w:val="0059390D"/>
    <w:rsid w:val="0059534A"/>
    <w:rsid w:val="005A2F37"/>
    <w:rsid w:val="005A4283"/>
    <w:rsid w:val="005A689F"/>
    <w:rsid w:val="005A729B"/>
    <w:rsid w:val="005A7B75"/>
    <w:rsid w:val="005A7BA7"/>
    <w:rsid w:val="005B03F9"/>
    <w:rsid w:val="005B0F48"/>
    <w:rsid w:val="005B18E2"/>
    <w:rsid w:val="005B1B0D"/>
    <w:rsid w:val="005B4319"/>
    <w:rsid w:val="005B43C3"/>
    <w:rsid w:val="005B5D07"/>
    <w:rsid w:val="005B5E59"/>
    <w:rsid w:val="005C0512"/>
    <w:rsid w:val="005C0AD1"/>
    <w:rsid w:val="005C19E3"/>
    <w:rsid w:val="005C2B86"/>
    <w:rsid w:val="005C30A7"/>
    <w:rsid w:val="005C40DA"/>
    <w:rsid w:val="005C53DE"/>
    <w:rsid w:val="005C6D59"/>
    <w:rsid w:val="005C7EB6"/>
    <w:rsid w:val="005D0803"/>
    <w:rsid w:val="005D150D"/>
    <w:rsid w:val="005D22BC"/>
    <w:rsid w:val="005D4132"/>
    <w:rsid w:val="005D55F3"/>
    <w:rsid w:val="005D57F7"/>
    <w:rsid w:val="005D6A8D"/>
    <w:rsid w:val="005D7634"/>
    <w:rsid w:val="005D777B"/>
    <w:rsid w:val="005E00CA"/>
    <w:rsid w:val="005E0D67"/>
    <w:rsid w:val="005E146A"/>
    <w:rsid w:val="005E25BB"/>
    <w:rsid w:val="005E2A49"/>
    <w:rsid w:val="005E2EA9"/>
    <w:rsid w:val="005E5307"/>
    <w:rsid w:val="005F1B27"/>
    <w:rsid w:val="005F1D70"/>
    <w:rsid w:val="005F282D"/>
    <w:rsid w:val="005F2C83"/>
    <w:rsid w:val="005F3351"/>
    <w:rsid w:val="005F3C07"/>
    <w:rsid w:val="005F60A3"/>
    <w:rsid w:val="005F7A05"/>
    <w:rsid w:val="0060156D"/>
    <w:rsid w:val="00602598"/>
    <w:rsid w:val="00604B53"/>
    <w:rsid w:val="00604D95"/>
    <w:rsid w:val="00604F6C"/>
    <w:rsid w:val="00607DBE"/>
    <w:rsid w:val="0061001F"/>
    <w:rsid w:val="00610C3F"/>
    <w:rsid w:val="00612584"/>
    <w:rsid w:val="0061738D"/>
    <w:rsid w:val="00621535"/>
    <w:rsid w:val="0062289A"/>
    <w:rsid w:val="006238BE"/>
    <w:rsid w:val="00624CB5"/>
    <w:rsid w:val="00625881"/>
    <w:rsid w:val="00626236"/>
    <w:rsid w:val="00626D21"/>
    <w:rsid w:val="00631053"/>
    <w:rsid w:val="00631201"/>
    <w:rsid w:val="00633413"/>
    <w:rsid w:val="00633ADF"/>
    <w:rsid w:val="00636129"/>
    <w:rsid w:val="00637848"/>
    <w:rsid w:val="00637950"/>
    <w:rsid w:val="006403B2"/>
    <w:rsid w:val="006415C0"/>
    <w:rsid w:val="0064175E"/>
    <w:rsid w:val="0064226C"/>
    <w:rsid w:val="0064309F"/>
    <w:rsid w:val="00643986"/>
    <w:rsid w:val="00644913"/>
    <w:rsid w:val="00645CF9"/>
    <w:rsid w:val="0065188F"/>
    <w:rsid w:val="0065257D"/>
    <w:rsid w:val="006530C5"/>
    <w:rsid w:val="006533E4"/>
    <w:rsid w:val="006538B0"/>
    <w:rsid w:val="00653E88"/>
    <w:rsid w:val="0065584D"/>
    <w:rsid w:val="00655EC6"/>
    <w:rsid w:val="00657BBC"/>
    <w:rsid w:val="00660290"/>
    <w:rsid w:val="006618A7"/>
    <w:rsid w:val="00662AC8"/>
    <w:rsid w:val="00663E19"/>
    <w:rsid w:val="006644C0"/>
    <w:rsid w:val="00664B62"/>
    <w:rsid w:val="00666B72"/>
    <w:rsid w:val="0066760F"/>
    <w:rsid w:val="0066765B"/>
    <w:rsid w:val="00670ED4"/>
    <w:rsid w:val="00671928"/>
    <w:rsid w:val="00673E52"/>
    <w:rsid w:val="00675E98"/>
    <w:rsid w:val="00680341"/>
    <w:rsid w:val="0068181B"/>
    <w:rsid w:val="00685045"/>
    <w:rsid w:val="00685143"/>
    <w:rsid w:val="00685936"/>
    <w:rsid w:val="00686241"/>
    <w:rsid w:val="00687B27"/>
    <w:rsid w:val="00692025"/>
    <w:rsid w:val="0069270A"/>
    <w:rsid w:val="00693312"/>
    <w:rsid w:val="00695F1E"/>
    <w:rsid w:val="00697035"/>
    <w:rsid w:val="00697814"/>
    <w:rsid w:val="00697F18"/>
    <w:rsid w:val="006A044E"/>
    <w:rsid w:val="006A097B"/>
    <w:rsid w:val="006A10A6"/>
    <w:rsid w:val="006A25E1"/>
    <w:rsid w:val="006A588A"/>
    <w:rsid w:val="006A6F97"/>
    <w:rsid w:val="006A716D"/>
    <w:rsid w:val="006B0D67"/>
    <w:rsid w:val="006B1561"/>
    <w:rsid w:val="006B1CC1"/>
    <w:rsid w:val="006B21F0"/>
    <w:rsid w:val="006B2520"/>
    <w:rsid w:val="006B2796"/>
    <w:rsid w:val="006B342E"/>
    <w:rsid w:val="006B4AAF"/>
    <w:rsid w:val="006B4C94"/>
    <w:rsid w:val="006B4E55"/>
    <w:rsid w:val="006B639D"/>
    <w:rsid w:val="006B72C8"/>
    <w:rsid w:val="006B755F"/>
    <w:rsid w:val="006B7ACB"/>
    <w:rsid w:val="006C11B2"/>
    <w:rsid w:val="006C208E"/>
    <w:rsid w:val="006C26F1"/>
    <w:rsid w:val="006C528B"/>
    <w:rsid w:val="006C60E7"/>
    <w:rsid w:val="006C6247"/>
    <w:rsid w:val="006C6E72"/>
    <w:rsid w:val="006C7C05"/>
    <w:rsid w:val="006C7E02"/>
    <w:rsid w:val="006D043D"/>
    <w:rsid w:val="006D08F8"/>
    <w:rsid w:val="006D0C92"/>
    <w:rsid w:val="006D1A7E"/>
    <w:rsid w:val="006D2562"/>
    <w:rsid w:val="006D298E"/>
    <w:rsid w:val="006D3FCE"/>
    <w:rsid w:val="006D469F"/>
    <w:rsid w:val="006D5E9B"/>
    <w:rsid w:val="006D6E7E"/>
    <w:rsid w:val="006E16B4"/>
    <w:rsid w:val="006E1705"/>
    <w:rsid w:val="006E1DB5"/>
    <w:rsid w:val="006E2E96"/>
    <w:rsid w:val="006E5CFD"/>
    <w:rsid w:val="006E5D8C"/>
    <w:rsid w:val="006E5F3E"/>
    <w:rsid w:val="006E70CA"/>
    <w:rsid w:val="006E7365"/>
    <w:rsid w:val="006E7549"/>
    <w:rsid w:val="006F0259"/>
    <w:rsid w:val="006F320E"/>
    <w:rsid w:val="006F4CB1"/>
    <w:rsid w:val="006F500E"/>
    <w:rsid w:val="006F51EB"/>
    <w:rsid w:val="006F7753"/>
    <w:rsid w:val="006F7C1F"/>
    <w:rsid w:val="006F7D8D"/>
    <w:rsid w:val="006F7E9A"/>
    <w:rsid w:val="0070161A"/>
    <w:rsid w:val="00702029"/>
    <w:rsid w:val="007033A4"/>
    <w:rsid w:val="00704CE7"/>
    <w:rsid w:val="00706067"/>
    <w:rsid w:val="007069A3"/>
    <w:rsid w:val="00710301"/>
    <w:rsid w:val="00710CF8"/>
    <w:rsid w:val="00710F9C"/>
    <w:rsid w:val="00713AB5"/>
    <w:rsid w:val="00715DF6"/>
    <w:rsid w:val="00716418"/>
    <w:rsid w:val="00717E1B"/>
    <w:rsid w:val="007215EC"/>
    <w:rsid w:val="007226F6"/>
    <w:rsid w:val="00724EF0"/>
    <w:rsid w:val="00726C96"/>
    <w:rsid w:val="007309B2"/>
    <w:rsid w:val="00731D17"/>
    <w:rsid w:val="00731DD1"/>
    <w:rsid w:val="00732380"/>
    <w:rsid w:val="00732669"/>
    <w:rsid w:val="00734199"/>
    <w:rsid w:val="007360E8"/>
    <w:rsid w:val="007365A0"/>
    <w:rsid w:val="007366F2"/>
    <w:rsid w:val="00736ABA"/>
    <w:rsid w:val="00737BC6"/>
    <w:rsid w:val="00740ABA"/>
    <w:rsid w:val="00741732"/>
    <w:rsid w:val="007427D0"/>
    <w:rsid w:val="0074399D"/>
    <w:rsid w:val="00744B22"/>
    <w:rsid w:val="00745081"/>
    <w:rsid w:val="00746133"/>
    <w:rsid w:val="00746248"/>
    <w:rsid w:val="00746371"/>
    <w:rsid w:val="00747F4F"/>
    <w:rsid w:val="00750696"/>
    <w:rsid w:val="007514FC"/>
    <w:rsid w:val="0075292A"/>
    <w:rsid w:val="00754417"/>
    <w:rsid w:val="0075643F"/>
    <w:rsid w:val="00756A0E"/>
    <w:rsid w:val="0075727F"/>
    <w:rsid w:val="00760D33"/>
    <w:rsid w:val="0076151B"/>
    <w:rsid w:val="007622D8"/>
    <w:rsid w:val="00762747"/>
    <w:rsid w:val="00762D52"/>
    <w:rsid w:val="007636C0"/>
    <w:rsid w:val="007637CB"/>
    <w:rsid w:val="0076436D"/>
    <w:rsid w:val="007648C7"/>
    <w:rsid w:val="00766441"/>
    <w:rsid w:val="00766797"/>
    <w:rsid w:val="00770C79"/>
    <w:rsid w:val="00773009"/>
    <w:rsid w:val="00773193"/>
    <w:rsid w:val="00773864"/>
    <w:rsid w:val="00773885"/>
    <w:rsid w:val="007743D5"/>
    <w:rsid w:val="00774FD4"/>
    <w:rsid w:val="007757D5"/>
    <w:rsid w:val="007766D1"/>
    <w:rsid w:val="00776F4E"/>
    <w:rsid w:val="00776FD9"/>
    <w:rsid w:val="007802C6"/>
    <w:rsid w:val="007805BC"/>
    <w:rsid w:val="0078096B"/>
    <w:rsid w:val="007822CE"/>
    <w:rsid w:val="007835BE"/>
    <w:rsid w:val="00783BED"/>
    <w:rsid w:val="00783E77"/>
    <w:rsid w:val="0078521B"/>
    <w:rsid w:val="0078580E"/>
    <w:rsid w:val="00785C08"/>
    <w:rsid w:val="00785C6E"/>
    <w:rsid w:val="0078677A"/>
    <w:rsid w:val="007870BB"/>
    <w:rsid w:val="00787873"/>
    <w:rsid w:val="00787A53"/>
    <w:rsid w:val="00790846"/>
    <w:rsid w:val="0079241A"/>
    <w:rsid w:val="0079243C"/>
    <w:rsid w:val="0079308E"/>
    <w:rsid w:val="00793EC9"/>
    <w:rsid w:val="0079444A"/>
    <w:rsid w:val="00795905"/>
    <w:rsid w:val="00795A0B"/>
    <w:rsid w:val="00795CA4"/>
    <w:rsid w:val="00795E3C"/>
    <w:rsid w:val="0079658A"/>
    <w:rsid w:val="007977FC"/>
    <w:rsid w:val="007A0E17"/>
    <w:rsid w:val="007A144D"/>
    <w:rsid w:val="007A14A9"/>
    <w:rsid w:val="007A2A32"/>
    <w:rsid w:val="007A3CBB"/>
    <w:rsid w:val="007A54DD"/>
    <w:rsid w:val="007A640F"/>
    <w:rsid w:val="007A69E3"/>
    <w:rsid w:val="007B0C6D"/>
    <w:rsid w:val="007B1E9B"/>
    <w:rsid w:val="007B2E84"/>
    <w:rsid w:val="007B537B"/>
    <w:rsid w:val="007B60F3"/>
    <w:rsid w:val="007B6316"/>
    <w:rsid w:val="007B6EAF"/>
    <w:rsid w:val="007B6F34"/>
    <w:rsid w:val="007B70A6"/>
    <w:rsid w:val="007C03EE"/>
    <w:rsid w:val="007C0D00"/>
    <w:rsid w:val="007C1E43"/>
    <w:rsid w:val="007C3876"/>
    <w:rsid w:val="007C3954"/>
    <w:rsid w:val="007C3B98"/>
    <w:rsid w:val="007D1949"/>
    <w:rsid w:val="007D2887"/>
    <w:rsid w:val="007D3B9C"/>
    <w:rsid w:val="007D436B"/>
    <w:rsid w:val="007D54A1"/>
    <w:rsid w:val="007D58D3"/>
    <w:rsid w:val="007D65D6"/>
    <w:rsid w:val="007E0FE4"/>
    <w:rsid w:val="007E1676"/>
    <w:rsid w:val="007E29D5"/>
    <w:rsid w:val="007E2B9D"/>
    <w:rsid w:val="007E3039"/>
    <w:rsid w:val="007E49B1"/>
    <w:rsid w:val="007F1F19"/>
    <w:rsid w:val="007F317E"/>
    <w:rsid w:val="007F43E0"/>
    <w:rsid w:val="007F4B5A"/>
    <w:rsid w:val="007F4E91"/>
    <w:rsid w:val="007F4EBD"/>
    <w:rsid w:val="007F59A8"/>
    <w:rsid w:val="0080018B"/>
    <w:rsid w:val="00801C60"/>
    <w:rsid w:val="00804978"/>
    <w:rsid w:val="00804B42"/>
    <w:rsid w:val="00804F64"/>
    <w:rsid w:val="0080677C"/>
    <w:rsid w:val="0080752F"/>
    <w:rsid w:val="00807B88"/>
    <w:rsid w:val="00811915"/>
    <w:rsid w:val="008138DC"/>
    <w:rsid w:val="008166C8"/>
    <w:rsid w:val="00816D8A"/>
    <w:rsid w:val="008215C0"/>
    <w:rsid w:val="00822679"/>
    <w:rsid w:val="00822CEB"/>
    <w:rsid w:val="00823B47"/>
    <w:rsid w:val="00824121"/>
    <w:rsid w:val="008247C3"/>
    <w:rsid w:val="00825494"/>
    <w:rsid w:val="00827C01"/>
    <w:rsid w:val="008309EA"/>
    <w:rsid w:val="00830DA8"/>
    <w:rsid w:val="00831417"/>
    <w:rsid w:val="00831AC6"/>
    <w:rsid w:val="0083252D"/>
    <w:rsid w:val="00832CC8"/>
    <w:rsid w:val="00833D4B"/>
    <w:rsid w:val="00834B08"/>
    <w:rsid w:val="00834CA3"/>
    <w:rsid w:val="00837B54"/>
    <w:rsid w:val="00840DEA"/>
    <w:rsid w:val="00840FA5"/>
    <w:rsid w:val="00841D74"/>
    <w:rsid w:val="0084203C"/>
    <w:rsid w:val="00842A57"/>
    <w:rsid w:val="00842D5A"/>
    <w:rsid w:val="00842F44"/>
    <w:rsid w:val="0084397D"/>
    <w:rsid w:val="00845BF4"/>
    <w:rsid w:val="0084633E"/>
    <w:rsid w:val="0084690A"/>
    <w:rsid w:val="00846D4D"/>
    <w:rsid w:val="00846E09"/>
    <w:rsid w:val="00847F6D"/>
    <w:rsid w:val="008501C1"/>
    <w:rsid w:val="00851C91"/>
    <w:rsid w:val="00853177"/>
    <w:rsid w:val="008531AC"/>
    <w:rsid w:val="0085379C"/>
    <w:rsid w:val="00854003"/>
    <w:rsid w:val="00856140"/>
    <w:rsid w:val="008600B4"/>
    <w:rsid w:val="00861456"/>
    <w:rsid w:val="00861C92"/>
    <w:rsid w:val="00862617"/>
    <w:rsid w:val="00864087"/>
    <w:rsid w:val="00864C27"/>
    <w:rsid w:val="00866C41"/>
    <w:rsid w:val="00867030"/>
    <w:rsid w:val="00867240"/>
    <w:rsid w:val="008712E3"/>
    <w:rsid w:val="0087293A"/>
    <w:rsid w:val="008731C3"/>
    <w:rsid w:val="00874052"/>
    <w:rsid w:val="00874187"/>
    <w:rsid w:val="00874CAF"/>
    <w:rsid w:val="008752E4"/>
    <w:rsid w:val="008752F3"/>
    <w:rsid w:val="008772EB"/>
    <w:rsid w:val="00877BF8"/>
    <w:rsid w:val="0088071C"/>
    <w:rsid w:val="008821A2"/>
    <w:rsid w:val="00882FBB"/>
    <w:rsid w:val="0088500A"/>
    <w:rsid w:val="008904C5"/>
    <w:rsid w:val="00893965"/>
    <w:rsid w:val="00893F26"/>
    <w:rsid w:val="0089421C"/>
    <w:rsid w:val="008946C3"/>
    <w:rsid w:val="00894A32"/>
    <w:rsid w:val="008951CD"/>
    <w:rsid w:val="00895DF8"/>
    <w:rsid w:val="00897D49"/>
    <w:rsid w:val="008A0512"/>
    <w:rsid w:val="008A2489"/>
    <w:rsid w:val="008A256A"/>
    <w:rsid w:val="008A2668"/>
    <w:rsid w:val="008A3735"/>
    <w:rsid w:val="008A394D"/>
    <w:rsid w:val="008A46D1"/>
    <w:rsid w:val="008A5064"/>
    <w:rsid w:val="008B2A9A"/>
    <w:rsid w:val="008B2F45"/>
    <w:rsid w:val="008B523B"/>
    <w:rsid w:val="008B5D2B"/>
    <w:rsid w:val="008B5F4F"/>
    <w:rsid w:val="008B73D8"/>
    <w:rsid w:val="008C0193"/>
    <w:rsid w:val="008C0B3C"/>
    <w:rsid w:val="008C1570"/>
    <w:rsid w:val="008C2A78"/>
    <w:rsid w:val="008C388D"/>
    <w:rsid w:val="008C3A39"/>
    <w:rsid w:val="008C52B0"/>
    <w:rsid w:val="008C6207"/>
    <w:rsid w:val="008C6AA2"/>
    <w:rsid w:val="008C6D17"/>
    <w:rsid w:val="008D2271"/>
    <w:rsid w:val="008D2536"/>
    <w:rsid w:val="008D300C"/>
    <w:rsid w:val="008D3056"/>
    <w:rsid w:val="008D5910"/>
    <w:rsid w:val="008D7EAB"/>
    <w:rsid w:val="008E0A81"/>
    <w:rsid w:val="008E10E8"/>
    <w:rsid w:val="008E2ADE"/>
    <w:rsid w:val="008E38E3"/>
    <w:rsid w:val="008E40D2"/>
    <w:rsid w:val="008E5776"/>
    <w:rsid w:val="008E7534"/>
    <w:rsid w:val="008F2765"/>
    <w:rsid w:val="008F3487"/>
    <w:rsid w:val="008F686C"/>
    <w:rsid w:val="008F7714"/>
    <w:rsid w:val="00900106"/>
    <w:rsid w:val="009002E6"/>
    <w:rsid w:val="00900F6F"/>
    <w:rsid w:val="00901302"/>
    <w:rsid w:val="00901680"/>
    <w:rsid w:val="00903642"/>
    <w:rsid w:val="0090423F"/>
    <w:rsid w:val="00905BAD"/>
    <w:rsid w:val="00906AFC"/>
    <w:rsid w:val="0091028E"/>
    <w:rsid w:val="00913F56"/>
    <w:rsid w:val="00913FFF"/>
    <w:rsid w:val="00917442"/>
    <w:rsid w:val="0092688A"/>
    <w:rsid w:val="00926E88"/>
    <w:rsid w:val="00927B24"/>
    <w:rsid w:val="00933BB3"/>
    <w:rsid w:val="0093427A"/>
    <w:rsid w:val="00934958"/>
    <w:rsid w:val="00934D18"/>
    <w:rsid w:val="009363E4"/>
    <w:rsid w:val="00936958"/>
    <w:rsid w:val="00937A6C"/>
    <w:rsid w:val="0094169C"/>
    <w:rsid w:val="00941EE7"/>
    <w:rsid w:val="009422DD"/>
    <w:rsid w:val="0094259E"/>
    <w:rsid w:val="00944B64"/>
    <w:rsid w:val="00944EE7"/>
    <w:rsid w:val="00944FFE"/>
    <w:rsid w:val="0094587C"/>
    <w:rsid w:val="00945DA6"/>
    <w:rsid w:val="009463E3"/>
    <w:rsid w:val="0094759E"/>
    <w:rsid w:val="0095049E"/>
    <w:rsid w:val="00951235"/>
    <w:rsid w:val="00951AD6"/>
    <w:rsid w:val="00952699"/>
    <w:rsid w:val="00952808"/>
    <w:rsid w:val="00956C8E"/>
    <w:rsid w:val="00962D16"/>
    <w:rsid w:val="00964C79"/>
    <w:rsid w:val="00965B0A"/>
    <w:rsid w:val="0096600D"/>
    <w:rsid w:val="00966E34"/>
    <w:rsid w:val="00967236"/>
    <w:rsid w:val="0097023E"/>
    <w:rsid w:val="00970688"/>
    <w:rsid w:val="0097423D"/>
    <w:rsid w:val="00974492"/>
    <w:rsid w:val="00974735"/>
    <w:rsid w:val="0097632B"/>
    <w:rsid w:val="00976AEB"/>
    <w:rsid w:val="0098066D"/>
    <w:rsid w:val="00980AB5"/>
    <w:rsid w:val="00980E37"/>
    <w:rsid w:val="009815E8"/>
    <w:rsid w:val="0098383C"/>
    <w:rsid w:val="00985622"/>
    <w:rsid w:val="009901E4"/>
    <w:rsid w:val="00990685"/>
    <w:rsid w:val="00990714"/>
    <w:rsid w:val="009907EB"/>
    <w:rsid w:val="00991AEA"/>
    <w:rsid w:val="00991B17"/>
    <w:rsid w:val="00991B1A"/>
    <w:rsid w:val="009947BC"/>
    <w:rsid w:val="009971F2"/>
    <w:rsid w:val="009A2096"/>
    <w:rsid w:val="009A272D"/>
    <w:rsid w:val="009A327F"/>
    <w:rsid w:val="009A3C50"/>
    <w:rsid w:val="009A3DF5"/>
    <w:rsid w:val="009A42BE"/>
    <w:rsid w:val="009A4F50"/>
    <w:rsid w:val="009A5EA2"/>
    <w:rsid w:val="009A690C"/>
    <w:rsid w:val="009B01EC"/>
    <w:rsid w:val="009B1DED"/>
    <w:rsid w:val="009B1E2E"/>
    <w:rsid w:val="009B21D1"/>
    <w:rsid w:val="009B29D7"/>
    <w:rsid w:val="009B590F"/>
    <w:rsid w:val="009B5BD9"/>
    <w:rsid w:val="009B6EF6"/>
    <w:rsid w:val="009B7DE2"/>
    <w:rsid w:val="009C0AE2"/>
    <w:rsid w:val="009C1E68"/>
    <w:rsid w:val="009C2068"/>
    <w:rsid w:val="009C28AF"/>
    <w:rsid w:val="009C310B"/>
    <w:rsid w:val="009C3995"/>
    <w:rsid w:val="009C4D45"/>
    <w:rsid w:val="009D1EC0"/>
    <w:rsid w:val="009D2889"/>
    <w:rsid w:val="009D3AB5"/>
    <w:rsid w:val="009D4BE1"/>
    <w:rsid w:val="009D4BF7"/>
    <w:rsid w:val="009D5048"/>
    <w:rsid w:val="009D5165"/>
    <w:rsid w:val="009D57CA"/>
    <w:rsid w:val="009D5D7E"/>
    <w:rsid w:val="009E12E2"/>
    <w:rsid w:val="009E2F6A"/>
    <w:rsid w:val="009E4916"/>
    <w:rsid w:val="009E62BD"/>
    <w:rsid w:val="009E6E3E"/>
    <w:rsid w:val="009E7A47"/>
    <w:rsid w:val="009E7E45"/>
    <w:rsid w:val="009E7EB9"/>
    <w:rsid w:val="009F0F5E"/>
    <w:rsid w:val="009F16EF"/>
    <w:rsid w:val="009F2320"/>
    <w:rsid w:val="009F2644"/>
    <w:rsid w:val="009F4E9C"/>
    <w:rsid w:val="009F6756"/>
    <w:rsid w:val="00A013D1"/>
    <w:rsid w:val="00A01827"/>
    <w:rsid w:val="00A01BE4"/>
    <w:rsid w:val="00A01E75"/>
    <w:rsid w:val="00A0234C"/>
    <w:rsid w:val="00A0376E"/>
    <w:rsid w:val="00A04C3A"/>
    <w:rsid w:val="00A06ED8"/>
    <w:rsid w:val="00A07F0E"/>
    <w:rsid w:val="00A118CA"/>
    <w:rsid w:val="00A13678"/>
    <w:rsid w:val="00A14870"/>
    <w:rsid w:val="00A15467"/>
    <w:rsid w:val="00A16624"/>
    <w:rsid w:val="00A1712E"/>
    <w:rsid w:val="00A1739B"/>
    <w:rsid w:val="00A178FA"/>
    <w:rsid w:val="00A17A6D"/>
    <w:rsid w:val="00A20FD2"/>
    <w:rsid w:val="00A20FE8"/>
    <w:rsid w:val="00A21519"/>
    <w:rsid w:val="00A224EC"/>
    <w:rsid w:val="00A22ED8"/>
    <w:rsid w:val="00A23D3A"/>
    <w:rsid w:val="00A23EF7"/>
    <w:rsid w:val="00A279D1"/>
    <w:rsid w:val="00A27F39"/>
    <w:rsid w:val="00A304DB"/>
    <w:rsid w:val="00A30ADC"/>
    <w:rsid w:val="00A31233"/>
    <w:rsid w:val="00A32CA1"/>
    <w:rsid w:val="00A330AE"/>
    <w:rsid w:val="00A33755"/>
    <w:rsid w:val="00A34236"/>
    <w:rsid w:val="00A34C81"/>
    <w:rsid w:val="00A36FB5"/>
    <w:rsid w:val="00A40791"/>
    <w:rsid w:val="00A40EAB"/>
    <w:rsid w:val="00A40F9D"/>
    <w:rsid w:val="00A42F25"/>
    <w:rsid w:val="00A43FD7"/>
    <w:rsid w:val="00A46DCE"/>
    <w:rsid w:val="00A475FD"/>
    <w:rsid w:val="00A4798E"/>
    <w:rsid w:val="00A508A5"/>
    <w:rsid w:val="00A53BA9"/>
    <w:rsid w:val="00A54A73"/>
    <w:rsid w:val="00A603AD"/>
    <w:rsid w:val="00A61149"/>
    <w:rsid w:val="00A61C4D"/>
    <w:rsid w:val="00A6271F"/>
    <w:rsid w:val="00A67F6D"/>
    <w:rsid w:val="00A67F80"/>
    <w:rsid w:val="00A7006C"/>
    <w:rsid w:val="00A70396"/>
    <w:rsid w:val="00A71BCD"/>
    <w:rsid w:val="00A725FF"/>
    <w:rsid w:val="00A73367"/>
    <w:rsid w:val="00A73B7A"/>
    <w:rsid w:val="00A76E0D"/>
    <w:rsid w:val="00A82D8B"/>
    <w:rsid w:val="00A85CEA"/>
    <w:rsid w:val="00A86C7E"/>
    <w:rsid w:val="00A86CE8"/>
    <w:rsid w:val="00A8712E"/>
    <w:rsid w:val="00A877BA"/>
    <w:rsid w:val="00A91AD4"/>
    <w:rsid w:val="00A92EC9"/>
    <w:rsid w:val="00A93076"/>
    <w:rsid w:val="00A94185"/>
    <w:rsid w:val="00A95F47"/>
    <w:rsid w:val="00A974B2"/>
    <w:rsid w:val="00AA05B9"/>
    <w:rsid w:val="00AA0731"/>
    <w:rsid w:val="00AA0A31"/>
    <w:rsid w:val="00AA1125"/>
    <w:rsid w:val="00AA2E6C"/>
    <w:rsid w:val="00AA3136"/>
    <w:rsid w:val="00AA4FEF"/>
    <w:rsid w:val="00AA59B3"/>
    <w:rsid w:val="00AA5E46"/>
    <w:rsid w:val="00AB0600"/>
    <w:rsid w:val="00AB3209"/>
    <w:rsid w:val="00AB399E"/>
    <w:rsid w:val="00AB54C5"/>
    <w:rsid w:val="00AC2F95"/>
    <w:rsid w:val="00AC3C02"/>
    <w:rsid w:val="00AC4CDD"/>
    <w:rsid w:val="00AC50C1"/>
    <w:rsid w:val="00AC5360"/>
    <w:rsid w:val="00AC5855"/>
    <w:rsid w:val="00AC5AAA"/>
    <w:rsid w:val="00AC6574"/>
    <w:rsid w:val="00AC7035"/>
    <w:rsid w:val="00AC70B8"/>
    <w:rsid w:val="00AC760B"/>
    <w:rsid w:val="00AD1CE1"/>
    <w:rsid w:val="00AD3B61"/>
    <w:rsid w:val="00AD6FB2"/>
    <w:rsid w:val="00AD7635"/>
    <w:rsid w:val="00AD7D44"/>
    <w:rsid w:val="00AD7F1D"/>
    <w:rsid w:val="00AE004E"/>
    <w:rsid w:val="00AE05EE"/>
    <w:rsid w:val="00AE2441"/>
    <w:rsid w:val="00AE4BDD"/>
    <w:rsid w:val="00AE4D2A"/>
    <w:rsid w:val="00AE5273"/>
    <w:rsid w:val="00AE5CE1"/>
    <w:rsid w:val="00AF13ED"/>
    <w:rsid w:val="00AF242D"/>
    <w:rsid w:val="00AF293B"/>
    <w:rsid w:val="00AF2DDF"/>
    <w:rsid w:val="00AF3E4A"/>
    <w:rsid w:val="00AF605A"/>
    <w:rsid w:val="00AF7E05"/>
    <w:rsid w:val="00B00692"/>
    <w:rsid w:val="00B00E1E"/>
    <w:rsid w:val="00B01FF5"/>
    <w:rsid w:val="00B025E6"/>
    <w:rsid w:val="00B03734"/>
    <w:rsid w:val="00B03AE6"/>
    <w:rsid w:val="00B04B36"/>
    <w:rsid w:val="00B05254"/>
    <w:rsid w:val="00B064A2"/>
    <w:rsid w:val="00B06DA9"/>
    <w:rsid w:val="00B10C12"/>
    <w:rsid w:val="00B117B2"/>
    <w:rsid w:val="00B12606"/>
    <w:rsid w:val="00B13278"/>
    <w:rsid w:val="00B13377"/>
    <w:rsid w:val="00B164D1"/>
    <w:rsid w:val="00B16B2E"/>
    <w:rsid w:val="00B16F58"/>
    <w:rsid w:val="00B16F96"/>
    <w:rsid w:val="00B179A0"/>
    <w:rsid w:val="00B17ECB"/>
    <w:rsid w:val="00B212CD"/>
    <w:rsid w:val="00B2233D"/>
    <w:rsid w:val="00B2248E"/>
    <w:rsid w:val="00B22D2F"/>
    <w:rsid w:val="00B2314A"/>
    <w:rsid w:val="00B24E67"/>
    <w:rsid w:val="00B252D0"/>
    <w:rsid w:val="00B256B3"/>
    <w:rsid w:val="00B26433"/>
    <w:rsid w:val="00B26CF7"/>
    <w:rsid w:val="00B30388"/>
    <w:rsid w:val="00B3148F"/>
    <w:rsid w:val="00B3203E"/>
    <w:rsid w:val="00B320EB"/>
    <w:rsid w:val="00B33978"/>
    <w:rsid w:val="00B34A71"/>
    <w:rsid w:val="00B352B5"/>
    <w:rsid w:val="00B40C09"/>
    <w:rsid w:val="00B4122D"/>
    <w:rsid w:val="00B413AD"/>
    <w:rsid w:val="00B41BB0"/>
    <w:rsid w:val="00B42697"/>
    <w:rsid w:val="00B42915"/>
    <w:rsid w:val="00B4306D"/>
    <w:rsid w:val="00B4585E"/>
    <w:rsid w:val="00B45AD5"/>
    <w:rsid w:val="00B46B40"/>
    <w:rsid w:val="00B47E14"/>
    <w:rsid w:val="00B507B4"/>
    <w:rsid w:val="00B533BB"/>
    <w:rsid w:val="00B542D0"/>
    <w:rsid w:val="00B54B4D"/>
    <w:rsid w:val="00B55A62"/>
    <w:rsid w:val="00B56C14"/>
    <w:rsid w:val="00B56CB3"/>
    <w:rsid w:val="00B62421"/>
    <w:rsid w:val="00B62731"/>
    <w:rsid w:val="00B634D9"/>
    <w:rsid w:val="00B6450E"/>
    <w:rsid w:val="00B64E05"/>
    <w:rsid w:val="00B64EB6"/>
    <w:rsid w:val="00B66B62"/>
    <w:rsid w:val="00B70E43"/>
    <w:rsid w:val="00B70EA4"/>
    <w:rsid w:val="00B710D7"/>
    <w:rsid w:val="00B737A2"/>
    <w:rsid w:val="00B73872"/>
    <w:rsid w:val="00B76675"/>
    <w:rsid w:val="00B76BF3"/>
    <w:rsid w:val="00B837E1"/>
    <w:rsid w:val="00B83BFE"/>
    <w:rsid w:val="00B8408B"/>
    <w:rsid w:val="00B846FB"/>
    <w:rsid w:val="00B86B44"/>
    <w:rsid w:val="00B900EC"/>
    <w:rsid w:val="00B906FC"/>
    <w:rsid w:val="00B913F0"/>
    <w:rsid w:val="00B9251D"/>
    <w:rsid w:val="00B93BDC"/>
    <w:rsid w:val="00B9626C"/>
    <w:rsid w:val="00B962C6"/>
    <w:rsid w:val="00B96976"/>
    <w:rsid w:val="00BA2DB9"/>
    <w:rsid w:val="00BA5518"/>
    <w:rsid w:val="00BA641A"/>
    <w:rsid w:val="00BA6CE1"/>
    <w:rsid w:val="00BA7621"/>
    <w:rsid w:val="00BA79D9"/>
    <w:rsid w:val="00BB0715"/>
    <w:rsid w:val="00BB0CBE"/>
    <w:rsid w:val="00BB2A92"/>
    <w:rsid w:val="00BB2EA3"/>
    <w:rsid w:val="00BB3DF0"/>
    <w:rsid w:val="00BB5D91"/>
    <w:rsid w:val="00BB5DCC"/>
    <w:rsid w:val="00BB6646"/>
    <w:rsid w:val="00BB7264"/>
    <w:rsid w:val="00BC511C"/>
    <w:rsid w:val="00BC5328"/>
    <w:rsid w:val="00BC6E60"/>
    <w:rsid w:val="00BD0C07"/>
    <w:rsid w:val="00BD167A"/>
    <w:rsid w:val="00BD2C5B"/>
    <w:rsid w:val="00BD321B"/>
    <w:rsid w:val="00BD43F4"/>
    <w:rsid w:val="00BD4733"/>
    <w:rsid w:val="00BD4A62"/>
    <w:rsid w:val="00BD5E36"/>
    <w:rsid w:val="00BD7B05"/>
    <w:rsid w:val="00BE02F1"/>
    <w:rsid w:val="00BE065C"/>
    <w:rsid w:val="00BE0A59"/>
    <w:rsid w:val="00BE1B7E"/>
    <w:rsid w:val="00BE332C"/>
    <w:rsid w:val="00BE3D36"/>
    <w:rsid w:val="00BE44F3"/>
    <w:rsid w:val="00BE5C87"/>
    <w:rsid w:val="00BE663E"/>
    <w:rsid w:val="00BE70E0"/>
    <w:rsid w:val="00BE7A4A"/>
    <w:rsid w:val="00BF1627"/>
    <w:rsid w:val="00BF2575"/>
    <w:rsid w:val="00BF29C0"/>
    <w:rsid w:val="00BF2C1F"/>
    <w:rsid w:val="00BF353C"/>
    <w:rsid w:val="00BF7CDE"/>
    <w:rsid w:val="00BF7EB6"/>
    <w:rsid w:val="00C00B75"/>
    <w:rsid w:val="00C01EF0"/>
    <w:rsid w:val="00C03C9E"/>
    <w:rsid w:val="00C04E23"/>
    <w:rsid w:val="00C052CF"/>
    <w:rsid w:val="00C058AA"/>
    <w:rsid w:val="00C07107"/>
    <w:rsid w:val="00C101F8"/>
    <w:rsid w:val="00C10666"/>
    <w:rsid w:val="00C1127E"/>
    <w:rsid w:val="00C1252C"/>
    <w:rsid w:val="00C129A2"/>
    <w:rsid w:val="00C1592A"/>
    <w:rsid w:val="00C17A20"/>
    <w:rsid w:val="00C17EC9"/>
    <w:rsid w:val="00C2018A"/>
    <w:rsid w:val="00C2072C"/>
    <w:rsid w:val="00C2074F"/>
    <w:rsid w:val="00C2143A"/>
    <w:rsid w:val="00C217C8"/>
    <w:rsid w:val="00C2213E"/>
    <w:rsid w:val="00C22293"/>
    <w:rsid w:val="00C22D22"/>
    <w:rsid w:val="00C23605"/>
    <w:rsid w:val="00C23CD1"/>
    <w:rsid w:val="00C26271"/>
    <w:rsid w:val="00C27ED1"/>
    <w:rsid w:val="00C3325A"/>
    <w:rsid w:val="00C35FDA"/>
    <w:rsid w:val="00C36A67"/>
    <w:rsid w:val="00C379FD"/>
    <w:rsid w:val="00C4038B"/>
    <w:rsid w:val="00C40F48"/>
    <w:rsid w:val="00C424D9"/>
    <w:rsid w:val="00C4253D"/>
    <w:rsid w:val="00C42E11"/>
    <w:rsid w:val="00C44B12"/>
    <w:rsid w:val="00C44B69"/>
    <w:rsid w:val="00C4633B"/>
    <w:rsid w:val="00C502D1"/>
    <w:rsid w:val="00C5150D"/>
    <w:rsid w:val="00C527C3"/>
    <w:rsid w:val="00C52AFD"/>
    <w:rsid w:val="00C53AFF"/>
    <w:rsid w:val="00C611C8"/>
    <w:rsid w:val="00C62E04"/>
    <w:rsid w:val="00C63D76"/>
    <w:rsid w:val="00C64A1B"/>
    <w:rsid w:val="00C64C3D"/>
    <w:rsid w:val="00C66F1D"/>
    <w:rsid w:val="00C66F29"/>
    <w:rsid w:val="00C6796D"/>
    <w:rsid w:val="00C70CA3"/>
    <w:rsid w:val="00C71E04"/>
    <w:rsid w:val="00C72AC5"/>
    <w:rsid w:val="00C73FEA"/>
    <w:rsid w:val="00C744BB"/>
    <w:rsid w:val="00C74517"/>
    <w:rsid w:val="00C747B7"/>
    <w:rsid w:val="00C764AF"/>
    <w:rsid w:val="00C76906"/>
    <w:rsid w:val="00C83C7A"/>
    <w:rsid w:val="00C83C89"/>
    <w:rsid w:val="00C906A7"/>
    <w:rsid w:val="00C92156"/>
    <w:rsid w:val="00C93303"/>
    <w:rsid w:val="00C9339B"/>
    <w:rsid w:val="00C94828"/>
    <w:rsid w:val="00C95D9C"/>
    <w:rsid w:val="00C97FE2"/>
    <w:rsid w:val="00CA0BC2"/>
    <w:rsid w:val="00CA476C"/>
    <w:rsid w:val="00CA4D9B"/>
    <w:rsid w:val="00CA520E"/>
    <w:rsid w:val="00CA61C5"/>
    <w:rsid w:val="00CA61F0"/>
    <w:rsid w:val="00CA6799"/>
    <w:rsid w:val="00CA7116"/>
    <w:rsid w:val="00CB1216"/>
    <w:rsid w:val="00CB16F5"/>
    <w:rsid w:val="00CB50CC"/>
    <w:rsid w:val="00CB59D3"/>
    <w:rsid w:val="00CC0A9F"/>
    <w:rsid w:val="00CC16D5"/>
    <w:rsid w:val="00CC1D90"/>
    <w:rsid w:val="00CC1F02"/>
    <w:rsid w:val="00CC3033"/>
    <w:rsid w:val="00CC6153"/>
    <w:rsid w:val="00CC65C3"/>
    <w:rsid w:val="00CC6609"/>
    <w:rsid w:val="00CC6AD0"/>
    <w:rsid w:val="00CC73E0"/>
    <w:rsid w:val="00CC7973"/>
    <w:rsid w:val="00CC7BC1"/>
    <w:rsid w:val="00CD2491"/>
    <w:rsid w:val="00CD505A"/>
    <w:rsid w:val="00CD60D1"/>
    <w:rsid w:val="00CD6B86"/>
    <w:rsid w:val="00CE0394"/>
    <w:rsid w:val="00CE2D46"/>
    <w:rsid w:val="00CE322E"/>
    <w:rsid w:val="00CE33D8"/>
    <w:rsid w:val="00CE510F"/>
    <w:rsid w:val="00CE6742"/>
    <w:rsid w:val="00CE6F37"/>
    <w:rsid w:val="00CE7656"/>
    <w:rsid w:val="00CE7CA0"/>
    <w:rsid w:val="00CE7EC6"/>
    <w:rsid w:val="00CF1F37"/>
    <w:rsid w:val="00CF2F39"/>
    <w:rsid w:val="00CF2F4E"/>
    <w:rsid w:val="00CF34E0"/>
    <w:rsid w:val="00CF465D"/>
    <w:rsid w:val="00CF5DE1"/>
    <w:rsid w:val="00CF62B2"/>
    <w:rsid w:val="00CF725C"/>
    <w:rsid w:val="00CF7670"/>
    <w:rsid w:val="00D00D51"/>
    <w:rsid w:val="00D0104E"/>
    <w:rsid w:val="00D0430F"/>
    <w:rsid w:val="00D05627"/>
    <w:rsid w:val="00D065CB"/>
    <w:rsid w:val="00D06822"/>
    <w:rsid w:val="00D10844"/>
    <w:rsid w:val="00D10C1E"/>
    <w:rsid w:val="00D11435"/>
    <w:rsid w:val="00D12728"/>
    <w:rsid w:val="00D127E5"/>
    <w:rsid w:val="00D14FAB"/>
    <w:rsid w:val="00D15F3F"/>
    <w:rsid w:val="00D167A7"/>
    <w:rsid w:val="00D1721B"/>
    <w:rsid w:val="00D17B51"/>
    <w:rsid w:val="00D20A15"/>
    <w:rsid w:val="00D20E46"/>
    <w:rsid w:val="00D220BD"/>
    <w:rsid w:val="00D22158"/>
    <w:rsid w:val="00D2528E"/>
    <w:rsid w:val="00D25299"/>
    <w:rsid w:val="00D262CD"/>
    <w:rsid w:val="00D2747F"/>
    <w:rsid w:val="00D30A8F"/>
    <w:rsid w:val="00D30AF3"/>
    <w:rsid w:val="00D337E5"/>
    <w:rsid w:val="00D33B42"/>
    <w:rsid w:val="00D33CB8"/>
    <w:rsid w:val="00D348B6"/>
    <w:rsid w:val="00D34FC0"/>
    <w:rsid w:val="00D3672C"/>
    <w:rsid w:val="00D36C1E"/>
    <w:rsid w:val="00D422EC"/>
    <w:rsid w:val="00D435C3"/>
    <w:rsid w:val="00D43EFE"/>
    <w:rsid w:val="00D46B30"/>
    <w:rsid w:val="00D46EE6"/>
    <w:rsid w:val="00D47AF6"/>
    <w:rsid w:val="00D47B7C"/>
    <w:rsid w:val="00D50940"/>
    <w:rsid w:val="00D522CD"/>
    <w:rsid w:val="00D52378"/>
    <w:rsid w:val="00D52D81"/>
    <w:rsid w:val="00D5566B"/>
    <w:rsid w:val="00D557EB"/>
    <w:rsid w:val="00D605BF"/>
    <w:rsid w:val="00D61D17"/>
    <w:rsid w:val="00D63B9D"/>
    <w:rsid w:val="00D64EFB"/>
    <w:rsid w:val="00D64FEE"/>
    <w:rsid w:val="00D66A12"/>
    <w:rsid w:val="00D66CDE"/>
    <w:rsid w:val="00D67376"/>
    <w:rsid w:val="00D70A65"/>
    <w:rsid w:val="00D71F71"/>
    <w:rsid w:val="00D734B5"/>
    <w:rsid w:val="00D73DD3"/>
    <w:rsid w:val="00D75912"/>
    <w:rsid w:val="00D837CC"/>
    <w:rsid w:val="00D848EA"/>
    <w:rsid w:val="00D84BA5"/>
    <w:rsid w:val="00D85F3C"/>
    <w:rsid w:val="00D86A25"/>
    <w:rsid w:val="00D86AE2"/>
    <w:rsid w:val="00D879C0"/>
    <w:rsid w:val="00D91246"/>
    <w:rsid w:val="00D926C9"/>
    <w:rsid w:val="00D93693"/>
    <w:rsid w:val="00D95AF1"/>
    <w:rsid w:val="00D97B5B"/>
    <w:rsid w:val="00DA00E7"/>
    <w:rsid w:val="00DA082E"/>
    <w:rsid w:val="00DA1C0B"/>
    <w:rsid w:val="00DA1E44"/>
    <w:rsid w:val="00DA2188"/>
    <w:rsid w:val="00DA2D78"/>
    <w:rsid w:val="00DA32C4"/>
    <w:rsid w:val="00DA34F0"/>
    <w:rsid w:val="00DA41EE"/>
    <w:rsid w:val="00DA476C"/>
    <w:rsid w:val="00DA5DD6"/>
    <w:rsid w:val="00DA67BC"/>
    <w:rsid w:val="00DA70E4"/>
    <w:rsid w:val="00DA7829"/>
    <w:rsid w:val="00DB0BB5"/>
    <w:rsid w:val="00DB1AFA"/>
    <w:rsid w:val="00DB2DA0"/>
    <w:rsid w:val="00DB3411"/>
    <w:rsid w:val="00DB3BAC"/>
    <w:rsid w:val="00DB4288"/>
    <w:rsid w:val="00DB4FB8"/>
    <w:rsid w:val="00DB59CE"/>
    <w:rsid w:val="00DB5C10"/>
    <w:rsid w:val="00DB625C"/>
    <w:rsid w:val="00DB74E4"/>
    <w:rsid w:val="00DC30A1"/>
    <w:rsid w:val="00DC4E9A"/>
    <w:rsid w:val="00DC522E"/>
    <w:rsid w:val="00DC6A8D"/>
    <w:rsid w:val="00DC6BB8"/>
    <w:rsid w:val="00DC7350"/>
    <w:rsid w:val="00DC7521"/>
    <w:rsid w:val="00DD0B58"/>
    <w:rsid w:val="00DD0D2E"/>
    <w:rsid w:val="00DD1B9D"/>
    <w:rsid w:val="00DD2DBC"/>
    <w:rsid w:val="00DD4734"/>
    <w:rsid w:val="00DD5A98"/>
    <w:rsid w:val="00DD5CA7"/>
    <w:rsid w:val="00DD6930"/>
    <w:rsid w:val="00DD74B8"/>
    <w:rsid w:val="00DD79F6"/>
    <w:rsid w:val="00DD7DB0"/>
    <w:rsid w:val="00DE1CD1"/>
    <w:rsid w:val="00DE2C76"/>
    <w:rsid w:val="00DE4629"/>
    <w:rsid w:val="00DE57EB"/>
    <w:rsid w:val="00DE7FD9"/>
    <w:rsid w:val="00DF02C1"/>
    <w:rsid w:val="00DF0F78"/>
    <w:rsid w:val="00DF33BD"/>
    <w:rsid w:val="00DF44C0"/>
    <w:rsid w:val="00DF5D9A"/>
    <w:rsid w:val="00DF64EA"/>
    <w:rsid w:val="00DF672A"/>
    <w:rsid w:val="00DF7834"/>
    <w:rsid w:val="00E007FC"/>
    <w:rsid w:val="00E02E2B"/>
    <w:rsid w:val="00E05955"/>
    <w:rsid w:val="00E10ABC"/>
    <w:rsid w:val="00E1121A"/>
    <w:rsid w:val="00E12077"/>
    <w:rsid w:val="00E14D04"/>
    <w:rsid w:val="00E15A61"/>
    <w:rsid w:val="00E15ACF"/>
    <w:rsid w:val="00E16C58"/>
    <w:rsid w:val="00E1744C"/>
    <w:rsid w:val="00E17544"/>
    <w:rsid w:val="00E207BA"/>
    <w:rsid w:val="00E2087A"/>
    <w:rsid w:val="00E21E00"/>
    <w:rsid w:val="00E228A4"/>
    <w:rsid w:val="00E25034"/>
    <w:rsid w:val="00E2543B"/>
    <w:rsid w:val="00E25ADB"/>
    <w:rsid w:val="00E269A0"/>
    <w:rsid w:val="00E27031"/>
    <w:rsid w:val="00E34932"/>
    <w:rsid w:val="00E34978"/>
    <w:rsid w:val="00E35134"/>
    <w:rsid w:val="00E35A65"/>
    <w:rsid w:val="00E36921"/>
    <w:rsid w:val="00E36BE8"/>
    <w:rsid w:val="00E3762D"/>
    <w:rsid w:val="00E41228"/>
    <w:rsid w:val="00E41E44"/>
    <w:rsid w:val="00E42191"/>
    <w:rsid w:val="00E42FC3"/>
    <w:rsid w:val="00E447CF"/>
    <w:rsid w:val="00E458CA"/>
    <w:rsid w:val="00E5548E"/>
    <w:rsid w:val="00E56D42"/>
    <w:rsid w:val="00E56D43"/>
    <w:rsid w:val="00E57236"/>
    <w:rsid w:val="00E60B5E"/>
    <w:rsid w:val="00E616B2"/>
    <w:rsid w:val="00E628C1"/>
    <w:rsid w:val="00E6308A"/>
    <w:rsid w:val="00E656C6"/>
    <w:rsid w:val="00E66E3C"/>
    <w:rsid w:val="00E71E24"/>
    <w:rsid w:val="00E737EF"/>
    <w:rsid w:val="00E7381F"/>
    <w:rsid w:val="00E7539F"/>
    <w:rsid w:val="00E77944"/>
    <w:rsid w:val="00E82CA3"/>
    <w:rsid w:val="00E834A8"/>
    <w:rsid w:val="00E838A0"/>
    <w:rsid w:val="00E83FAB"/>
    <w:rsid w:val="00E84552"/>
    <w:rsid w:val="00E84B97"/>
    <w:rsid w:val="00E85002"/>
    <w:rsid w:val="00E85C03"/>
    <w:rsid w:val="00E87B6C"/>
    <w:rsid w:val="00E90467"/>
    <w:rsid w:val="00E9187D"/>
    <w:rsid w:val="00E91976"/>
    <w:rsid w:val="00E91CD8"/>
    <w:rsid w:val="00E925E0"/>
    <w:rsid w:val="00E9264E"/>
    <w:rsid w:val="00E9311D"/>
    <w:rsid w:val="00E93193"/>
    <w:rsid w:val="00E93232"/>
    <w:rsid w:val="00E93380"/>
    <w:rsid w:val="00E9372B"/>
    <w:rsid w:val="00E94339"/>
    <w:rsid w:val="00E946EB"/>
    <w:rsid w:val="00E95348"/>
    <w:rsid w:val="00E9579F"/>
    <w:rsid w:val="00E9627A"/>
    <w:rsid w:val="00EA2FB1"/>
    <w:rsid w:val="00EA39F9"/>
    <w:rsid w:val="00EA41DB"/>
    <w:rsid w:val="00EA531F"/>
    <w:rsid w:val="00EA56F7"/>
    <w:rsid w:val="00EA58B8"/>
    <w:rsid w:val="00EA5CA9"/>
    <w:rsid w:val="00EA633B"/>
    <w:rsid w:val="00EA65F7"/>
    <w:rsid w:val="00EA7F42"/>
    <w:rsid w:val="00EB0F65"/>
    <w:rsid w:val="00EB132E"/>
    <w:rsid w:val="00EB21C9"/>
    <w:rsid w:val="00EB3AB7"/>
    <w:rsid w:val="00EB5458"/>
    <w:rsid w:val="00EB7DD7"/>
    <w:rsid w:val="00EB7E7E"/>
    <w:rsid w:val="00EB7E83"/>
    <w:rsid w:val="00EC1CD3"/>
    <w:rsid w:val="00EC4ADA"/>
    <w:rsid w:val="00EC7D98"/>
    <w:rsid w:val="00ED0781"/>
    <w:rsid w:val="00ED0E1F"/>
    <w:rsid w:val="00ED1370"/>
    <w:rsid w:val="00ED1B7A"/>
    <w:rsid w:val="00ED3522"/>
    <w:rsid w:val="00ED379E"/>
    <w:rsid w:val="00ED39D3"/>
    <w:rsid w:val="00ED3B56"/>
    <w:rsid w:val="00ED4113"/>
    <w:rsid w:val="00ED73DA"/>
    <w:rsid w:val="00EE3F57"/>
    <w:rsid w:val="00EE4797"/>
    <w:rsid w:val="00EE601D"/>
    <w:rsid w:val="00EE6057"/>
    <w:rsid w:val="00EE619D"/>
    <w:rsid w:val="00EE7123"/>
    <w:rsid w:val="00EE75FE"/>
    <w:rsid w:val="00EF1675"/>
    <w:rsid w:val="00EF34C2"/>
    <w:rsid w:val="00EF4C82"/>
    <w:rsid w:val="00EF54D7"/>
    <w:rsid w:val="00EF6CF8"/>
    <w:rsid w:val="00EF7E92"/>
    <w:rsid w:val="00F011EE"/>
    <w:rsid w:val="00F03117"/>
    <w:rsid w:val="00F03CD1"/>
    <w:rsid w:val="00F04C65"/>
    <w:rsid w:val="00F055A2"/>
    <w:rsid w:val="00F06F67"/>
    <w:rsid w:val="00F07112"/>
    <w:rsid w:val="00F106FA"/>
    <w:rsid w:val="00F11D28"/>
    <w:rsid w:val="00F11D4B"/>
    <w:rsid w:val="00F126F8"/>
    <w:rsid w:val="00F13AA0"/>
    <w:rsid w:val="00F15345"/>
    <w:rsid w:val="00F15A83"/>
    <w:rsid w:val="00F15EA6"/>
    <w:rsid w:val="00F15ED9"/>
    <w:rsid w:val="00F165F4"/>
    <w:rsid w:val="00F228E6"/>
    <w:rsid w:val="00F22964"/>
    <w:rsid w:val="00F22B0C"/>
    <w:rsid w:val="00F235D2"/>
    <w:rsid w:val="00F25045"/>
    <w:rsid w:val="00F2512D"/>
    <w:rsid w:val="00F25818"/>
    <w:rsid w:val="00F26D8E"/>
    <w:rsid w:val="00F27012"/>
    <w:rsid w:val="00F30BBF"/>
    <w:rsid w:val="00F33140"/>
    <w:rsid w:val="00F3449A"/>
    <w:rsid w:val="00F345AE"/>
    <w:rsid w:val="00F34B7D"/>
    <w:rsid w:val="00F34C81"/>
    <w:rsid w:val="00F3744F"/>
    <w:rsid w:val="00F37B4D"/>
    <w:rsid w:val="00F40973"/>
    <w:rsid w:val="00F4159A"/>
    <w:rsid w:val="00F452CF"/>
    <w:rsid w:val="00F504B1"/>
    <w:rsid w:val="00F50B16"/>
    <w:rsid w:val="00F51862"/>
    <w:rsid w:val="00F51BFA"/>
    <w:rsid w:val="00F51C0F"/>
    <w:rsid w:val="00F53111"/>
    <w:rsid w:val="00F55BA3"/>
    <w:rsid w:val="00F55EA2"/>
    <w:rsid w:val="00F56F19"/>
    <w:rsid w:val="00F57FD6"/>
    <w:rsid w:val="00F63A8E"/>
    <w:rsid w:val="00F64BA8"/>
    <w:rsid w:val="00F71D3D"/>
    <w:rsid w:val="00F72BEE"/>
    <w:rsid w:val="00F75B37"/>
    <w:rsid w:val="00F75C84"/>
    <w:rsid w:val="00F76EF4"/>
    <w:rsid w:val="00F80058"/>
    <w:rsid w:val="00F81FAE"/>
    <w:rsid w:val="00F821BD"/>
    <w:rsid w:val="00F82A5F"/>
    <w:rsid w:val="00F8361E"/>
    <w:rsid w:val="00F84799"/>
    <w:rsid w:val="00F84983"/>
    <w:rsid w:val="00F85D6C"/>
    <w:rsid w:val="00F8788D"/>
    <w:rsid w:val="00F910FA"/>
    <w:rsid w:val="00F933CF"/>
    <w:rsid w:val="00F9456E"/>
    <w:rsid w:val="00F95AFA"/>
    <w:rsid w:val="00F95D42"/>
    <w:rsid w:val="00F9751C"/>
    <w:rsid w:val="00FA067C"/>
    <w:rsid w:val="00FA171B"/>
    <w:rsid w:val="00FA1D84"/>
    <w:rsid w:val="00FA3350"/>
    <w:rsid w:val="00FA3E6C"/>
    <w:rsid w:val="00FA54FB"/>
    <w:rsid w:val="00FA5E46"/>
    <w:rsid w:val="00FA7C2A"/>
    <w:rsid w:val="00FB112C"/>
    <w:rsid w:val="00FB25F9"/>
    <w:rsid w:val="00FB26ED"/>
    <w:rsid w:val="00FB3CAD"/>
    <w:rsid w:val="00FB467D"/>
    <w:rsid w:val="00FB76B0"/>
    <w:rsid w:val="00FC02F9"/>
    <w:rsid w:val="00FC09FE"/>
    <w:rsid w:val="00FC0B34"/>
    <w:rsid w:val="00FC1392"/>
    <w:rsid w:val="00FC1F42"/>
    <w:rsid w:val="00FC316F"/>
    <w:rsid w:val="00FC4718"/>
    <w:rsid w:val="00FC5523"/>
    <w:rsid w:val="00FC6D5D"/>
    <w:rsid w:val="00FC6FE1"/>
    <w:rsid w:val="00FD0ABD"/>
    <w:rsid w:val="00FD114D"/>
    <w:rsid w:val="00FD1185"/>
    <w:rsid w:val="00FD15BB"/>
    <w:rsid w:val="00FD54C5"/>
    <w:rsid w:val="00FD725F"/>
    <w:rsid w:val="00FE05DC"/>
    <w:rsid w:val="00FE11CE"/>
    <w:rsid w:val="00FE1AB4"/>
    <w:rsid w:val="00FE214F"/>
    <w:rsid w:val="00FE2261"/>
    <w:rsid w:val="00FE5357"/>
    <w:rsid w:val="00FE5926"/>
    <w:rsid w:val="00FE5D70"/>
    <w:rsid w:val="00FE681D"/>
    <w:rsid w:val="00FF18EF"/>
    <w:rsid w:val="00FF326D"/>
    <w:rsid w:val="00FF4EC7"/>
    <w:rsid w:val="00FF53EB"/>
    <w:rsid w:val="00FF5966"/>
    <w:rsid w:val="00FF5C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3CD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2F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882FBB"/>
    <w:rPr>
      <w:rFonts w:ascii="Tahoma" w:hAnsi="Tahoma" w:cs="Tahoma"/>
      <w:sz w:val="16"/>
      <w:szCs w:val="16"/>
    </w:rPr>
  </w:style>
  <w:style w:type="character" w:styleId="a5">
    <w:name w:val="Emphasis"/>
    <w:uiPriority w:val="20"/>
    <w:qFormat/>
    <w:rsid w:val="00864C27"/>
    <w:rPr>
      <w:i/>
      <w:iCs/>
    </w:rPr>
  </w:style>
  <w:style w:type="character" w:styleId="a6">
    <w:name w:val="Strong"/>
    <w:uiPriority w:val="22"/>
    <w:qFormat/>
    <w:rsid w:val="00161A9E"/>
    <w:rPr>
      <w:b/>
      <w:bCs/>
    </w:rPr>
  </w:style>
  <w:style w:type="character" w:customStyle="1" w:styleId="c2">
    <w:name w:val="c2"/>
    <w:basedOn w:val="a0"/>
    <w:rsid w:val="00E15ACF"/>
  </w:style>
  <w:style w:type="character" w:customStyle="1" w:styleId="c8">
    <w:name w:val="c8"/>
    <w:basedOn w:val="a0"/>
    <w:rsid w:val="00E15ACF"/>
  </w:style>
  <w:style w:type="character" w:customStyle="1" w:styleId="c10">
    <w:name w:val="c10"/>
    <w:basedOn w:val="a0"/>
    <w:rsid w:val="00E15ACF"/>
  </w:style>
  <w:style w:type="paragraph" w:styleId="a7">
    <w:name w:val="List Paragraph"/>
    <w:basedOn w:val="a"/>
    <w:uiPriority w:val="34"/>
    <w:qFormat/>
    <w:rsid w:val="007D65D6"/>
    <w:pPr>
      <w:ind w:left="720"/>
      <w:contextualSpacing/>
    </w:pPr>
  </w:style>
  <w:style w:type="paragraph" w:styleId="a8">
    <w:name w:val="Normal (Web)"/>
    <w:basedOn w:val="a"/>
    <w:uiPriority w:val="99"/>
    <w:semiHidden/>
    <w:unhideWhenUsed/>
    <w:rsid w:val="00657BB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">
    <w:name w:val="c1"/>
    <w:basedOn w:val="a0"/>
    <w:rsid w:val="00900F6F"/>
  </w:style>
  <w:style w:type="character" w:customStyle="1" w:styleId="c0">
    <w:name w:val="c0"/>
    <w:basedOn w:val="a0"/>
    <w:rsid w:val="00804B4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17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01741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19675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394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6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0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47;&#1040;&#1053;&#1071;&#1058;&#1048;&#1045;%20&#1060;&#1048;&#1053;&#1040;&#1053;&#1057;&#1067;\&#1050;&#1086;&#1085;&#1089;&#1087;&#1077;&#1082;&#1090;%20&#1060;&#1080;&#1085;&#1072;&#1085;&#1089;&#1099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Конспект Финансы</Template>
  <TotalTime>2292</TotalTime>
  <Pages>5</Pages>
  <Words>918</Words>
  <Characters>5239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19</cp:revision>
  <dcterms:created xsi:type="dcterms:W3CDTF">2024-12-03T00:31:00Z</dcterms:created>
  <dcterms:modified xsi:type="dcterms:W3CDTF">2025-09-18T12:34:00Z</dcterms:modified>
</cp:coreProperties>
</file>