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4F" w:rsidRPr="00EA2DAB" w:rsidRDefault="00C2404F" w:rsidP="00EA2DAB">
      <w:pPr>
        <w:jc w:val="center"/>
        <w:rPr>
          <w:sz w:val="28"/>
          <w:szCs w:val="28"/>
        </w:rPr>
      </w:pPr>
      <w:r w:rsidRPr="00EA2DAB">
        <w:rPr>
          <w:sz w:val="28"/>
          <w:szCs w:val="28"/>
        </w:rPr>
        <w:t>Муниципальное бюджетное дошкольное образовательное учреждение –</w:t>
      </w:r>
    </w:p>
    <w:p w:rsidR="00C2404F" w:rsidRPr="00EA2DAB" w:rsidRDefault="00C2404F" w:rsidP="00EA2DAB">
      <w:pPr>
        <w:jc w:val="center"/>
        <w:rPr>
          <w:sz w:val="28"/>
          <w:szCs w:val="28"/>
        </w:rPr>
      </w:pPr>
      <w:r w:rsidRPr="00EA2DAB">
        <w:rPr>
          <w:sz w:val="28"/>
          <w:szCs w:val="28"/>
        </w:rPr>
        <w:t>детский сад №5 «Почемучка» комбинированного вида</w:t>
      </w:r>
    </w:p>
    <w:p w:rsidR="00C2404F" w:rsidRPr="00EA2DAB" w:rsidRDefault="00C2404F" w:rsidP="00EA2DAB">
      <w:pPr>
        <w:jc w:val="center"/>
        <w:rPr>
          <w:sz w:val="28"/>
          <w:szCs w:val="28"/>
        </w:rPr>
      </w:pPr>
      <w:r w:rsidRPr="00EA2DAB">
        <w:rPr>
          <w:sz w:val="28"/>
          <w:szCs w:val="28"/>
        </w:rPr>
        <w:t>г. Суворова Тульской области</w:t>
      </w: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781151" w:rsidP="00EA2DAB">
      <w:pPr>
        <w:pStyle w:val="aa"/>
        <w:jc w:val="center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6pt;height:146.25pt" fillcolor="black [3213]" strokecolor="#c0504d [3205]">
            <v:shadow on="t" opacity="52429f"/>
            <v:textpath style="font-family:&quot;Arial Black&quot;;font-style:italic;v-text-kern:t" trim="t" fitpath="t" string="НОД&#10; по познавательному развитию&#10;&quot;Подарки осени&quot;"/>
          </v:shape>
        </w:pict>
      </w: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C2404F" w:rsidRDefault="00C2404F" w:rsidP="00EA2DAB">
      <w:pPr>
        <w:jc w:val="right"/>
        <w:rPr>
          <w:sz w:val="28"/>
          <w:szCs w:val="28"/>
        </w:rPr>
      </w:pPr>
      <w:r>
        <w:rPr>
          <w:kern w:val="36"/>
          <w:sz w:val="28"/>
          <w:szCs w:val="28"/>
        </w:rPr>
        <w:tab/>
      </w:r>
      <w:r>
        <w:rPr>
          <w:sz w:val="28"/>
          <w:szCs w:val="28"/>
        </w:rPr>
        <w:t>Подготовила:</w:t>
      </w:r>
    </w:p>
    <w:p w:rsidR="00C2404F" w:rsidRDefault="00EA2DAB" w:rsidP="00EA2DAB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C2404F">
        <w:rPr>
          <w:sz w:val="28"/>
          <w:szCs w:val="28"/>
        </w:rPr>
        <w:t>оспитатель средней группы</w:t>
      </w:r>
    </w:p>
    <w:p w:rsidR="00C2404F" w:rsidRDefault="00C2404F" w:rsidP="00EA2DAB">
      <w:pPr>
        <w:jc w:val="right"/>
        <w:rPr>
          <w:sz w:val="28"/>
          <w:szCs w:val="28"/>
        </w:rPr>
      </w:pPr>
      <w:r>
        <w:rPr>
          <w:sz w:val="28"/>
          <w:szCs w:val="28"/>
        </w:rPr>
        <w:t>Климочкина С.А.</w:t>
      </w:r>
    </w:p>
    <w:p w:rsidR="00EA2DAB" w:rsidRDefault="00EA2DAB" w:rsidP="00EA2DAB">
      <w:pPr>
        <w:pStyle w:val="aa"/>
        <w:jc w:val="center"/>
        <w:rPr>
          <w:rStyle w:val="a8"/>
          <w:sz w:val="28"/>
          <w:szCs w:val="28"/>
        </w:rPr>
      </w:pPr>
    </w:p>
    <w:p w:rsidR="00781151" w:rsidRDefault="00781151" w:rsidP="00EA2DAB">
      <w:pPr>
        <w:pStyle w:val="aa"/>
        <w:jc w:val="center"/>
        <w:rPr>
          <w:rStyle w:val="a8"/>
          <w:sz w:val="28"/>
          <w:szCs w:val="28"/>
        </w:rPr>
      </w:pPr>
    </w:p>
    <w:p w:rsidR="00781151" w:rsidRDefault="00781151" w:rsidP="00EA2DAB">
      <w:pPr>
        <w:pStyle w:val="aa"/>
        <w:jc w:val="center"/>
        <w:rPr>
          <w:rStyle w:val="a8"/>
          <w:sz w:val="28"/>
          <w:szCs w:val="28"/>
        </w:rPr>
      </w:pPr>
      <w:bookmarkStart w:id="0" w:name="_GoBack"/>
      <w:bookmarkEnd w:id="0"/>
    </w:p>
    <w:p w:rsidR="00EA2DAB" w:rsidRDefault="00EA2DAB" w:rsidP="00EA2DAB">
      <w:pPr>
        <w:pStyle w:val="aa"/>
        <w:jc w:val="center"/>
        <w:rPr>
          <w:rStyle w:val="a8"/>
          <w:sz w:val="28"/>
          <w:szCs w:val="28"/>
        </w:rPr>
      </w:pPr>
    </w:p>
    <w:p w:rsidR="00EA2DAB" w:rsidRDefault="00EA2DAB" w:rsidP="00EA2DAB">
      <w:pPr>
        <w:pStyle w:val="aa"/>
        <w:rPr>
          <w:rStyle w:val="a8"/>
          <w:sz w:val="28"/>
          <w:szCs w:val="28"/>
        </w:rPr>
      </w:pPr>
    </w:p>
    <w:p w:rsidR="00C2404F" w:rsidRDefault="00C2404F" w:rsidP="00EA2DAB">
      <w:pPr>
        <w:pStyle w:val="aa"/>
        <w:jc w:val="center"/>
        <w:rPr>
          <w:rStyle w:val="a8"/>
          <w:sz w:val="28"/>
          <w:szCs w:val="28"/>
        </w:rPr>
      </w:pPr>
    </w:p>
    <w:p w:rsidR="00E45476" w:rsidRPr="00FE2549" w:rsidRDefault="00E45476" w:rsidP="00EA2DAB">
      <w:pPr>
        <w:pStyle w:val="aa"/>
        <w:jc w:val="center"/>
        <w:rPr>
          <w:sz w:val="28"/>
          <w:szCs w:val="28"/>
        </w:rPr>
      </w:pPr>
      <w:r w:rsidRPr="00FE2549">
        <w:rPr>
          <w:rStyle w:val="a8"/>
          <w:sz w:val="28"/>
          <w:szCs w:val="28"/>
        </w:rPr>
        <w:lastRenderedPageBreak/>
        <w:t>Образовательная деятель</w:t>
      </w:r>
      <w:r w:rsidR="00EA2DAB">
        <w:rPr>
          <w:rStyle w:val="a8"/>
          <w:sz w:val="28"/>
          <w:szCs w:val="28"/>
        </w:rPr>
        <w:t xml:space="preserve">ность по познавательному </w:t>
      </w:r>
      <w:r w:rsidRPr="00FE2549">
        <w:rPr>
          <w:rStyle w:val="a8"/>
          <w:sz w:val="28"/>
          <w:szCs w:val="28"/>
        </w:rPr>
        <w:t>развитию в средней группе</w:t>
      </w:r>
    </w:p>
    <w:p w:rsidR="00E45476" w:rsidRPr="00FE2549" w:rsidRDefault="00E45476" w:rsidP="00EA2DAB">
      <w:pPr>
        <w:pStyle w:val="aa"/>
        <w:jc w:val="center"/>
        <w:rPr>
          <w:sz w:val="28"/>
          <w:szCs w:val="28"/>
        </w:rPr>
      </w:pPr>
      <w:r w:rsidRPr="00FE2549">
        <w:rPr>
          <w:rStyle w:val="a8"/>
          <w:sz w:val="28"/>
          <w:szCs w:val="28"/>
        </w:rPr>
        <w:t>«Подарки осени»</w:t>
      </w:r>
    </w:p>
    <w:p w:rsidR="00E45476" w:rsidRPr="00FE2549" w:rsidRDefault="00E45476" w:rsidP="00EA2DAB">
      <w:pPr>
        <w:pStyle w:val="aa"/>
        <w:jc w:val="center"/>
        <w:rPr>
          <w:sz w:val="28"/>
          <w:szCs w:val="28"/>
        </w:rPr>
      </w:pPr>
    </w:p>
    <w:p w:rsidR="00E45476" w:rsidRPr="00C2404F" w:rsidRDefault="00E45476" w:rsidP="00EA2DAB">
      <w:pPr>
        <w:pStyle w:val="aa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Цель:</w:t>
      </w:r>
      <w:r w:rsidRPr="00C2404F">
        <w:rPr>
          <w:sz w:val="28"/>
          <w:szCs w:val="28"/>
        </w:rPr>
        <w:t> создание условий для  познавательной и речевой активности  детей по теме «Осень».</w:t>
      </w:r>
    </w:p>
    <w:p w:rsidR="00EA2DAB" w:rsidRDefault="00EA2DAB" w:rsidP="00EA2DAB">
      <w:pPr>
        <w:pStyle w:val="aa"/>
        <w:jc w:val="both"/>
        <w:rPr>
          <w:rStyle w:val="a8"/>
          <w:sz w:val="28"/>
          <w:szCs w:val="28"/>
        </w:rPr>
      </w:pPr>
    </w:p>
    <w:p w:rsidR="00E45476" w:rsidRPr="00C2404F" w:rsidRDefault="00E45476" w:rsidP="00EA2DAB">
      <w:pPr>
        <w:pStyle w:val="aa"/>
        <w:jc w:val="both"/>
        <w:rPr>
          <w:rStyle w:val="a8"/>
          <w:sz w:val="28"/>
          <w:szCs w:val="28"/>
        </w:rPr>
      </w:pPr>
      <w:r w:rsidRPr="00C2404F">
        <w:rPr>
          <w:rStyle w:val="a8"/>
          <w:sz w:val="28"/>
          <w:szCs w:val="28"/>
        </w:rPr>
        <w:t>Задачи: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b/>
          <w:sz w:val="28"/>
          <w:szCs w:val="28"/>
        </w:rPr>
        <w:t>Образовательная область:</w:t>
      </w:r>
      <w:r w:rsidRPr="00C2404F">
        <w:rPr>
          <w:sz w:val="28"/>
          <w:szCs w:val="28"/>
        </w:rPr>
        <w:t xml:space="preserve"> познавательно развитие</w:t>
      </w:r>
    </w:p>
    <w:p w:rsidR="00EA2DAB" w:rsidRDefault="00EA2DAB" w:rsidP="00EA2DAB">
      <w:pPr>
        <w:pStyle w:val="aa"/>
        <w:jc w:val="both"/>
        <w:rPr>
          <w:b/>
          <w:sz w:val="28"/>
          <w:szCs w:val="28"/>
        </w:rPr>
      </w:pPr>
    </w:p>
    <w:p w:rsidR="00C2404F" w:rsidRPr="00C2404F" w:rsidRDefault="00C2404F" w:rsidP="00EA2DAB">
      <w:pPr>
        <w:pStyle w:val="aa"/>
        <w:jc w:val="both"/>
        <w:rPr>
          <w:b/>
          <w:sz w:val="28"/>
          <w:szCs w:val="28"/>
        </w:rPr>
      </w:pPr>
      <w:r w:rsidRPr="00C2404F">
        <w:rPr>
          <w:b/>
          <w:sz w:val="28"/>
          <w:szCs w:val="28"/>
        </w:rPr>
        <w:t>Интеграция образовательных областей:</w:t>
      </w:r>
    </w:p>
    <w:p w:rsidR="00C2404F" w:rsidRPr="00C2404F" w:rsidRDefault="00C2404F" w:rsidP="00EA2DAB">
      <w:pPr>
        <w:pStyle w:val="aa"/>
        <w:jc w:val="both"/>
        <w:rPr>
          <w:rStyle w:val="c0"/>
          <w:color w:val="000000"/>
          <w:sz w:val="28"/>
          <w:szCs w:val="28"/>
        </w:rPr>
      </w:pPr>
      <w:r w:rsidRPr="00C2404F">
        <w:rPr>
          <w:rStyle w:val="c0"/>
          <w:color w:val="000000"/>
          <w:sz w:val="28"/>
          <w:szCs w:val="28"/>
        </w:rPr>
        <w:t>речевое развитие, социально-коммуникативное развитие, физическое развитие, художественно-эстетическое развитие.</w:t>
      </w:r>
    </w:p>
    <w:p w:rsidR="00C2404F" w:rsidRPr="00C2404F" w:rsidRDefault="00C2404F" w:rsidP="00EA2DAB">
      <w:pPr>
        <w:pStyle w:val="aa"/>
        <w:jc w:val="both"/>
        <w:rPr>
          <w:rStyle w:val="c0"/>
          <w:color w:val="000000"/>
          <w:sz w:val="28"/>
          <w:szCs w:val="28"/>
        </w:rPr>
      </w:pP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Соответствие задач содержанию НОД:</w:t>
      </w:r>
    </w:p>
    <w:p w:rsidR="00C2404F" w:rsidRPr="00C2404F" w:rsidRDefault="00C2404F" w:rsidP="00EA2DAB">
      <w:pPr>
        <w:pStyle w:val="aa"/>
        <w:jc w:val="both"/>
        <w:rPr>
          <w:b/>
          <w:sz w:val="28"/>
          <w:szCs w:val="28"/>
        </w:rPr>
      </w:pPr>
      <w:r w:rsidRPr="00C2404F">
        <w:rPr>
          <w:rStyle w:val="c0"/>
          <w:color w:val="000000"/>
          <w:sz w:val="28"/>
          <w:szCs w:val="28"/>
        </w:rPr>
        <w:t>Закрепить и упорядочить полученные ранее знания и умения детей в процессе освоения  содержания образовательных областей в соответствии с темой НОД</w:t>
      </w:r>
      <w:r w:rsidRPr="00C2404F">
        <w:rPr>
          <w:rStyle w:val="a8"/>
          <w:sz w:val="28"/>
          <w:szCs w:val="28"/>
        </w:rPr>
        <w:t>.</w:t>
      </w:r>
      <w:r w:rsidRPr="00C2404F">
        <w:rPr>
          <w:sz w:val="28"/>
          <w:szCs w:val="28"/>
        </w:rPr>
        <w:t> </w:t>
      </w:r>
    </w:p>
    <w:p w:rsidR="00EA2DAB" w:rsidRDefault="00EA2DAB" w:rsidP="00EA2DAB">
      <w:pPr>
        <w:pStyle w:val="aa"/>
        <w:jc w:val="both"/>
        <w:rPr>
          <w:b/>
          <w:sz w:val="28"/>
          <w:szCs w:val="28"/>
        </w:rPr>
      </w:pPr>
    </w:p>
    <w:p w:rsidR="00C2404F" w:rsidRPr="00C2404F" w:rsidRDefault="00C2404F" w:rsidP="00EA2DAB">
      <w:pPr>
        <w:pStyle w:val="aa"/>
        <w:jc w:val="both"/>
        <w:rPr>
          <w:b/>
          <w:sz w:val="28"/>
          <w:szCs w:val="28"/>
        </w:rPr>
      </w:pPr>
      <w:r w:rsidRPr="00C2404F">
        <w:rPr>
          <w:b/>
          <w:sz w:val="28"/>
          <w:szCs w:val="28"/>
        </w:rPr>
        <w:t>Обучающая: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закрепить умение различать и называть деревья (береза, ель, дуб, клен) и их листья (березовые, еловые, дубовые, кленовые</w:t>
      </w:r>
      <w:r w:rsidRPr="00C2404F">
        <w:rPr>
          <w:rStyle w:val="a9"/>
          <w:sz w:val="28"/>
          <w:szCs w:val="28"/>
        </w:rPr>
        <w:t>);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продолжать учить детей отвечать на  поставленные вопросы полными ответами, поощрять составление  сложных предложений;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обучать основам словообразования, развивать умение образовывать прилагательные; глаголы</w:t>
      </w:r>
    </w:p>
    <w:p w:rsidR="00C2404F" w:rsidRPr="00C2404F" w:rsidRDefault="00C2404F" w:rsidP="00EA2DAB">
      <w:pPr>
        <w:pStyle w:val="aa"/>
        <w:jc w:val="both"/>
        <w:rPr>
          <w:b/>
          <w:sz w:val="28"/>
          <w:szCs w:val="28"/>
        </w:rPr>
      </w:pPr>
      <w:r w:rsidRPr="00C2404F">
        <w:rPr>
          <w:sz w:val="28"/>
          <w:szCs w:val="28"/>
        </w:rPr>
        <w:t xml:space="preserve">- </w:t>
      </w:r>
      <w:r w:rsidRPr="00C2404F">
        <w:rPr>
          <w:color w:val="000000"/>
          <w:sz w:val="28"/>
          <w:szCs w:val="28"/>
          <w:shd w:val="clear" w:color="auto" w:fill="FFFFFF"/>
        </w:rPr>
        <w:t>активизировать словарь детей.</w:t>
      </w:r>
    </w:p>
    <w:p w:rsidR="00EA2DAB" w:rsidRDefault="00EA2DAB" w:rsidP="00EA2DAB">
      <w:pPr>
        <w:jc w:val="both"/>
        <w:rPr>
          <w:b/>
          <w:sz w:val="28"/>
          <w:szCs w:val="28"/>
        </w:rPr>
      </w:pPr>
    </w:p>
    <w:p w:rsidR="00C2404F" w:rsidRPr="00C2404F" w:rsidRDefault="00C2404F" w:rsidP="00EA2DAB">
      <w:pPr>
        <w:jc w:val="both"/>
        <w:rPr>
          <w:b/>
          <w:sz w:val="28"/>
          <w:szCs w:val="28"/>
        </w:rPr>
      </w:pPr>
      <w:r w:rsidRPr="00C2404F">
        <w:rPr>
          <w:b/>
          <w:sz w:val="28"/>
          <w:szCs w:val="28"/>
        </w:rPr>
        <w:t xml:space="preserve">Развивающая: 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обобщать представления детей об « Осени» как времени года, ее признаках;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-развивать внимание, память;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улучшать общую моторику и координацию движений;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-развивать умение восстанавливать логическую взаимосвязь, делать выводы;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совершенствовать умение вслушиваться в обращённую речь, понимать её содержание;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уточнять, обогащать, систематизировать словарный запас;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 xml:space="preserve">развивать художественное восприятие, отзывчивость на музыку, произведения искусства, художественное слово.  </w:t>
      </w:r>
    </w:p>
    <w:p w:rsidR="00EA2DAB" w:rsidRDefault="00EA2DAB" w:rsidP="00EA2DAB">
      <w:pPr>
        <w:jc w:val="both"/>
        <w:rPr>
          <w:b/>
          <w:sz w:val="28"/>
          <w:szCs w:val="28"/>
        </w:rPr>
      </w:pPr>
    </w:p>
    <w:p w:rsidR="00C2404F" w:rsidRPr="00C2404F" w:rsidRDefault="00C2404F" w:rsidP="00EA2DAB">
      <w:pPr>
        <w:jc w:val="both"/>
        <w:rPr>
          <w:b/>
          <w:sz w:val="28"/>
          <w:szCs w:val="28"/>
        </w:rPr>
      </w:pPr>
      <w:r w:rsidRPr="00C2404F">
        <w:rPr>
          <w:b/>
          <w:sz w:val="28"/>
          <w:szCs w:val="28"/>
        </w:rPr>
        <w:t xml:space="preserve">Воспитательная: 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 xml:space="preserve">   -  воспитывать чувство любви к родной природе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воспитывать бережное, заботливое отношение к окружающему нас миру: растениям, животным;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приобщать к элементарным нормам и правилам взаимодействия со сверстниками;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воспитывать положительные эмоции, развивать умения сострадать и оказывать помощь;</w:t>
      </w:r>
    </w:p>
    <w:p w:rsidR="00C2404F" w:rsidRPr="00C2404F" w:rsidRDefault="00C2404F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воспитывать</w:t>
      </w:r>
      <w:r w:rsidR="00EA2DAB">
        <w:rPr>
          <w:sz w:val="28"/>
          <w:szCs w:val="28"/>
        </w:rPr>
        <w:t xml:space="preserve"> усидчивость, самостоятельность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lastRenderedPageBreak/>
        <w:t>Ход занятия: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Дети стоят полукругом</w:t>
      </w:r>
    </w:p>
    <w:p w:rsidR="006E4434" w:rsidRPr="00C2404F" w:rsidRDefault="006E4434" w:rsidP="00EA2DAB">
      <w:pPr>
        <w:pStyle w:val="aa"/>
        <w:jc w:val="both"/>
        <w:rPr>
          <w:sz w:val="28"/>
          <w:szCs w:val="28"/>
        </w:rPr>
      </w:pP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  <w:u w:val="single"/>
          <w:bdr w:val="none" w:sz="0" w:space="0" w:color="auto" w:frame="1"/>
        </w:rPr>
        <w:t>Воспитатель читает загадку</w:t>
      </w:r>
      <w:r w:rsidRPr="00C2404F">
        <w:rPr>
          <w:sz w:val="28"/>
          <w:szCs w:val="28"/>
        </w:rPr>
        <w:t>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Уж пахнет в воздухе дождем,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Все холоднее с каждым днем.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Деревья свой наряд меняют,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Листочки потихонечку теряют.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Понятно всем, как дважды два —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Пришла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  <w:u w:val="single"/>
          <w:bdr w:val="none" w:sz="0" w:space="0" w:color="auto" w:frame="1"/>
        </w:rPr>
        <w:t>Ответ</w:t>
      </w:r>
      <w:r w:rsidRPr="00C2404F">
        <w:rPr>
          <w:sz w:val="28"/>
          <w:szCs w:val="28"/>
        </w:rPr>
        <w:t>: </w:t>
      </w:r>
      <w:r w:rsidRPr="00C2404F">
        <w:rPr>
          <w:rStyle w:val="a8"/>
          <w:sz w:val="28"/>
          <w:szCs w:val="28"/>
          <w:bdr w:val="none" w:sz="0" w:space="0" w:color="auto" w:frame="1"/>
        </w:rPr>
        <w:t>осенняя пора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Воспитатель. Какое настроение вам навивает эта загадка </w:t>
      </w:r>
      <w:r w:rsidRPr="00C2404F">
        <w:rPr>
          <w:i/>
          <w:iCs/>
          <w:sz w:val="28"/>
          <w:szCs w:val="28"/>
          <w:bdr w:val="none" w:sz="0" w:space="0" w:color="auto" w:frame="1"/>
        </w:rPr>
        <w:t>(печальное, грустное)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  <w:u w:val="single"/>
          <w:bdr w:val="none" w:sz="0" w:space="0" w:color="auto" w:frame="1"/>
        </w:rPr>
        <w:t>Воспитатель</w:t>
      </w:r>
      <w:r w:rsidRPr="00C2404F">
        <w:rPr>
          <w:sz w:val="28"/>
          <w:szCs w:val="28"/>
        </w:rPr>
        <w:t>: ребята, а теперь послушайте стихотворение З.</w:t>
      </w:r>
      <w:r w:rsidRPr="00C2404F">
        <w:rPr>
          <w:sz w:val="28"/>
          <w:szCs w:val="28"/>
          <w:u w:val="single"/>
          <w:bdr w:val="none" w:sz="0" w:space="0" w:color="auto" w:frame="1"/>
        </w:rPr>
        <w:t>Федоровской</w:t>
      </w:r>
      <w:r w:rsidRPr="00C2404F">
        <w:rPr>
          <w:sz w:val="28"/>
          <w:szCs w:val="28"/>
        </w:rPr>
        <w:t>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  <w:bdr w:val="none" w:sz="0" w:space="0" w:color="auto" w:frame="1"/>
        </w:rPr>
        <w:t>Осень на опушке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Краски </w:t>
      </w:r>
      <w:r w:rsidRPr="00C2404F">
        <w:rPr>
          <w:rStyle w:val="a8"/>
          <w:sz w:val="28"/>
          <w:szCs w:val="28"/>
          <w:bdr w:val="none" w:sz="0" w:space="0" w:color="auto" w:frame="1"/>
        </w:rPr>
        <w:t>разводила</w:t>
      </w:r>
      <w:r w:rsidRPr="00C2404F">
        <w:rPr>
          <w:sz w:val="28"/>
          <w:szCs w:val="28"/>
        </w:rPr>
        <w:t>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 листве тихонько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Кистью проводила.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Пожелтел орешник,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И зарделись клены,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 пурпуре осинки,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Только дуб зеленый.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Утешает </w:t>
      </w:r>
      <w:r w:rsidRPr="00C2404F">
        <w:rPr>
          <w:rStyle w:val="a8"/>
          <w:sz w:val="28"/>
          <w:szCs w:val="28"/>
          <w:bdr w:val="none" w:sz="0" w:space="0" w:color="auto" w:frame="1"/>
        </w:rPr>
        <w:t>осень</w:t>
      </w:r>
      <w:r w:rsidRPr="00C2404F">
        <w:rPr>
          <w:sz w:val="28"/>
          <w:szCs w:val="28"/>
        </w:rPr>
        <w:t>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 Не жалейте лета!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Посмотрите – роща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Золотом одета.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Воспитатель. А теперь какое у вас настроение прочтя это стихотворение. </w:t>
      </w:r>
      <w:r w:rsidRPr="00C2404F">
        <w:rPr>
          <w:i/>
          <w:iCs/>
          <w:sz w:val="28"/>
          <w:szCs w:val="28"/>
          <w:bdr w:val="none" w:sz="0" w:space="0" w:color="auto" w:frame="1"/>
        </w:rPr>
        <w:t>(веселое, радостное)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А какая </w:t>
      </w:r>
      <w:r w:rsidRPr="00C2404F">
        <w:rPr>
          <w:rStyle w:val="a8"/>
          <w:sz w:val="28"/>
          <w:szCs w:val="28"/>
          <w:bdr w:val="none" w:sz="0" w:space="0" w:color="auto" w:frame="1"/>
        </w:rPr>
        <w:t>осень</w:t>
      </w:r>
      <w:r w:rsidRPr="00C2404F">
        <w:rPr>
          <w:sz w:val="28"/>
          <w:szCs w:val="28"/>
        </w:rPr>
        <w:t>, какие определения ей можно подобрать? </w:t>
      </w:r>
      <w:r w:rsidRPr="00C2404F">
        <w:rPr>
          <w:i/>
          <w:iCs/>
          <w:sz w:val="28"/>
          <w:szCs w:val="28"/>
          <w:bdr w:val="none" w:sz="0" w:space="0" w:color="auto" w:frame="1"/>
        </w:rPr>
        <w:t>(Золотая, красивая, печальная, дождливая)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  <w:u w:val="single"/>
          <w:bdr w:val="none" w:sz="0" w:space="0" w:color="auto" w:frame="1"/>
        </w:rPr>
        <w:t>В</w:t>
      </w:r>
      <w:r w:rsidRPr="00C2404F">
        <w:rPr>
          <w:sz w:val="28"/>
          <w:szCs w:val="28"/>
        </w:rPr>
        <w:t>: Вот, как много красивого мы сказали об </w:t>
      </w:r>
      <w:r w:rsidRPr="00C2404F">
        <w:rPr>
          <w:rStyle w:val="a8"/>
          <w:sz w:val="28"/>
          <w:szCs w:val="28"/>
          <w:bdr w:val="none" w:sz="0" w:space="0" w:color="auto" w:frame="1"/>
        </w:rPr>
        <w:t>осени</w:t>
      </w:r>
      <w:r w:rsidRPr="00C2404F">
        <w:rPr>
          <w:sz w:val="28"/>
          <w:szCs w:val="28"/>
        </w:rPr>
        <w:t>. Давайте поиграем в игру.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sz w:val="28"/>
          <w:szCs w:val="28"/>
        </w:rPr>
        <w:t>Звучит аудиозапись М.Легран «Осенняя грусть» и в зале начинает кружить листок.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Ребята, что это?    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Дети: </w:t>
      </w:r>
      <w:r w:rsidRPr="00C2404F">
        <w:rPr>
          <w:sz w:val="28"/>
          <w:szCs w:val="28"/>
        </w:rPr>
        <w:t>Лист, листик, листочек.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Кто же нам мог его отправить?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Дети:</w:t>
      </w:r>
      <w:r w:rsidRPr="00C2404F">
        <w:rPr>
          <w:sz w:val="28"/>
          <w:szCs w:val="28"/>
        </w:rPr>
        <w:t>  (варианты ответов, если затрудняются подвести к мысли, что его  оправила осень).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А что мы знаем об осени?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Листик ты передавай,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осеннюю примету скорее называй: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день короче, а ночь длиннее;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небо серое, хмурое;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часто идет дождь;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lastRenderedPageBreak/>
        <w:t>-        Осенью перелетные птицы улетают на юг;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на деревьях и кустарниках желтеют листья, они опадают, начинается листопад;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дикие звери делают запасы на зиму, утепляют свои шубки, а некоторые ложатся в спячку.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люди надевают теплую одежду;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-        Осенью собирают урожай.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Молодцы, ребята, вы знаете много примет осени.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sz w:val="28"/>
          <w:szCs w:val="28"/>
        </w:rPr>
        <w:t>Звуч</w:t>
      </w:r>
      <w:r w:rsidR="00B243CE" w:rsidRPr="00C2404F">
        <w:rPr>
          <w:rStyle w:val="a9"/>
          <w:sz w:val="28"/>
          <w:szCs w:val="28"/>
        </w:rPr>
        <w:t>ит музыка,  на появляется осень</w:t>
      </w:r>
      <w:r w:rsidRPr="00C2404F">
        <w:rPr>
          <w:rStyle w:val="a9"/>
          <w:sz w:val="28"/>
          <w:szCs w:val="28"/>
        </w:rPr>
        <w:t xml:space="preserve"> (кукла)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Несу я урожай, поля вновь засеваю,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Птиц к югу отправляю, деревья раздеваю,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Но, не касаясь сосен и елочек. Я – осень!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В.:</w:t>
      </w:r>
      <w:r w:rsidRPr="00C2404F">
        <w:rPr>
          <w:sz w:val="28"/>
          <w:szCs w:val="28"/>
        </w:rPr>
        <w:t> Ребята, осень к нам пришла со своими друзьями. Угадайте кто они?</w:t>
      </w:r>
      <w:r w:rsidRPr="00C2404F">
        <w:rPr>
          <w:rStyle w:val="a9"/>
          <w:b/>
          <w:bCs/>
          <w:sz w:val="28"/>
          <w:szCs w:val="28"/>
        </w:rPr>
        <w:t> </w:t>
      </w:r>
      <w:r w:rsidRPr="00C2404F">
        <w:rPr>
          <w:rStyle w:val="a9"/>
          <w:sz w:val="28"/>
          <w:szCs w:val="28"/>
        </w:rPr>
        <w:t xml:space="preserve">(ветер </w:t>
      </w:r>
      <w:r w:rsidR="001C1DD3" w:rsidRPr="00C2404F">
        <w:rPr>
          <w:rStyle w:val="a9"/>
          <w:sz w:val="28"/>
          <w:szCs w:val="28"/>
        </w:rPr>
        <w:t>листья, ветер, дождь)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А вот и один из них: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Ветер, ветер, ветерок,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К нам летит на огонёк.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Ребята, а что можно сказать о ветерке, какой он? (сильный, могучий, озорной, холодный)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Что делает ветер? (дует, летает…)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Ветер вдруг зашел лесок,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Погулял он здесь часок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Ты попробуй, разберись –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С какой же ветки этот лист?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 </w:t>
      </w:r>
    </w:p>
    <w:p w:rsidR="00E45476" w:rsidRPr="00C2404F" w:rsidRDefault="001C1DD3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sz w:val="28"/>
          <w:szCs w:val="28"/>
        </w:rPr>
        <w:t xml:space="preserve">Картинки </w:t>
      </w:r>
      <w:r w:rsidR="00E45476" w:rsidRPr="00C2404F">
        <w:rPr>
          <w:rStyle w:val="a9"/>
          <w:sz w:val="28"/>
          <w:szCs w:val="28"/>
        </w:rPr>
        <w:t>деревья и листья, дети по внешнему виду называют дерево:  (береза, ель, дуб, клен) и листья деревьев:  березовый лист, еловый лист, дубовый лист, кленовый лист.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Ребята, а в какие цвета осень раскрасила листья? (желтые, красные, оранжевые) </w:t>
      </w:r>
      <w:r w:rsidRPr="00C2404F">
        <w:rPr>
          <w:rStyle w:val="a8"/>
          <w:sz w:val="28"/>
          <w:szCs w:val="28"/>
        </w:rPr>
        <w:t> </w:t>
      </w:r>
      <w:r w:rsidRPr="00C2404F">
        <w:rPr>
          <w:sz w:val="28"/>
          <w:szCs w:val="28"/>
        </w:rPr>
        <w:t>Что делают листья? (желтеют, краснеют, кружатся, летят, опадают).  Как называется осеннее явление, когда листья падают? (листопад).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b/>
          <w:bCs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Ребята, посмотрите, ветерок продолжает гулять в лесу: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Ветер дует не спеша </w:t>
      </w:r>
      <w:r w:rsidRPr="00C2404F">
        <w:rPr>
          <w:rStyle w:val="a8"/>
          <w:sz w:val="28"/>
          <w:szCs w:val="28"/>
        </w:rPr>
        <w:t>(дети дуют)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Тихо листьями шурша </w:t>
      </w:r>
      <w:r w:rsidRPr="00C2404F">
        <w:rPr>
          <w:rStyle w:val="a8"/>
          <w:sz w:val="28"/>
          <w:szCs w:val="28"/>
        </w:rPr>
        <w:t>(говорят звук [ш])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Где листок к листку прилип </w:t>
      </w:r>
      <w:r w:rsidRPr="00C2404F">
        <w:rPr>
          <w:rStyle w:val="a8"/>
          <w:sz w:val="28"/>
          <w:szCs w:val="28"/>
        </w:rPr>
        <w:t>(хлопают)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Появился чудо-гриб </w:t>
      </w:r>
      <w:r w:rsidRPr="00C2404F">
        <w:rPr>
          <w:rStyle w:val="a8"/>
          <w:sz w:val="28"/>
          <w:szCs w:val="28"/>
        </w:rPr>
        <w:t>(поднимают руки вверх)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Кто нашёл его друзья? </w:t>
      </w:r>
      <w:r w:rsidRPr="00C2404F">
        <w:rPr>
          <w:rStyle w:val="a8"/>
          <w:sz w:val="28"/>
          <w:szCs w:val="28"/>
        </w:rPr>
        <w:t>(пожимают плечами)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sz w:val="28"/>
          <w:szCs w:val="28"/>
        </w:rPr>
        <w:t>Из-за пенёчка воспитатель достаёт игрушечного ёжика и озвучивает его: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«Ну конечно, - это я!» </w:t>
      </w:r>
      <w:r w:rsidRPr="00C2404F">
        <w:rPr>
          <w:rStyle w:val="a9"/>
          <w:sz w:val="28"/>
          <w:szCs w:val="28"/>
        </w:rPr>
        <w:t>(Далее воспитатель говорит за ёжика).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lastRenderedPageBreak/>
        <w:t>Ёжик наш пыхтит: «фу-фу!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Я грибы, друзья, люблю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И вот этот вот грибок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sz w:val="28"/>
          <w:szCs w:val="28"/>
        </w:rPr>
        <w:t>Положу я в кузовок» </w:t>
      </w:r>
      <w:r w:rsidRPr="00C2404F">
        <w:rPr>
          <w:rStyle w:val="a9"/>
          <w:sz w:val="28"/>
          <w:szCs w:val="28"/>
        </w:rPr>
        <w:t>(берёт мухомор и кладёт в кузовок).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 </w:t>
      </w:r>
      <w:r w:rsidRPr="00C2404F">
        <w:rPr>
          <w:sz w:val="28"/>
          <w:szCs w:val="28"/>
        </w:rPr>
        <w:t>Посмотрите, ребята, какой гриб ежик нашел?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Дети: </w:t>
      </w:r>
      <w:r w:rsidRPr="00C2404F">
        <w:rPr>
          <w:sz w:val="28"/>
          <w:szCs w:val="28"/>
        </w:rPr>
        <w:t>это мухомор,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Ежик:</w:t>
      </w:r>
      <w:r w:rsidRPr="00C2404F">
        <w:rPr>
          <w:sz w:val="28"/>
          <w:szCs w:val="28"/>
        </w:rPr>
        <w:t> Какой красивый, чудесный, вкусный гриб я нашел. Неправда</w:t>
      </w:r>
      <w:r w:rsidR="001C1DD3" w:rsidRPr="00C2404F">
        <w:rPr>
          <w:sz w:val="28"/>
          <w:szCs w:val="28"/>
        </w:rPr>
        <w:t xml:space="preserve"> </w:t>
      </w:r>
      <w:r w:rsidRPr="00C2404F">
        <w:rPr>
          <w:sz w:val="28"/>
          <w:szCs w:val="28"/>
        </w:rPr>
        <w:t xml:space="preserve"> ли, ребята?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Дети:</w:t>
      </w:r>
      <w:r w:rsidRPr="00C2404F">
        <w:rPr>
          <w:sz w:val="28"/>
          <w:szCs w:val="28"/>
        </w:rPr>
        <w:t> нет, он не съедобный.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Ёжик: </w:t>
      </w:r>
      <w:r w:rsidRPr="00C2404F">
        <w:rPr>
          <w:sz w:val="28"/>
          <w:szCs w:val="28"/>
        </w:rPr>
        <w:t>Ой, бедный, я несчастный, нашел всего несколько грибов, а их есть нельзя. Чем же я буду кормить своих ежат зимой?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</w:t>
      </w:r>
      <w:r w:rsidRPr="00C2404F">
        <w:rPr>
          <w:sz w:val="28"/>
          <w:szCs w:val="28"/>
        </w:rPr>
        <w:t> А чем же мы можем помочь ежу и его ежатам?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Дети:</w:t>
      </w:r>
      <w:r w:rsidRPr="00C2404F">
        <w:rPr>
          <w:sz w:val="28"/>
          <w:szCs w:val="28"/>
        </w:rPr>
        <w:t> Собрать, найти, нарисовать, слепить грибы.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Воспитатель:</w:t>
      </w:r>
      <w:r w:rsidRPr="00C2404F">
        <w:rPr>
          <w:sz w:val="28"/>
          <w:szCs w:val="28"/>
        </w:rPr>
        <w:t> Я думаю на нашей полянке много грибов. Давайте попробуем их отыскать и помочь ежику подготовиться к зиме.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Игра «Найди и назови гриб»</w:t>
      </w:r>
    </w:p>
    <w:p w:rsidR="00E45476" w:rsidRPr="00C2404F" w:rsidRDefault="00E45476" w:rsidP="00EA2DAB">
      <w:pPr>
        <w:pStyle w:val="aa"/>
        <w:jc w:val="both"/>
        <w:rPr>
          <w:rStyle w:val="a9"/>
          <w:sz w:val="28"/>
          <w:szCs w:val="28"/>
        </w:rPr>
      </w:pPr>
      <w:r w:rsidRPr="00C2404F">
        <w:rPr>
          <w:rStyle w:val="a9"/>
          <w:sz w:val="28"/>
          <w:szCs w:val="28"/>
        </w:rPr>
        <w:t>разложены иллюстрации грибов, дети ищут и называют их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9"/>
          <w:b/>
          <w:bCs/>
          <w:sz w:val="28"/>
          <w:szCs w:val="28"/>
        </w:rPr>
        <w:t> </w:t>
      </w:r>
    </w:p>
    <w:p w:rsidR="00E45476" w:rsidRPr="00C2404F" w:rsidRDefault="00E45476" w:rsidP="00EA2DAB">
      <w:pPr>
        <w:pStyle w:val="aa"/>
        <w:jc w:val="both"/>
        <w:rPr>
          <w:sz w:val="28"/>
          <w:szCs w:val="28"/>
        </w:rPr>
      </w:pPr>
      <w:r w:rsidRPr="00C2404F">
        <w:rPr>
          <w:rStyle w:val="a8"/>
          <w:sz w:val="28"/>
          <w:szCs w:val="28"/>
        </w:rPr>
        <w:t>Воспитатель</w:t>
      </w:r>
      <w:r w:rsidR="00EA2DAB">
        <w:rPr>
          <w:rStyle w:val="a8"/>
          <w:sz w:val="28"/>
          <w:szCs w:val="28"/>
        </w:rPr>
        <w:t>.</w:t>
      </w:r>
      <w:r w:rsidR="00EA2DAB">
        <w:rPr>
          <w:sz w:val="28"/>
          <w:szCs w:val="28"/>
        </w:rPr>
        <w:t>  К</w:t>
      </w:r>
      <w:r w:rsidRPr="00C2404F">
        <w:rPr>
          <w:sz w:val="28"/>
          <w:szCs w:val="28"/>
        </w:rPr>
        <w:t>акие грибы собрали для ежика, какие брать не стали и почему?</w:t>
      </w:r>
    </w:p>
    <w:p w:rsidR="006E4434" w:rsidRPr="00C2404F" w:rsidRDefault="006E4434" w:rsidP="00EA2DAB">
      <w:pPr>
        <w:pStyle w:val="aa"/>
        <w:jc w:val="both"/>
        <w:rPr>
          <w:sz w:val="28"/>
          <w:szCs w:val="28"/>
        </w:rPr>
      </w:pPr>
      <w:r w:rsidRPr="00C2404F">
        <w:rPr>
          <w:b/>
          <w:sz w:val="28"/>
          <w:szCs w:val="28"/>
        </w:rPr>
        <w:t>Воспитатель</w:t>
      </w:r>
      <w:r w:rsidR="00EA2DAB">
        <w:rPr>
          <w:b/>
          <w:sz w:val="28"/>
          <w:szCs w:val="28"/>
        </w:rPr>
        <w:t>.</w:t>
      </w:r>
      <w:r w:rsidRPr="00C2404F">
        <w:rPr>
          <w:sz w:val="28"/>
          <w:szCs w:val="28"/>
        </w:rPr>
        <w:t xml:space="preserve"> </w:t>
      </w:r>
      <w:r w:rsidRPr="00C2404F">
        <w:rPr>
          <w:sz w:val="28"/>
          <w:szCs w:val="28"/>
          <w:shd w:val="clear" w:color="auto" w:fill="FFFFFF"/>
        </w:rPr>
        <w:t xml:space="preserve">А сейчас давайте  подойдите к столам и </w:t>
      </w:r>
      <w:r w:rsidRPr="00C2404F">
        <w:rPr>
          <w:sz w:val="28"/>
          <w:szCs w:val="28"/>
        </w:rPr>
        <w:t>слепим ёжику</w:t>
      </w:r>
      <w:r w:rsidR="00EA2DAB">
        <w:rPr>
          <w:sz w:val="28"/>
          <w:szCs w:val="28"/>
        </w:rPr>
        <w:t xml:space="preserve"> грибов, чтобы хватило и ежатам</w:t>
      </w:r>
      <w:r w:rsidRPr="00C2404F">
        <w:rPr>
          <w:sz w:val="28"/>
          <w:szCs w:val="28"/>
        </w:rPr>
        <w:t>.</w:t>
      </w:r>
      <w:r w:rsidRPr="00C2404F">
        <w:rPr>
          <w:sz w:val="28"/>
          <w:szCs w:val="28"/>
          <w:shd w:val="clear" w:color="auto" w:fill="FFFFFF"/>
        </w:rPr>
        <w:t xml:space="preserve"> Мы их подарим Ёжику, чтобы он не путал больше съедобные и несъедобные грибы.</w:t>
      </w:r>
      <w:r w:rsidRPr="00C2404F">
        <w:rPr>
          <w:sz w:val="28"/>
          <w:szCs w:val="28"/>
        </w:rPr>
        <w:t xml:space="preserve"> </w:t>
      </w:r>
    </w:p>
    <w:p w:rsidR="00C41666" w:rsidRPr="00C2404F" w:rsidRDefault="00C41666" w:rsidP="00EA2DAB">
      <w:pPr>
        <w:shd w:val="clear" w:color="auto" w:fill="FFFFFF"/>
        <w:jc w:val="both"/>
        <w:rPr>
          <w:b/>
          <w:sz w:val="28"/>
          <w:szCs w:val="28"/>
        </w:rPr>
      </w:pPr>
      <w:r w:rsidRPr="00C2404F">
        <w:rPr>
          <w:b/>
          <w:sz w:val="28"/>
          <w:szCs w:val="28"/>
        </w:rPr>
        <w:t xml:space="preserve">Рефлексия  дети </w:t>
      </w:r>
      <w:r w:rsidR="00872261" w:rsidRPr="00C2404F">
        <w:rPr>
          <w:b/>
          <w:sz w:val="28"/>
          <w:szCs w:val="28"/>
        </w:rPr>
        <w:t>говорят,</w:t>
      </w:r>
      <w:r w:rsidRPr="00C2404F">
        <w:rPr>
          <w:b/>
          <w:sz w:val="28"/>
          <w:szCs w:val="28"/>
        </w:rPr>
        <w:t xml:space="preserve"> какие грибы слепили</w:t>
      </w:r>
      <w:r w:rsidR="00EA2DAB">
        <w:rPr>
          <w:b/>
          <w:sz w:val="28"/>
          <w:szCs w:val="28"/>
        </w:rPr>
        <w:t>.</w:t>
      </w:r>
      <w:r w:rsidRPr="00C2404F">
        <w:rPr>
          <w:b/>
          <w:sz w:val="28"/>
          <w:szCs w:val="28"/>
        </w:rPr>
        <w:t xml:space="preserve"> Подведение итога занятия, оценка работы детей.</w:t>
      </w:r>
    </w:p>
    <w:p w:rsidR="00C41666" w:rsidRPr="00C2404F" w:rsidRDefault="00C41666" w:rsidP="00EA2DAB">
      <w:pPr>
        <w:pStyle w:val="aa"/>
        <w:jc w:val="both"/>
        <w:rPr>
          <w:b/>
          <w:sz w:val="28"/>
          <w:szCs w:val="28"/>
        </w:rPr>
      </w:pPr>
    </w:p>
    <w:p w:rsidR="00E45476" w:rsidRPr="00C2404F" w:rsidRDefault="00EA2DAB" w:rsidP="00EA2DAB">
      <w:pPr>
        <w:pStyle w:val="aa"/>
        <w:jc w:val="both"/>
        <w:rPr>
          <w:sz w:val="28"/>
          <w:szCs w:val="28"/>
        </w:rPr>
      </w:pPr>
      <w:r>
        <w:rPr>
          <w:rStyle w:val="a8"/>
          <w:sz w:val="28"/>
          <w:szCs w:val="28"/>
        </w:rPr>
        <w:t>Ежик.</w:t>
      </w:r>
      <w:r w:rsidR="00E45476" w:rsidRPr="00C2404F">
        <w:rPr>
          <w:rStyle w:val="a8"/>
          <w:sz w:val="28"/>
          <w:szCs w:val="28"/>
        </w:rPr>
        <w:t> </w:t>
      </w:r>
      <w:r w:rsidR="00E45476" w:rsidRPr="00C2404F">
        <w:rPr>
          <w:sz w:val="28"/>
          <w:szCs w:val="28"/>
        </w:rPr>
        <w:t>Спасибо, ребята, что помогли мне собрать съедобные грибы и сейчас я могу пойти к своим ежатам.</w:t>
      </w:r>
    </w:p>
    <w:p w:rsidR="006931D6" w:rsidRPr="00C2404F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C2404F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C2404F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C2404F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p w:rsidR="00E762A6" w:rsidRPr="00FE2549" w:rsidRDefault="00E762A6" w:rsidP="00EA2DAB">
      <w:pPr>
        <w:pStyle w:val="aa"/>
        <w:jc w:val="both"/>
        <w:rPr>
          <w:b/>
          <w:sz w:val="28"/>
          <w:szCs w:val="28"/>
        </w:rPr>
      </w:pPr>
    </w:p>
    <w:p w:rsidR="00E762A6" w:rsidRPr="00FE2549" w:rsidRDefault="00E762A6" w:rsidP="00EA2DAB">
      <w:pPr>
        <w:pStyle w:val="aa"/>
        <w:jc w:val="both"/>
        <w:rPr>
          <w:b/>
          <w:sz w:val="28"/>
          <w:szCs w:val="28"/>
        </w:rPr>
      </w:pPr>
    </w:p>
    <w:p w:rsidR="006931D6" w:rsidRPr="00FE2549" w:rsidRDefault="006931D6" w:rsidP="00EA2DAB">
      <w:pPr>
        <w:pStyle w:val="aa"/>
        <w:jc w:val="both"/>
        <w:rPr>
          <w:b/>
          <w:sz w:val="28"/>
          <w:szCs w:val="28"/>
        </w:rPr>
      </w:pPr>
    </w:p>
    <w:sectPr w:rsidR="006931D6" w:rsidRPr="00FE2549" w:rsidSect="00EA2DAB">
      <w:pgSz w:w="11906" w:h="16838"/>
      <w:pgMar w:top="1135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0C3" w:rsidRDefault="00C810C3">
      <w:r>
        <w:separator/>
      </w:r>
    </w:p>
  </w:endnote>
  <w:endnote w:type="continuationSeparator" w:id="0">
    <w:p w:rsidR="00C810C3" w:rsidRDefault="00C8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0C3" w:rsidRDefault="00C810C3">
      <w:r>
        <w:separator/>
      </w:r>
    </w:p>
  </w:footnote>
  <w:footnote w:type="continuationSeparator" w:id="0">
    <w:p w:rsidR="00C810C3" w:rsidRDefault="00C81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47"/>
    <w:multiLevelType w:val="multilevel"/>
    <w:tmpl w:val="F4CCD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D3"/>
    <w:rsid w:val="000B45DC"/>
    <w:rsid w:val="000C4C75"/>
    <w:rsid w:val="001C1DD3"/>
    <w:rsid w:val="005616E7"/>
    <w:rsid w:val="006931D6"/>
    <w:rsid w:val="006E4434"/>
    <w:rsid w:val="00781151"/>
    <w:rsid w:val="007960A0"/>
    <w:rsid w:val="007A66EE"/>
    <w:rsid w:val="00872261"/>
    <w:rsid w:val="00962FDC"/>
    <w:rsid w:val="0099439D"/>
    <w:rsid w:val="00A0703E"/>
    <w:rsid w:val="00A95695"/>
    <w:rsid w:val="00AF0CB0"/>
    <w:rsid w:val="00B243CE"/>
    <w:rsid w:val="00BE6078"/>
    <w:rsid w:val="00C2404F"/>
    <w:rsid w:val="00C251BB"/>
    <w:rsid w:val="00C41666"/>
    <w:rsid w:val="00C810C3"/>
    <w:rsid w:val="00D4533E"/>
    <w:rsid w:val="00DA24F6"/>
    <w:rsid w:val="00DE21CF"/>
    <w:rsid w:val="00E04261"/>
    <w:rsid w:val="00E45476"/>
    <w:rsid w:val="00E762A6"/>
    <w:rsid w:val="00EA2DAB"/>
    <w:rsid w:val="00EF5D6A"/>
    <w:rsid w:val="00FA1478"/>
    <w:rsid w:val="00F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54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styleId="a7">
    <w:name w:val="Normal (Web)"/>
    <w:basedOn w:val="a"/>
    <w:uiPriority w:val="99"/>
    <w:unhideWhenUsed/>
    <w:rsid w:val="00E45476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E45476"/>
    <w:rPr>
      <w:b/>
      <w:bCs/>
    </w:rPr>
  </w:style>
  <w:style w:type="character" w:styleId="a9">
    <w:name w:val="Emphasis"/>
    <w:basedOn w:val="a0"/>
    <w:uiPriority w:val="20"/>
    <w:qFormat/>
    <w:rsid w:val="00E45476"/>
    <w:rPr>
      <w:i/>
      <w:iCs/>
    </w:rPr>
  </w:style>
  <w:style w:type="paragraph" w:customStyle="1" w:styleId="c1">
    <w:name w:val="c1"/>
    <w:basedOn w:val="a"/>
    <w:rsid w:val="00E45476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E4434"/>
    <w:rPr>
      <w:sz w:val="24"/>
      <w:szCs w:val="24"/>
    </w:rPr>
  </w:style>
  <w:style w:type="paragraph" w:customStyle="1" w:styleId="c2">
    <w:name w:val="c2"/>
    <w:basedOn w:val="a"/>
    <w:rsid w:val="00DA24F6"/>
    <w:pPr>
      <w:spacing w:before="100" w:beforeAutospacing="1" w:after="100" w:afterAutospacing="1"/>
    </w:pPr>
  </w:style>
  <w:style w:type="character" w:customStyle="1" w:styleId="c0">
    <w:name w:val="c0"/>
    <w:basedOn w:val="a0"/>
    <w:rsid w:val="00C24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2020-10-11T14:32:00Z</dcterms:created>
  <dcterms:modified xsi:type="dcterms:W3CDTF">2025-10-12T14:53:00Z</dcterms:modified>
</cp:coreProperties>
</file>