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0F1" w:rsidRPr="004600F1" w:rsidRDefault="004600F1" w:rsidP="004600F1">
      <w:pPr>
        <w:spacing w:line="276" w:lineRule="auto"/>
        <w:jc w:val="center"/>
        <w:rPr>
          <w:b/>
          <w:color w:val="1F497D" w:themeColor="text2"/>
          <w:sz w:val="28"/>
          <w:szCs w:val="28"/>
        </w:rPr>
      </w:pPr>
      <w:r w:rsidRPr="004600F1">
        <w:rPr>
          <w:b/>
          <w:color w:val="1F497D" w:themeColor="text2"/>
          <w:sz w:val="28"/>
          <w:szCs w:val="28"/>
        </w:rPr>
        <w:t>Предмет: Кубановедение, 4 класс</w:t>
      </w:r>
    </w:p>
    <w:p w:rsidR="004600F1" w:rsidRPr="004600F1" w:rsidRDefault="004600F1" w:rsidP="004600F1">
      <w:pPr>
        <w:spacing w:line="276" w:lineRule="auto"/>
        <w:jc w:val="center"/>
        <w:rPr>
          <w:b/>
          <w:color w:val="1F497D" w:themeColor="text2"/>
          <w:sz w:val="28"/>
          <w:szCs w:val="28"/>
        </w:rPr>
      </w:pPr>
    </w:p>
    <w:p w:rsidR="00E251BD" w:rsidRDefault="004600F1" w:rsidP="004600F1">
      <w:pPr>
        <w:rPr>
          <w:b/>
          <w:sz w:val="36"/>
          <w:szCs w:val="36"/>
        </w:rPr>
      </w:pPr>
      <w:r w:rsidRPr="004600F1">
        <w:rPr>
          <w:b/>
          <w:color w:val="C00000"/>
          <w:sz w:val="28"/>
          <w:szCs w:val="28"/>
        </w:rPr>
        <w:t xml:space="preserve">Автор: </w:t>
      </w:r>
      <w:r w:rsidRPr="004600F1">
        <w:rPr>
          <w:color w:val="000000"/>
          <w:sz w:val="28"/>
          <w:szCs w:val="22"/>
        </w:rPr>
        <w:t>Рябченко Наталья Сергеевна учитель начальных классов МБОУ гимназии № 4 имени Ивана Наумовича Нестерова поселка Псебай Мостовского района Краснодарского края</w:t>
      </w:r>
      <w:r w:rsidR="009B3543">
        <w:rPr>
          <w:b/>
          <w:bCs/>
        </w:rPr>
        <w:t xml:space="preserve">                  </w:t>
      </w:r>
    </w:p>
    <w:p w:rsidR="00C831B1" w:rsidRDefault="00C831B1" w:rsidP="00C831B1">
      <w:pPr>
        <w:ind w:left="360"/>
        <w:rPr>
          <w:b/>
        </w:rPr>
      </w:pPr>
    </w:p>
    <w:p w:rsidR="001363C4" w:rsidRPr="001363C4" w:rsidRDefault="001363C4" w:rsidP="001363C4">
      <w:pPr>
        <w:rPr>
          <w:color w:val="000000"/>
          <w:sz w:val="28"/>
          <w:szCs w:val="28"/>
        </w:rPr>
      </w:pPr>
      <w:r w:rsidRPr="001363C4">
        <w:rPr>
          <w:b/>
          <w:color w:val="C00000"/>
          <w:sz w:val="28"/>
          <w:szCs w:val="28"/>
          <w:u w:val="single"/>
        </w:rPr>
        <w:t>Тема урока</w:t>
      </w:r>
      <w:r w:rsidRPr="001363C4">
        <w:rPr>
          <w:b/>
          <w:color w:val="C00000"/>
          <w:sz w:val="28"/>
          <w:szCs w:val="28"/>
        </w:rPr>
        <w:t>:</w:t>
      </w:r>
      <w:r w:rsidRPr="001363C4">
        <w:rPr>
          <w:color w:val="000000"/>
          <w:sz w:val="28"/>
          <w:szCs w:val="28"/>
        </w:rPr>
        <w:t xml:space="preserve"> Народные ремёсла и промыслы на Кубани.</w:t>
      </w:r>
    </w:p>
    <w:p w:rsidR="001363C4" w:rsidRPr="001363C4" w:rsidRDefault="001363C4" w:rsidP="001363C4">
      <w:pPr>
        <w:rPr>
          <w:color w:val="C00000"/>
          <w:sz w:val="28"/>
          <w:szCs w:val="28"/>
        </w:rPr>
      </w:pPr>
      <w:r w:rsidRPr="001363C4">
        <w:rPr>
          <w:b/>
          <w:color w:val="C00000"/>
          <w:sz w:val="28"/>
          <w:szCs w:val="28"/>
          <w:u w:val="single"/>
        </w:rPr>
        <w:t>Тип урока</w:t>
      </w:r>
      <w:r w:rsidRPr="001363C4">
        <w:rPr>
          <w:b/>
          <w:color w:val="C00000"/>
          <w:sz w:val="28"/>
          <w:szCs w:val="28"/>
        </w:rPr>
        <w:t>:</w:t>
      </w:r>
      <w:r w:rsidRPr="001363C4">
        <w:rPr>
          <w:b/>
          <w:sz w:val="28"/>
          <w:szCs w:val="28"/>
        </w:rPr>
        <w:t xml:space="preserve"> </w:t>
      </w:r>
      <w:r w:rsidRPr="001363C4">
        <w:rPr>
          <w:sz w:val="28"/>
          <w:szCs w:val="28"/>
        </w:rPr>
        <w:t>интегрированный</w:t>
      </w:r>
    </w:p>
    <w:p w:rsidR="001363C4" w:rsidRPr="001363C4" w:rsidRDefault="001363C4" w:rsidP="001363C4">
      <w:pPr>
        <w:jc w:val="center"/>
        <w:rPr>
          <w:color w:val="000000"/>
          <w:sz w:val="28"/>
          <w:szCs w:val="28"/>
        </w:rPr>
      </w:pPr>
    </w:p>
    <w:p w:rsidR="00473BE2" w:rsidRDefault="001363C4" w:rsidP="004600F1">
      <w:pPr>
        <w:rPr>
          <w:sz w:val="28"/>
          <w:szCs w:val="28"/>
        </w:rPr>
      </w:pPr>
      <w:r w:rsidRPr="001363C4">
        <w:rPr>
          <w:b/>
          <w:color w:val="C00000"/>
          <w:sz w:val="28"/>
          <w:szCs w:val="28"/>
          <w:u w:val="single"/>
        </w:rPr>
        <w:t>Цели</w:t>
      </w:r>
      <w:r w:rsidRPr="001363C4">
        <w:rPr>
          <w:b/>
          <w:color w:val="C00000"/>
          <w:sz w:val="28"/>
          <w:szCs w:val="28"/>
        </w:rPr>
        <w:t xml:space="preserve">: </w:t>
      </w:r>
      <w:r w:rsidRPr="001363C4">
        <w:rPr>
          <w:sz w:val="28"/>
          <w:szCs w:val="28"/>
        </w:rPr>
        <w:t xml:space="preserve">познакомить учащихся с народными ремёслами и промыслами, распространёнными на Кубани; научить различать понятия «ремёсла» и «промыслы»; </w:t>
      </w:r>
      <w:r w:rsidRPr="001363C4">
        <w:rPr>
          <w:color w:val="000000"/>
          <w:sz w:val="28"/>
          <w:szCs w:val="28"/>
        </w:rPr>
        <w:t>развивать интерес у детей к народному прикладному искусству, воспитывать любовь к родному краю</w:t>
      </w:r>
      <w:r w:rsidRPr="001363C4">
        <w:rPr>
          <w:color w:val="000000"/>
          <w:sz w:val="27"/>
          <w:szCs w:val="27"/>
        </w:rPr>
        <w:t>.</w:t>
      </w:r>
      <w:r w:rsidR="00473BE2" w:rsidRPr="00473BE2">
        <w:rPr>
          <w:sz w:val="28"/>
          <w:szCs w:val="28"/>
        </w:rPr>
        <w:t xml:space="preserve"> </w:t>
      </w:r>
      <w:r w:rsidR="00473BE2">
        <w:rPr>
          <w:sz w:val="28"/>
          <w:szCs w:val="28"/>
        </w:rPr>
        <w:t>Воспитывать бережное отношение к народным традициям: промыслам и ремеслам, любовь  к малой Родине.</w:t>
      </w:r>
    </w:p>
    <w:p w:rsidR="001363C4" w:rsidRPr="001363C4" w:rsidRDefault="001363C4" w:rsidP="001363C4">
      <w:pPr>
        <w:rPr>
          <w:rFonts w:ascii="Open Sans" w:hAnsi="Open Sans" w:cs="Open Sans"/>
          <w:color w:val="000000"/>
          <w:sz w:val="21"/>
          <w:szCs w:val="21"/>
        </w:rPr>
      </w:pPr>
    </w:p>
    <w:p w:rsidR="001363C4" w:rsidRPr="001363C4" w:rsidRDefault="001363C4" w:rsidP="001363C4">
      <w:pPr>
        <w:rPr>
          <w:rFonts w:eastAsiaTheme="minorEastAsia"/>
          <w:sz w:val="28"/>
          <w:szCs w:val="28"/>
        </w:rPr>
      </w:pPr>
    </w:p>
    <w:p w:rsidR="001363C4" w:rsidRPr="001363C4" w:rsidRDefault="001363C4" w:rsidP="001363C4">
      <w:pPr>
        <w:shd w:val="clear" w:color="auto" w:fill="FFFFFF"/>
        <w:rPr>
          <w:b/>
          <w:bCs/>
          <w:color w:val="C00000"/>
          <w:sz w:val="28"/>
          <w:szCs w:val="28"/>
          <w:u w:val="single"/>
        </w:rPr>
      </w:pPr>
      <w:r w:rsidRPr="001363C4">
        <w:rPr>
          <w:b/>
          <w:bCs/>
          <w:color w:val="C00000"/>
          <w:sz w:val="28"/>
          <w:szCs w:val="28"/>
          <w:u w:val="single"/>
        </w:rPr>
        <w:t>Планируемые результаты</w:t>
      </w:r>
    </w:p>
    <w:p w:rsidR="001363C4" w:rsidRPr="001363C4" w:rsidRDefault="001363C4" w:rsidP="001363C4">
      <w:pPr>
        <w:shd w:val="clear" w:color="auto" w:fill="FFFFFF"/>
        <w:rPr>
          <w:bCs/>
          <w:sz w:val="28"/>
          <w:szCs w:val="28"/>
        </w:rPr>
      </w:pPr>
      <w:r w:rsidRPr="001363C4">
        <w:rPr>
          <w:bCs/>
          <w:sz w:val="28"/>
          <w:szCs w:val="28"/>
          <w:u w:val="single"/>
        </w:rPr>
        <w:t>Личностные:</w:t>
      </w:r>
      <w:r w:rsidRPr="001363C4">
        <w:rPr>
          <w:bCs/>
          <w:sz w:val="28"/>
          <w:szCs w:val="28"/>
        </w:rPr>
        <w:t xml:space="preserve"> формирование активной жизненной позиции, приобщение детей к историческим и духовным ценностям родного края, воспитание уважения к труду народных умельцев.</w:t>
      </w:r>
    </w:p>
    <w:p w:rsidR="001363C4" w:rsidRPr="001363C4" w:rsidRDefault="001363C4" w:rsidP="001363C4">
      <w:pPr>
        <w:shd w:val="clear" w:color="auto" w:fill="FFFFFF"/>
        <w:rPr>
          <w:color w:val="000000"/>
          <w:sz w:val="28"/>
          <w:szCs w:val="28"/>
        </w:rPr>
      </w:pPr>
      <w:r w:rsidRPr="001363C4">
        <w:rPr>
          <w:bCs/>
          <w:sz w:val="28"/>
          <w:szCs w:val="28"/>
          <w:u w:val="single"/>
        </w:rPr>
        <w:t>Регулятивные:</w:t>
      </w:r>
      <w:r w:rsidRPr="001363C4">
        <w:rPr>
          <w:bCs/>
          <w:sz w:val="28"/>
          <w:szCs w:val="28"/>
        </w:rPr>
        <w:t xml:space="preserve"> формировать умение определять и формулировать цель деятельности на уроке; </w:t>
      </w:r>
      <w:r w:rsidRPr="001363C4">
        <w:rPr>
          <w:color w:val="000000"/>
          <w:sz w:val="28"/>
          <w:szCs w:val="28"/>
        </w:rPr>
        <w:t>адекватно используют речь для планирования и регуляции своей деятельности; выделяют и формулируют, что уже усвоено и что ещё нужно усвоить, определяют качество и уровень усвоения.</w:t>
      </w:r>
    </w:p>
    <w:p w:rsidR="001363C4" w:rsidRPr="001363C4" w:rsidRDefault="001363C4" w:rsidP="001363C4">
      <w:pPr>
        <w:rPr>
          <w:color w:val="000000"/>
        </w:rPr>
      </w:pPr>
      <w:r w:rsidRPr="001363C4">
        <w:rPr>
          <w:rFonts w:eastAsiaTheme="minorEastAsia"/>
          <w:color w:val="000000"/>
          <w:sz w:val="28"/>
          <w:szCs w:val="28"/>
          <w:u w:val="single"/>
        </w:rPr>
        <w:t>Познавательные:</w:t>
      </w:r>
      <w:r w:rsidRPr="001363C4">
        <w:rPr>
          <w:rFonts w:eastAsiaTheme="minorEastAsia"/>
          <w:color w:val="000000"/>
          <w:sz w:val="28"/>
          <w:szCs w:val="28"/>
        </w:rPr>
        <w:t xml:space="preserve"> развивать у младших школьников навыки исследовательской работы; </w:t>
      </w:r>
      <w:r w:rsidRPr="001363C4">
        <w:rPr>
          <w:color w:val="000000"/>
          <w:sz w:val="28"/>
          <w:szCs w:val="28"/>
        </w:rPr>
        <w:t>используют доступные способы изучения истории Кубани (наблюдение, запись, сравнение, классификация).</w:t>
      </w:r>
    </w:p>
    <w:p w:rsidR="001363C4" w:rsidRPr="001363C4" w:rsidRDefault="001363C4" w:rsidP="001363C4">
      <w:pPr>
        <w:spacing w:after="200" w:line="276" w:lineRule="auto"/>
        <w:rPr>
          <w:rFonts w:eastAsiaTheme="minorEastAsia"/>
          <w:sz w:val="28"/>
          <w:szCs w:val="28"/>
        </w:rPr>
      </w:pPr>
      <w:r w:rsidRPr="001363C4">
        <w:rPr>
          <w:rFonts w:eastAsiaTheme="minorEastAsia"/>
          <w:sz w:val="28"/>
          <w:szCs w:val="28"/>
          <w:u w:val="single"/>
        </w:rPr>
        <w:t>Коммуникативные:</w:t>
      </w:r>
      <w:r w:rsidRPr="001363C4">
        <w:rPr>
          <w:rFonts w:eastAsiaTheme="minorEastAsia"/>
          <w:sz w:val="28"/>
          <w:szCs w:val="28"/>
        </w:rPr>
        <w:t xml:space="preserve"> формировать умение устанавливать контакт и организовывать взаимодействие в решении общей задачи в группе, развивать умение составлять связный устный рассказ, </w:t>
      </w:r>
      <w:r w:rsidRPr="001363C4">
        <w:rPr>
          <w:color w:val="000000"/>
          <w:sz w:val="28"/>
          <w:szCs w:val="28"/>
        </w:rPr>
        <w:t>с уважением относятся к России, родному краю, к своей семье, истории, культуре; адекватно оценивают собственное поведение и поведение окружающих.</w:t>
      </w:r>
    </w:p>
    <w:p w:rsidR="001363C4" w:rsidRPr="001363C4" w:rsidRDefault="001363C4" w:rsidP="001363C4">
      <w:pPr>
        <w:rPr>
          <w:rFonts w:eastAsiaTheme="minorEastAsia"/>
          <w:b/>
          <w:color w:val="1F497D" w:themeColor="text2"/>
          <w:sz w:val="28"/>
          <w:szCs w:val="28"/>
        </w:rPr>
      </w:pPr>
      <w:r w:rsidRPr="001363C4">
        <w:rPr>
          <w:rFonts w:eastAsiaTheme="minorEastAsia"/>
          <w:b/>
          <w:color w:val="C00000"/>
          <w:sz w:val="28"/>
          <w:szCs w:val="28"/>
          <w:u w:val="single"/>
        </w:rPr>
        <w:t>Оборудование</w:t>
      </w:r>
      <w:r>
        <w:rPr>
          <w:rFonts w:eastAsiaTheme="minorEastAsia"/>
          <w:sz w:val="28"/>
          <w:szCs w:val="28"/>
        </w:rPr>
        <w:t>:</w:t>
      </w:r>
      <w:r>
        <w:rPr>
          <w:sz w:val="28"/>
          <w:szCs w:val="28"/>
        </w:rPr>
        <w:t xml:space="preserve"> компьютер, мультимедийный проектор, экран; «Толковый словарь русского языка « С.И.Ожегова; старинный свадебный рушник; старинная шаль; кошёлка с предметами: подкова, кубышка, гребень; карточки с заданием для игры «Улица – ремесло»; альбомные листы с рисунками: кувшины, полотенца, калитки, цветные карандаши.</w:t>
      </w:r>
    </w:p>
    <w:p w:rsidR="00473BE2" w:rsidRDefault="00473BE2" w:rsidP="001363C4">
      <w:pPr>
        <w:jc w:val="center"/>
        <w:rPr>
          <w:rFonts w:eastAsiaTheme="minorEastAsia"/>
          <w:b/>
          <w:color w:val="1F497D" w:themeColor="text2"/>
          <w:sz w:val="28"/>
          <w:szCs w:val="28"/>
        </w:rPr>
      </w:pPr>
    </w:p>
    <w:p w:rsidR="00473BE2" w:rsidRDefault="00473BE2" w:rsidP="001363C4">
      <w:pPr>
        <w:jc w:val="center"/>
        <w:rPr>
          <w:rFonts w:eastAsiaTheme="minorEastAsia"/>
          <w:b/>
          <w:color w:val="1F497D" w:themeColor="text2"/>
          <w:sz w:val="28"/>
          <w:szCs w:val="28"/>
        </w:rPr>
      </w:pPr>
    </w:p>
    <w:p w:rsidR="00473BE2" w:rsidRDefault="00473BE2" w:rsidP="001363C4">
      <w:pPr>
        <w:jc w:val="center"/>
        <w:rPr>
          <w:rFonts w:eastAsiaTheme="minorEastAsia"/>
          <w:b/>
          <w:color w:val="1F497D" w:themeColor="text2"/>
          <w:sz w:val="28"/>
          <w:szCs w:val="28"/>
        </w:rPr>
      </w:pPr>
    </w:p>
    <w:p w:rsidR="007D2A33" w:rsidRDefault="007D2A33" w:rsidP="001363C4">
      <w:pPr>
        <w:jc w:val="center"/>
        <w:rPr>
          <w:rFonts w:eastAsiaTheme="minorEastAsia"/>
          <w:b/>
          <w:color w:val="1F497D" w:themeColor="text2"/>
          <w:sz w:val="28"/>
          <w:szCs w:val="28"/>
        </w:rPr>
      </w:pPr>
    </w:p>
    <w:p w:rsidR="007D2A33" w:rsidRDefault="007D2A33" w:rsidP="001363C4">
      <w:pPr>
        <w:jc w:val="center"/>
        <w:rPr>
          <w:rFonts w:eastAsiaTheme="minorEastAsia"/>
          <w:b/>
          <w:color w:val="1F497D" w:themeColor="text2"/>
          <w:sz w:val="28"/>
          <w:szCs w:val="28"/>
        </w:rPr>
      </w:pPr>
    </w:p>
    <w:p w:rsidR="001363C4" w:rsidRPr="001363C4" w:rsidRDefault="001363C4" w:rsidP="001363C4">
      <w:pPr>
        <w:jc w:val="center"/>
        <w:rPr>
          <w:rFonts w:eastAsiaTheme="minorEastAsia"/>
          <w:b/>
          <w:color w:val="1F497D" w:themeColor="text2"/>
          <w:sz w:val="28"/>
          <w:szCs w:val="28"/>
        </w:rPr>
      </w:pPr>
      <w:r w:rsidRPr="001363C4">
        <w:rPr>
          <w:rFonts w:eastAsiaTheme="minorEastAsia"/>
          <w:b/>
          <w:color w:val="1F497D" w:themeColor="text2"/>
          <w:sz w:val="28"/>
          <w:szCs w:val="28"/>
        </w:rPr>
        <w:lastRenderedPageBreak/>
        <w:t>Ход урока</w:t>
      </w:r>
    </w:p>
    <w:p w:rsidR="001363C4" w:rsidRPr="001363C4" w:rsidRDefault="001363C4" w:rsidP="001363C4">
      <w:pPr>
        <w:jc w:val="center"/>
        <w:rPr>
          <w:rFonts w:eastAsiaTheme="minorEastAsia"/>
          <w:b/>
          <w:color w:val="1F497D" w:themeColor="text2"/>
          <w:sz w:val="28"/>
          <w:szCs w:val="28"/>
        </w:rPr>
      </w:pPr>
    </w:p>
    <w:p w:rsidR="001363C4" w:rsidRDefault="001363C4" w:rsidP="001363C4">
      <w:pPr>
        <w:rPr>
          <w:rFonts w:eastAsiaTheme="minorEastAsia"/>
          <w:b/>
          <w:color w:val="F79646" w:themeColor="accent6"/>
          <w:sz w:val="28"/>
          <w:szCs w:val="28"/>
        </w:rPr>
      </w:pPr>
      <w:r w:rsidRPr="001363C4">
        <w:rPr>
          <w:rFonts w:eastAsiaTheme="minorEastAsia"/>
          <w:b/>
          <w:color w:val="F79646" w:themeColor="accent6"/>
          <w:sz w:val="28"/>
          <w:szCs w:val="28"/>
        </w:rPr>
        <w:t>1. Организационный момент: поэтическая минутка</w:t>
      </w:r>
    </w:p>
    <w:p w:rsidR="00E15502" w:rsidRDefault="00E15502" w:rsidP="00E15502">
      <w:pPr>
        <w:rPr>
          <w:b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t xml:space="preserve">Ремесла  Кубани. </w:t>
      </w:r>
    </w:p>
    <w:p w:rsidR="00E15502" w:rsidRDefault="00E15502" w:rsidP="00E15502">
      <w:pPr>
        <w:rPr>
          <w:b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t>Поселка дивная долина</w:t>
      </w:r>
    </w:p>
    <w:p w:rsidR="00E15502" w:rsidRDefault="00E15502" w:rsidP="00E15502">
      <w:pPr>
        <w:rPr>
          <w:b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t>Лежит средь гор, под небом синим.</w:t>
      </w:r>
    </w:p>
    <w:p w:rsidR="00E15502" w:rsidRDefault="00E15502" w:rsidP="00E15502">
      <w:pPr>
        <w:rPr>
          <w:b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t>Здесь люди разные живут,</w:t>
      </w:r>
    </w:p>
    <w:p w:rsidR="00E15502" w:rsidRDefault="00E15502" w:rsidP="00E15502">
      <w:pPr>
        <w:rPr>
          <w:b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t>Ремесла знают, ценят труд.</w:t>
      </w:r>
    </w:p>
    <w:p w:rsidR="00E15502" w:rsidRDefault="00E15502" w:rsidP="00E15502">
      <w:pPr>
        <w:rPr>
          <w:b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t>Работают, не зная скуки.</w:t>
      </w:r>
    </w:p>
    <w:p w:rsidR="00E15502" w:rsidRDefault="00E15502" w:rsidP="00E15502">
      <w:pPr>
        <w:rPr>
          <w:b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t>А мастера уж! На все руки.</w:t>
      </w:r>
    </w:p>
    <w:p w:rsidR="00E15502" w:rsidRDefault="00E15502" w:rsidP="00E15502">
      <w:pPr>
        <w:rPr>
          <w:b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t>Традиции не забывают,</w:t>
      </w:r>
    </w:p>
    <w:p w:rsidR="00E15502" w:rsidRDefault="00E15502" w:rsidP="00E15502">
      <w:pPr>
        <w:rPr>
          <w:b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t xml:space="preserve">культуру предков возрождают. </w:t>
      </w:r>
    </w:p>
    <w:p w:rsidR="00E15502" w:rsidRDefault="00E15502" w:rsidP="00E15502">
      <w:pPr>
        <w:rPr>
          <w:b/>
          <w:color w:val="1F497D" w:themeColor="text2"/>
          <w:sz w:val="28"/>
          <w:szCs w:val="28"/>
        </w:rPr>
      </w:pPr>
    </w:p>
    <w:p w:rsidR="00E15502" w:rsidRDefault="00E15502" w:rsidP="00E15502">
      <w:pPr>
        <w:rPr>
          <w:b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t>Месяцами зимними,</w:t>
      </w:r>
    </w:p>
    <w:p w:rsidR="00E15502" w:rsidRDefault="00E15502" w:rsidP="00E15502">
      <w:pPr>
        <w:rPr>
          <w:b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t>вечерами длинными,</w:t>
      </w:r>
    </w:p>
    <w:p w:rsidR="00E15502" w:rsidRDefault="00E15502" w:rsidP="00E15502">
      <w:pPr>
        <w:rPr>
          <w:b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t>Для забавы и веселья</w:t>
      </w:r>
    </w:p>
    <w:p w:rsidR="00E15502" w:rsidRDefault="00E15502" w:rsidP="00E15502">
      <w:pPr>
        <w:rPr>
          <w:b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t>занимались рукодельем.</w:t>
      </w:r>
    </w:p>
    <w:p w:rsidR="00E15502" w:rsidRDefault="00E15502" w:rsidP="00E15502">
      <w:pPr>
        <w:rPr>
          <w:b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t>Кто-то шил, кто-то прял,</w:t>
      </w:r>
    </w:p>
    <w:p w:rsidR="00E15502" w:rsidRDefault="00E15502" w:rsidP="00E15502">
      <w:pPr>
        <w:rPr>
          <w:b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t>кто узоры вышивал.</w:t>
      </w:r>
    </w:p>
    <w:p w:rsidR="001363C4" w:rsidRPr="001363C4" w:rsidRDefault="001363C4" w:rsidP="001363C4">
      <w:pPr>
        <w:rPr>
          <w:rFonts w:eastAsiaTheme="minorEastAsia"/>
          <w:sz w:val="28"/>
          <w:szCs w:val="28"/>
        </w:rPr>
      </w:pPr>
      <w:r w:rsidRPr="001363C4">
        <w:rPr>
          <w:rFonts w:eastAsiaTheme="minorEastAsia"/>
          <w:sz w:val="28"/>
          <w:szCs w:val="28"/>
        </w:rPr>
        <w:t>- Как вы думаете, ребята, что хотел автор сказать своим стихотворением?</w:t>
      </w:r>
    </w:p>
    <w:p w:rsidR="001363C4" w:rsidRPr="001363C4" w:rsidRDefault="001363C4" w:rsidP="001363C4">
      <w:pPr>
        <w:rPr>
          <w:rFonts w:eastAsiaTheme="minorEastAsia"/>
          <w:color w:val="F79646" w:themeColor="accent6"/>
          <w:sz w:val="28"/>
          <w:szCs w:val="28"/>
        </w:rPr>
      </w:pPr>
    </w:p>
    <w:p w:rsidR="001363C4" w:rsidRPr="001363C4" w:rsidRDefault="001363C4" w:rsidP="001363C4">
      <w:pPr>
        <w:rPr>
          <w:rFonts w:eastAsiaTheme="minorEastAsia"/>
          <w:b/>
          <w:color w:val="F79646" w:themeColor="accent6"/>
          <w:sz w:val="28"/>
          <w:szCs w:val="28"/>
        </w:rPr>
      </w:pPr>
      <w:r w:rsidRPr="001363C4">
        <w:rPr>
          <w:rFonts w:eastAsiaTheme="minorEastAsia"/>
          <w:b/>
          <w:color w:val="F79646" w:themeColor="accent6"/>
          <w:sz w:val="28"/>
          <w:szCs w:val="28"/>
        </w:rPr>
        <w:t xml:space="preserve">2. Актуализация опорных знаний: </w:t>
      </w:r>
    </w:p>
    <w:p w:rsidR="001363C4" w:rsidRPr="001363C4" w:rsidRDefault="001363C4" w:rsidP="001363C4">
      <w:pPr>
        <w:shd w:val="clear" w:color="auto" w:fill="FFFFFF"/>
        <w:rPr>
          <w:sz w:val="28"/>
          <w:szCs w:val="28"/>
        </w:rPr>
      </w:pPr>
      <w:r w:rsidRPr="001363C4">
        <w:rPr>
          <w:sz w:val="28"/>
          <w:szCs w:val="28"/>
          <w:u w:val="single"/>
        </w:rPr>
        <w:t>Работа с пословицами</w:t>
      </w:r>
      <w:r w:rsidRPr="001363C4">
        <w:rPr>
          <w:sz w:val="28"/>
          <w:szCs w:val="28"/>
        </w:rPr>
        <w:t xml:space="preserve">  </w:t>
      </w:r>
      <w:r w:rsidRPr="001363C4">
        <w:rPr>
          <w:b/>
          <w:color w:val="7030A0"/>
          <w:sz w:val="28"/>
          <w:szCs w:val="28"/>
        </w:rPr>
        <w:t>(слайд 1)</w:t>
      </w:r>
    </w:p>
    <w:p w:rsidR="001363C4" w:rsidRPr="001363C4" w:rsidRDefault="001363C4" w:rsidP="001363C4">
      <w:pPr>
        <w:shd w:val="clear" w:color="auto" w:fill="FFFFFF"/>
        <w:rPr>
          <w:sz w:val="28"/>
          <w:szCs w:val="28"/>
        </w:rPr>
      </w:pPr>
      <w:r w:rsidRPr="001363C4">
        <w:rPr>
          <w:sz w:val="28"/>
          <w:szCs w:val="28"/>
        </w:rPr>
        <w:t xml:space="preserve">Чтение пословиц, их толкование. </w:t>
      </w:r>
    </w:p>
    <w:p w:rsidR="001363C4" w:rsidRPr="001363C4" w:rsidRDefault="001363C4" w:rsidP="001363C4">
      <w:pPr>
        <w:shd w:val="clear" w:color="auto" w:fill="FFFFFF"/>
        <w:rPr>
          <w:sz w:val="28"/>
          <w:szCs w:val="28"/>
        </w:rPr>
      </w:pPr>
      <w:r w:rsidRPr="001363C4">
        <w:rPr>
          <w:sz w:val="28"/>
          <w:szCs w:val="28"/>
        </w:rPr>
        <w:t xml:space="preserve">- </w:t>
      </w:r>
      <w:r w:rsidRPr="001363C4">
        <w:rPr>
          <w:color w:val="000000"/>
          <w:sz w:val="28"/>
          <w:szCs w:val="28"/>
        </w:rPr>
        <w:t>Какой темой можно объединить их? </w:t>
      </w:r>
      <w:r w:rsidRPr="001363C4">
        <w:rPr>
          <w:i/>
          <w:iCs/>
          <w:color w:val="000000"/>
          <w:sz w:val="28"/>
          <w:szCs w:val="28"/>
        </w:rPr>
        <w:t>(темой труда, хорошей работы)</w:t>
      </w:r>
    </w:p>
    <w:p w:rsidR="001363C4" w:rsidRPr="001363C4" w:rsidRDefault="001363C4" w:rsidP="001363C4">
      <w:pPr>
        <w:shd w:val="clear" w:color="auto" w:fill="FFFFFF"/>
        <w:rPr>
          <w:sz w:val="28"/>
          <w:szCs w:val="28"/>
        </w:rPr>
      </w:pPr>
      <w:r w:rsidRPr="001363C4">
        <w:rPr>
          <w:sz w:val="28"/>
          <w:szCs w:val="28"/>
        </w:rPr>
        <w:t>Найти слово, которое повторяется в каждой пословице.</w:t>
      </w:r>
    </w:p>
    <w:p w:rsidR="001363C4" w:rsidRPr="001363C4" w:rsidRDefault="001363C4" w:rsidP="001363C4">
      <w:pPr>
        <w:shd w:val="clear" w:color="auto" w:fill="FFFFFF"/>
        <w:rPr>
          <w:rFonts w:eastAsiaTheme="minorEastAsia"/>
          <w:sz w:val="28"/>
          <w:szCs w:val="28"/>
        </w:rPr>
      </w:pPr>
      <w:r w:rsidRPr="001363C4">
        <w:rPr>
          <w:rFonts w:eastAsiaTheme="minorEastAsia"/>
          <w:b/>
          <w:bCs/>
          <w:sz w:val="28"/>
          <w:szCs w:val="28"/>
        </w:rPr>
        <w:t>Без ремесла - как без рук.</w:t>
      </w:r>
    </w:p>
    <w:p w:rsidR="001363C4" w:rsidRPr="001363C4" w:rsidRDefault="007D4F1D" w:rsidP="001363C4">
      <w:pPr>
        <w:shd w:val="clear" w:color="auto" w:fill="FFFFFF"/>
        <w:rPr>
          <w:rFonts w:eastAsiaTheme="minorEastAsia"/>
          <w:sz w:val="28"/>
          <w:szCs w:val="28"/>
        </w:rPr>
      </w:pPr>
      <w:hyperlink r:id="rId8" w:history="1">
        <w:r w:rsidR="001363C4" w:rsidRPr="001363C4">
          <w:rPr>
            <w:rFonts w:eastAsiaTheme="minorEastAsia"/>
            <w:b/>
            <w:bCs/>
            <w:sz w:val="28"/>
            <w:szCs w:val="28"/>
          </w:rPr>
          <w:t>Умному человеку и семидесяти ремесел мало</w:t>
        </w:r>
      </w:hyperlink>
      <w:r w:rsidR="001363C4" w:rsidRPr="001363C4">
        <w:rPr>
          <w:rFonts w:eastAsiaTheme="minorEastAsia"/>
          <w:b/>
          <w:bCs/>
          <w:sz w:val="28"/>
          <w:szCs w:val="28"/>
        </w:rPr>
        <w:t>.</w:t>
      </w:r>
    </w:p>
    <w:p w:rsidR="001363C4" w:rsidRPr="001363C4" w:rsidRDefault="001363C4" w:rsidP="001363C4">
      <w:pPr>
        <w:shd w:val="clear" w:color="auto" w:fill="FFFFFF"/>
        <w:rPr>
          <w:rFonts w:eastAsiaTheme="minorEastAsia"/>
          <w:sz w:val="28"/>
          <w:szCs w:val="28"/>
        </w:rPr>
      </w:pPr>
      <w:r w:rsidRPr="001363C4">
        <w:rPr>
          <w:rFonts w:eastAsiaTheme="minorEastAsia"/>
          <w:b/>
          <w:bCs/>
          <w:sz w:val="28"/>
          <w:szCs w:val="28"/>
        </w:rPr>
        <w:t>По ремеслу и промысел.</w:t>
      </w:r>
    </w:p>
    <w:p w:rsidR="001363C4" w:rsidRPr="001363C4" w:rsidRDefault="001363C4" w:rsidP="001363C4">
      <w:pPr>
        <w:shd w:val="clear" w:color="auto" w:fill="FFFFFF"/>
        <w:rPr>
          <w:rFonts w:eastAsiaTheme="minorEastAsia"/>
          <w:sz w:val="28"/>
          <w:szCs w:val="28"/>
        </w:rPr>
      </w:pPr>
      <w:r w:rsidRPr="001363C4">
        <w:rPr>
          <w:rFonts w:eastAsiaTheme="minorEastAsia"/>
          <w:b/>
          <w:bCs/>
          <w:sz w:val="28"/>
          <w:szCs w:val="28"/>
        </w:rPr>
        <w:t xml:space="preserve">Ремеслу всегда надо учиться.                  </w:t>
      </w:r>
      <w:r w:rsidRPr="001363C4">
        <w:rPr>
          <w:rFonts w:eastAsiaTheme="minorEastAsia"/>
          <w:bCs/>
          <w:sz w:val="28"/>
          <w:szCs w:val="28"/>
        </w:rPr>
        <w:t>(ответы детей)</w:t>
      </w:r>
    </w:p>
    <w:p w:rsidR="001363C4" w:rsidRPr="001363C4" w:rsidRDefault="001363C4" w:rsidP="001363C4">
      <w:pPr>
        <w:shd w:val="clear" w:color="auto" w:fill="FFFFFF"/>
        <w:rPr>
          <w:sz w:val="28"/>
          <w:szCs w:val="28"/>
        </w:rPr>
      </w:pPr>
      <w:r w:rsidRPr="001363C4">
        <w:rPr>
          <w:sz w:val="28"/>
          <w:szCs w:val="28"/>
        </w:rPr>
        <w:t xml:space="preserve">- </w:t>
      </w:r>
      <w:r w:rsidRPr="001363C4">
        <w:rPr>
          <w:color w:val="000000"/>
          <w:sz w:val="28"/>
          <w:szCs w:val="28"/>
        </w:rPr>
        <w:t xml:space="preserve">Большая часть казаков в конце 18 века попала на Кубань. И привезли они с собой не только своих детей, домашний скарб, но и свои навыки и умения, а самое главное, свои сильные, добрые и трудолюбивые руки. Им нужно было обустраиваться на новом месте, питаться, одеваться, защищаться от врагов. </w:t>
      </w:r>
      <w:r w:rsidRPr="001363C4">
        <w:rPr>
          <w:sz w:val="28"/>
          <w:szCs w:val="28"/>
        </w:rPr>
        <w:t xml:space="preserve">Наши земляки всегда были неутомимыми тружениками. Кубанская земля славилась своими мастерами, одаренными людьми, чего только не умеют кубанские мастера. Из простых материалов: дерева, металла, глины, лозы, ткани – создавались настоящие произведения искусства. </w:t>
      </w:r>
      <w:r w:rsidRPr="001363C4">
        <w:rPr>
          <w:color w:val="000000"/>
          <w:sz w:val="28"/>
          <w:szCs w:val="28"/>
        </w:rPr>
        <w:t xml:space="preserve">Поэтому в каждой казачьей семье на Кубани знали и ремесло, и промысел. </w:t>
      </w:r>
      <w:r w:rsidRPr="001363C4">
        <w:rPr>
          <w:sz w:val="28"/>
          <w:szCs w:val="28"/>
        </w:rPr>
        <w:t>Часто казаки владели несколькими промыслами и ремеслами.</w:t>
      </w:r>
    </w:p>
    <w:p w:rsidR="001363C4" w:rsidRPr="001363C4" w:rsidRDefault="001363C4" w:rsidP="001363C4">
      <w:pPr>
        <w:rPr>
          <w:rFonts w:eastAsiaTheme="minorEastAsia"/>
          <w:sz w:val="28"/>
          <w:szCs w:val="28"/>
        </w:rPr>
      </w:pPr>
      <w:r w:rsidRPr="001363C4">
        <w:rPr>
          <w:rFonts w:eastAsiaTheme="minorEastAsia"/>
          <w:sz w:val="28"/>
          <w:szCs w:val="28"/>
        </w:rPr>
        <w:t>- Кто попробует назвать тему нашего урока?</w:t>
      </w:r>
    </w:p>
    <w:p w:rsidR="001363C4" w:rsidRDefault="001363C4" w:rsidP="001363C4">
      <w:pPr>
        <w:rPr>
          <w:rFonts w:eastAsiaTheme="minorEastAsia"/>
          <w:sz w:val="28"/>
          <w:szCs w:val="28"/>
        </w:rPr>
      </w:pPr>
      <w:r w:rsidRPr="001363C4">
        <w:rPr>
          <w:rFonts w:eastAsiaTheme="minorEastAsia"/>
          <w:sz w:val="28"/>
          <w:szCs w:val="28"/>
        </w:rPr>
        <w:t>Чему мы должны сегодня научиться и что узнать на уроке?</w:t>
      </w:r>
      <w:r w:rsidR="00C31EB9">
        <w:rPr>
          <w:rFonts w:eastAsiaTheme="minorEastAsia"/>
          <w:sz w:val="28"/>
          <w:szCs w:val="28"/>
        </w:rPr>
        <w:t xml:space="preserve"> </w:t>
      </w:r>
      <w:r w:rsidR="009B788B">
        <w:rPr>
          <w:rFonts w:eastAsiaTheme="minorEastAsia"/>
          <w:sz w:val="28"/>
          <w:szCs w:val="28"/>
        </w:rPr>
        <w:t>Давайте подумаем, трудный вопрос.</w:t>
      </w:r>
      <w:r w:rsidR="00025BB8">
        <w:rPr>
          <w:rFonts w:eastAsiaTheme="minorEastAsia"/>
          <w:sz w:val="28"/>
          <w:szCs w:val="28"/>
        </w:rPr>
        <w:t xml:space="preserve"> Где мы с вами можем найти информацию? ( ответы детей) В книгах, учебниках, интернете, спросить у взрослых, в толковых словарях.</w:t>
      </w:r>
    </w:p>
    <w:p w:rsidR="009B788B" w:rsidRPr="007D2A33" w:rsidRDefault="009B788B" w:rsidP="001363C4">
      <w:pPr>
        <w:rPr>
          <w:rFonts w:eastAsiaTheme="minorEastAsia"/>
          <w:b/>
          <w:sz w:val="28"/>
          <w:szCs w:val="28"/>
          <w:u w:val="single"/>
        </w:rPr>
      </w:pPr>
      <w:r w:rsidRPr="007D2A33">
        <w:rPr>
          <w:rFonts w:eastAsiaTheme="minorEastAsia"/>
          <w:b/>
          <w:sz w:val="28"/>
          <w:szCs w:val="28"/>
          <w:u w:val="single"/>
        </w:rPr>
        <w:lastRenderedPageBreak/>
        <w:t>Слайд 2</w:t>
      </w:r>
    </w:p>
    <w:p w:rsidR="001363C4" w:rsidRPr="009B3543" w:rsidRDefault="001363C4" w:rsidP="001363C4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Р</w:t>
      </w:r>
      <w:r w:rsidRPr="009B3543">
        <w:rPr>
          <w:b/>
          <w:sz w:val="28"/>
          <w:szCs w:val="28"/>
        </w:rPr>
        <w:t>абота над новым материалом.</w:t>
      </w:r>
    </w:p>
    <w:p w:rsidR="001363C4" w:rsidRPr="009B3543" w:rsidRDefault="001363C4" w:rsidP="001363C4">
      <w:pPr>
        <w:rPr>
          <w:b/>
          <w:sz w:val="28"/>
          <w:szCs w:val="28"/>
          <w:u w:val="single"/>
        </w:rPr>
      </w:pPr>
      <w:r w:rsidRPr="009B3543">
        <w:rPr>
          <w:b/>
          <w:sz w:val="28"/>
          <w:szCs w:val="28"/>
          <w:u w:val="single"/>
        </w:rPr>
        <w:t>1. Словарная работа.</w:t>
      </w:r>
    </w:p>
    <w:p w:rsidR="001363C4" w:rsidRDefault="001363C4" w:rsidP="001363C4">
      <w:pPr>
        <w:rPr>
          <w:sz w:val="28"/>
          <w:szCs w:val="28"/>
        </w:rPr>
      </w:pPr>
      <w:r>
        <w:rPr>
          <w:sz w:val="28"/>
          <w:szCs w:val="28"/>
        </w:rPr>
        <w:t>- Обратимся к «Толковому словарю русского языка» С.И.Ожегова.</w:t>
      </w:r>
      <w:r w:rsidR="00025BB8">
        <w:rPr>
          <w:sz w:val="28"/>
          <w:szCs w:val="28"/>
        </w:rPr>
        <w:t xml:space="preserve"> Давайте найдем что такое промысел и ремесло.</w:t>
      </w:r>
    </w:p>
    <w:p w:rsidR="001363C4" w:rsidRPr="00E97447" w:rsidRDefault="009B788B" w:rsidP="001363C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№ 3</w:t>
      </w:r>
    </w:p>
    <w:p w:rsidR="001363C4" w:rsidRPr="001363C4" w:rsidRDefault="001363C4" w:rsidP="001363C4">
      <w:pPr>
        <w:shd w:val="clear" w:color="auto" w:fill="FFFFFF"/>
        <w:rPr>
          <w:sz w:val="28"/>
          <w:szCs w:val="28"/>
        </w:rPr>
      </w:pPr>
    </w:p>
    <w:p w:rsidR="001363C4" w:rsidRPr="00EB4AA0" w:rsidRDefault="001363C4" w:rsidP="001363C4">
      <w:pPr>
        <w:rPr>
          <w:rFonts w:ascii="Open Sans" w:hAnsi="Open Sans" w:cs="Open Sans"/>
          <w:color w:val="000000"/>
          <w:sz w:val="28"/>
          <w:szCs w:val="28"/>
        </w:rPr>
      </w:pPr>
      <w:r w:rsidRPr="00EB4AA0">
        <w:rPr>
          <w:b/>
          <w:bCs/>
          <w:color w:val="000000"/>
          <w:sz w:val="28"/>
          <w:szCs w:val="28"/>
        </w:rPr>
        <w:t>Ремесло</w:t>
      </w:r>
      <w:r w:rsidRPr="00EB4AA0">
        <w:rPr>
          <w:color w:val="000000"/>
          <w:sz w:val="28"/>
          <w:szCs w:val="28"/>
        </w:rPr>
        <w:t> – это изготовление каких-либо изделий ручным способом.</w:t>
      </w:r>
    </w:p>
    <w:p w:rsidR="001363C4" w:rsidRPr="001363C4" w:rsidRDefault="001363C4" w:rsidP="001363C4">
      <w:pPr>
        <w:rPr>
          <w:rFonts w:ascii="Open Sans" w:hAnsi="Open Sans" w:cs="Open Sans"/>
          <w:color w:val="000000"/>
          <w:sz w:val="28"/>
          <w:szCs w:val="28"/>
        </w:rPr>
      </w:pPr>
      <w:r w:rsidRPr="00EB4AA0">
        <w:rPr>
          <w:b/>
          <w:bCs/>
          <w:color w:val="000000"/>
          <w:sz w:val="28"/>
          <w:szCs w:val="28"/>
        </w:rPr>
        <w:t>Промысел</w:t>
      </w:r>
      <w:r w:rsidRPr="00EB4AA0">
        <w:rPr>
          <w:color w:val="000000"/>
          <w:sz w:val="28"/>
          <w:szCs w:val="28"/>
        </w:rPr>
        <w:t> – это добыча чего-либо или охота. Это то, что можно взять у природы.</w:t>
      </w:r>
    </w:p>
    <w:p w:rsidR="009B3543" w:rsidRDefault="009B3543" w:rsidP="00217BF3">
      <w:pPr>
        <w:rPr>
          <w:b/>
          <w:sz w:val="28"/>
          <w:szCs w:val="28"/>
        </w:rPr>
      </w:pPr>
    </w:p>
    <w:p w:rsidR="006102FC" w:rsidRDefault="006102FC" w:rsidP="006102FC">
      <w:pPr>
        <w:rPr>
          <w:sz w:val="28"/>
          <w:szCs w:val="28"/>
        </w:rPr>
      </w:pPr>
      <w:r>
        <w:rPr>
          <w:sz w:val="28"/>
          <w:szCs w:val="28"/>
        </w:rPr>
        <w:t xml:space="preserve">- Что такое промысел? </w:t>
      </w:r>
      <w:r w:rsidRPr="0081520B">
        <w:rPr>
          <w:b/>
          <w:sz w:val="28"/>
          <w:szCs w:val="28"/>
        </w:rPr>
        <w:t>(Это добывание чего-нибудь</w:t>
      </w:r>
      <w:r w:rsidR="00826710" w:rsidRPr="0081520B">
        <w:rPr>
          <w:b/>
          <w:sz w:val="28"/>
          <w:szCs w:val="28"/>
        </w:rPr>
        <w:t>- добыча , охота).</w:t>
      </w:r>
      <w:r w:rsidR="00826710">
        <w:rPr>
          <w:sz w:val="28"/>
          <w:szCs w:val="28"/>
        </w:rPr>
        <w:t xml:space="preserve"> Рассмотрим толкование слова.</w:t>
      </w:r>
    </w:p>
    <w:p w:rsidR="00826710" w:rsidRDefault="00826710" w:rsidP="006102FC">
      <w:pPr>
        <w:rPr>
          <w:sz w:val="28"/>
          <w:szCs w:val="28"/>
        </w:rPr>
      </w:pPr>
      <w:r>
        <w:rPr>
          <w:sz w:val="28"/>
          <w:szCs w:val="28"/>
        </w:rPr>
        <w:t>- Какие же их этих промыслов существовали на Кубани?</w:t>
      </w:r>
    </w:p>
    <w:p w:rsidR="00826710" w:rsidRPr="00E97447" w:rsidRDefault="00D02521" w:rsidP="006102F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№ 4</w:t>
      </w:r>
      <w:r w:rsidR="00826710" w:rsidRPr="00E97447">
        <w:rPr>
          <w:b/>
          <w:sz w:val="28"/>
          <w:szCs w:val="28"/>
          <w:u w:val="single"/>
        </w:rPr>
        <w:t>.</w:t>
      </w:r>
    </w:p>
    <w:p w:rsidR="00826710" w:rsidRPr="0081520B" w:rsidRDefault="007D4F1D" w:rsidP="006102FC">
      <w:pPr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49.85pt;margin-top:15.8pt;width:.05pt;height:23.75pt;z-index:251659264" o:connectortype="straight"/>
        </w:pict>
      </w:r>
      <w:r w:rsidR="00826710">
        <w:rPr>
          <w:sz w:val="28"/>
          <w:szCs w:val="28"/>
        </w:rPr>
        <w:t xml:space="preserve">                                                                 </w:t>
      </w:r>
      <w:r w:rsidR="00826710" w:rsidRPr="0081520B">
        <w:rPr>
          <w:b/>
          <w:sz w:val="28"/>
          <w:szCs w:val="28"/>
        </w:rPr>
        <w:t>Охотничий</w:t>
      </w:r>
    </w:p>
    <w:p w:rsidR="00826710" w:rsidRPr="0081520B" w:rsidRDefault="007D4F1D" w:rsidP="006102FC">
      <w:pPr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32" style="position:absolute;margin-left:129.7pt;margin-top:14.45pt;width:34.45pt;height:13.75pt;z-index:251661312" o:connectortype="straight"/>
        </w:pict>
      </w:r>
      <w:r>
        <w:rPr>
          <w:noProof/>
          <w:sz w:val="28"/>
          <w:szCs w:val="28"/>
        </w:rPr>
        <w:pict>
          <v:shape id="_x0000_s1028" type="#_x0000_t32" style="position:absolute;margin-left:331.9pt;margin-top:14.45pt;width:55.1pt;height:22.55pt;flip:x;z-index:251660288" o:connectortype="straight"/>
        </w:pict>
      </w:r>
      <w:r w:rsidR="00826710">
        <w:rPr>
          <w:sz w:val="28"/>
          <w:szCs w:val="28"/>
        </w:rPr>
        <w:tab/>
      </w:r>
      <w:r w:rsidR="00826710">
        <w:rPr>
          <w:sz w:val="28"/>
          <w:szCs w:val="28"/>
        </w:rPr>
        <w:tab/>
      </w:r>
      <w:r w:rsidR="00826710">
        <w:rPr>
          <w:sz w:val="28"/>
          <w:szCs w:val="28"/>
        </w:rPr>
        <w:tab/>
      </w:r>
      <w:r w:rsidR="00826710" w:rsidRPr="0081520B">
        <w:rPr>
          <w:b/>
          <w:sz w:val="28"/>
          <w:szCs w:val="28"/>
        </w:rPr>
        <w:t>Рыбный</w:t>
      </w:r>
      <w:r w:rsidR="00826710">
        <w:rPr>
          <w:sz w:val="28"/>
          <w:szCs w:val="28"/>
        </w:rPr>
        <w:tab/>
      </w:r>
      <w:r w:rsidR="00826710">
        <w:rPr>
          <w:sz w:val="28"/>
          <w:szCs w:val="28"/>
        </w:rPr>
        <w:tab/>
      </w:r>
      <w:r w:rsidR="00826710">
        <w:rPr>
          <w:sz w:val="28"/>
          <w:szCs w:val="28"/>
        </w:rPr>
        <w:tab/>
      </w:r>
      <w:r w:rsidR="00826710">
        <w:rPr>
          <w:sz w:val="28"/>
          <w:szCs w:val="28"/>
        </w:rPr>
        <w:tab/>
      </w:r>
      <w:r w:rsidR="00826710">
        <w:rPr>
          <w:sz w:val="28"/>
          <w:szCs w:val="28"/>
        </w:rPr>
        <w:tab/>
      </w:r>
      <w:r w:rsidR="00826710">
        <w:rPr>
          <w:sz w:val="28"/>
          <w:szCs w:val="28"/>
        </w:rPr>
        <w:tab/>
      </w:r>
      <w:r w:rsidR="00826710" w:rsidRPr="0081520B">
        <w:rPr>
          <w:b/>
          <w:sz w:val="28"/>
          <w:szCs w:val="28"/>
        </w:rPr>
        <w:t>Нефтяной</w:t>
      </w:r>
    </w:p>
    <w:p w:rsidR="006102FC" w:rsidRPr="006102FC" w:rsidRDefault="007D4F1D" w:rsidP="006102FC">
      <w:pPr>
        <w:pStyle w:val="a4"/>
        <w:rPr>
          <w:rFonts w:ascii="Times New Roman" w:hAnsi="Times New Roman"/>
          <w:sz w:val="28"/>
          <w:szCs w:val="28"/>
          <w:u w:val="single"/>
        </w:rPr>
      </w:pPr>
      <w:r>
        <w:rPr>
          <w:noProof/>
          <w:sz w:val="28"/>
          <w:szCs w:val="28"/>
        </w:rPr>
        <w:pict>
          <v:oval id="_x0000_s1026" style="position:absolute;left:0;text-align:left;margin-left:139.7pt;margin-top:12.1pt;width:196.6pt;height:47.55pt;z-index:251658240">
            <v:textbox>
              <w:txbxContent>
                <w:p w:rsidR="00826710" w:rsidRDefault="00826710" w:rsidP="00826710">
                  <w:pPr>
                    <w:jc w:val="center"/>
                  </w:pPr>
                  <w:r w:rsidRPr="0081520B">
                    <w:rPr>
                      <w:b/>
                    </w:rPr>
                    <w:t>ПРОМЫСЕЛ-</w:t>
                  </w:r>
                  <w:r>
                    <w:t xml:space="preserve"> добывание чего-нибудь </w:t>
                  </w:r>
                </w:p>
                <w:p w:rsidR="00826710" w:rsidRDefault="00826710" w:rsidP="00826710">
                  <w:pPr>
                    <w:jc w:val="center"/>
                  </w:pPr>
                  <w:r>
                    <w:t>( добыча , охота)</w:t>
                  </w:r>
                </w:p>
              </w:txbxContent>
            </v:textbox>
          </v:oval>
        </w:pict>
      </w:r>
    </w:p>
    <w:p w:rsidR="007B095B" w:rsidRPr="007B095B" w:rsidRDefault="007D4F1D" w:rsidP="007B095B">
      <w:pPr>
        <w:ind w:left="720"/>
        <w:rPr>
          <w:sz w:val="28"/>
          <w:szCs w:val="28"/>
          <w:u w:val="single"/>
        </w:rPr>
      </w:pPr>
      <w:r>
        <w:rPr>
          <w:noProof/>
          <w:sz w:val="28"/>
          <w:szCs w:val="28"/>
        </w:rPr>
        <w:pict>
          <v:shape id="_x0000_s1031" type="#_x0000_t32" style="position:absolute;left:0;text-align:left;margin-left:336.3pt;margin-top:13.3pt;width:50.7pt;height:11.6pt;flip:x y;z-index:251663360" o:connectortype="straight"/>
        </w:pict>
      </w:r>
    </w:p>
    <w:p w:rsidR="00B40B18" w:rsidRPr="0081520B" w:rsidRDefault="007D4F1D" w:rsidP="00826710">
      <w:pPr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shape id="_x0000_s1030" type="#_x0000_t32" style="position:absolute;margin-left:121.55pt;margin-top:4.7pt;width:24.45pt;height:21.6pt;flip:y;z-index:251662336" o:connectortype="straight"/>
        </w:pict>
      </w:r>
      <w:r w:rsidR="00826710">
        <w:rPr>
          <w:sz w:val="28"/>
          <w:szCs w:val="28"/>
        </w:rPr>
        <w:tab/>
      </w:r>
      <w:r w:rsidR="00826710">
        <w:rPr>
          <w:sz w:val="28"/>
          <w:szCs w:val="28"/>
        </w:rPr>
        <w:tab/>
      </w:r>
      <w:r w:rsidR="00826710">
        <w:rPr>
          <w:sz w:val="28"/>
          <w:szCs w:val="28"/>
        </w:rPr>
        <w:tab/>
      </w:r>
      <w:r w:rsidR="00826710">
        <w:rPr>
          <w:sz w:val="28"/>
          <w:szCs w:val="28"/>
        </w:rPr>
        <w:tab/>
      </w:r>
      <w:r w:rsidR="00826710">
        <w:rPr>
          <w:sz w:val="28"/>
          <w:szCs w:val="28"/>
        </w:rPr>
        <w:tab/>
      </w:r>
      <w:r w:rsidR="00826710">
        <w:rPr>
          <w:sz w:val="28"/>
          <w:szCs w:val="28"/>
        </w:rPr>
        <w:tab/>
      </w:r>
      <w:r w:rsidR="00826710">
        <w:rPr>
          <w:sz w:val="28"/>
          <w:szCs w:val="28"/>
        </w:rPr>
        <w:tab/>
      </w:r>
      <w:r w:rsidR="00826710">
        <w:rPr>
          <w:sz w:val="28"/>
          <w:szCs w:val="28"/>
        </w:rPr>
        <w:tab/>
      </w:r>
      <w:r w:rsidR="00826710">
        <w:rPr>
          <w:sz w:val="28"/>
          <w:szCs w:val="28"/>
        </w:rPr>
        <w:tab/>
      </w:r>
      <w:r w:rsidR="00826710">
        <w:rPr>
          <w:sz w:val="28"/>
          <w:szCs w:val="28"/>
        </w:rPr>
        <w:tab/>
      </w:r>
      <w:r w:rsidR="00826710">
        <w:rPr>
          <w:sz w:val="28"/>
          <w:szCs w:val="28"/>
        </w:rPr>
        <w:tab/>
      </w:r>
      <w:r w:rsidR="00826710" w:rsidRPr="0081520B">
        <w:rPr>
          <w:b/>
          <w:sz w:val="28"/>
          <w:szCs w:val="28"/>
        </w:rPr>
        <w:t>Горный</w:t>
      </w:r>
    </w:p>
    <w:p w:rsidR="00B40B18" w:rsidRPr="00826710" w:rsidRDefault="007D4F1D" w:rsidP="00826710">
      <w:pPr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shape id="_x0000_s1032" type="#_x0000_t32" style="position:absolute;margin-left:240.5pt;margin-top:4.25pt;width:.65pt;height:18.8pt;flip:x y;z-index:251664384" o:connectortype="straight"/>
        </w:pict>
      </w:r>
      <w:r w:rsidR="00826710">
        <w:rPr>
          <w:sz w:val="28"/>
          <w:szCs w:val="28"/>
        </w:rPr>
        <w:tab/>
        <w:t xml:space="preserve">    </w:t>
      </w:r>
      <w:r w:rsidR="00826710" w:rsidRPr="00826710">
        <w:rPr>
          <w:b/>
          <w:sz w:val="28"/>
          <w:szCs w:val="28"/>
        </w:rPr>
        <w:t xml:space="preserve">Кустарный                 </w:t>
      </w:r>
    </w:p>
    <w:p w:rsidR="00826710" w:rsidRDefault="00826710" w:rsidP="00826710">
      <w:pPr>
        <w:rPr>
          <w:sz w:val="28"/>
          <w:szCs w:val="28"/>
        </w:rPr>
      </w:pPr>
    </w:p>
    <w:p w:rsidR="00B40B18" w:rsidRPr="00826710" w:rsidRDefault="009B3543" w:rsidP="009B354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826710" w:rsidRPr="00826710">
        <w:rPr>
          <w:b/>
          <w:sz w:val="28"/>
          <w:szCs w:val="28"/>
        </w:rPr>
        <w:t>Художественный</w:t>
      </w:r>
    </w:p>
    <w:p w:rsidR="00B40B18" w:rsidRDefault="00B40B18" w:rsidP="00826710">
      <w:pPr>
        <w:rPr>
          <w:sz w:val="28"/>
          <w:szCs w:val="28"/>
        </w:rPr>
      </w:pPr>
    </w:p>
    <w:p w:rsidR="00826710" w:rsidRDefault="00F564B5" w:rsidP="00826710">
      <w:pPr>
        <w:rPr>
          <w:sz w:val="28"/>
          <w:szCs w:val="28"/>
        </w:rPr>
      </w:pPr>
      <w:r>
        <w:rPr>
          <w:sz w:val="28"/>
          <w:szCs w:val="28"/>
        </w:rPr>
        <w:t>- Обратите внимание на кустарный</w:t>
      </w:r>
      <w:r w:rsidR="00826710">
        <w:rPr>
          <w:sz w:val="28"/>
          <w:szCs w:val="28"/>
        </w:rPr>
        <w:t xml:space="preserve"> и художественный- это производство бытовых изделий ручным способом.</w:t>
      </w:r>
    </w:p>
    <w:p w:rsidR="00826710" w:rsidRPr="0081520B" w:rsidRDefault="00826710" w:rsidP="0082671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- А как раньше называли людей , которые мастерили изделия своими руками? </w:t>
      </w:r>
      <w:r w:rsidRPr="0081520B">
        <w:rPr>
          <w:b/>
          <w:sz w:val="28"/>
          <w:szCs w:val="28"/>
        </w:rPr>
        <w:t>(ремесленники)</w:t>
      </w:r>
    </w:p>
    <w:p w:rsidR="00826710" w:rsidRDefault="00826710" w:rsidP="00826710">
      <w:pPr>
        <w:rPr>
          <w:b/>
          <w:sz w:val="28"/>
          <w:szCs w:val="28"/>
        </w:rPr>
      </w:pPr>
      <w:r>
        <w:rPr>
          <w:sz w:val="28"/>
          <w:szCs w:val="28"/>
        </w:rPr>
        <w:t>- Так что же такое ремесло?</w:t>
      </w:r>
      <w:r w:rsidR="00FD2ACF">
        <w:rPr>
          <w:sz w:val="28"/>
          <w:szCs w:val="28"/>
        </w:rPr>
        <w:t xml:space="preserve"> </w:t>
      </w:r>
      <w:r w:rsidR="00FD2ACF" w:rsidRPr="00FD2ACF">
        <w:rPr>
          <w:b/>
          <w:sz w:val="28"/>
          <w:szCs w:val="28"/>
        </w:rPr>
        <w:t>Ремесло – это изготовление изделий ручным способом.</w:t>
      </w:r>
    </w:p>
    <w:p w:rsidR="00826710" w:rsidRPr="00E97447" w:rsidRDefault="001720F9" w:rsidP="0082671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№ 5</w:t>
      </w:r>
      <w:r w:rsidR="00826710" w:rsidRPr="00E97447">
        <w:rPr>
          <w:b/>
          <w:sz w:val="28"/>
          <w:szCs w:val="28"/>
          <w:u w:val="single"/>
        </w:rPr>
        <w:t>.</w:t>
      </w:r>
    </w:p>
    <w:p w:rsidR="00826710" w:rsidRPr="00FD2ACF" w:rsidRDefault="00826710" w:rsidP="00826710">
      <w:pPr>
        <w:rPr>
          <w:b/>
          <w:sz w:val="28"/>
          <w:szCs w:val="28"/>
        </w:rPr>
      </w:pPr>
      <w:r w:rsidRPr="00FD2ACF">
        <w:rPr>
          <w:b/>
          <w:sz w:val="28"/>
          <w:szCs w:val="28"/>
        </w:rPr>
        <w:t>Внимание – вопрос:</w:t>
      </w:r>
    </w:p>
    <w:p w:rsidR="00826710" w:rsidRPr="00FD2ACF" w:rsidRDefault="00826710" w:rsidP="0082671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- Как вы думаете </w:t>
      </w:r>
      <w:r w:rsidRPr="00FD2ACF">
        <w:rPr>
          <w:b/>
          <w:sz w:val="28"/>
          <w:szCs w:val="28"/>
        </w:rPr>
        <w:t>«отличается ли ремесло от  искусства?</w:t>
      </w:r>
      <w:r w:rsidR="00FD2ACF">
        <w:rPr>
          <w:b/>
          <w:sz w:val="28"/>
          <w:szCs w:val="28"/>
        </w:rPr>
        <w:t>»</w:t>
      </w:r>
    </w:p>
    <w:p w:rsidR="00826710" w:rsidRDefault="00826710" w:rsidP="00826710">
      <w:pPr>
        <w:rPr>
          <w:sz w:val="28"/>
          <w:szCs w:val="28"/>
        </w:rPr>
      </w:pPr>
      <w:r>
        <w:rPr>
          <w:sz w:val="28"/>
          <w:szCs w:val="28"/>
        </w:rPr>
        <w:t>На  этот вопрос вы ответите в конце урока. Я вам его обязательно задам.</w:t>
      </w:r>
    </w:p>
    <w:p w:rsidR="00B409A7" w:rsidRDefault="00B409A7" w:rsidP="00826710">
      <w:pPr>
        <w:rPr>
          <w:sz w:val="28"/>
          <w:szCs w:val="28"/>
        </w:rPr>
      </w:pPr>
      <w:r>
        <w:rPr>
          <w:sz w:val="28"/>
          <w:szCs w:val="28"/>
        </w:rPr>
        <w:t xml:space="preserve">Ребята, знать </w:t>
      </w:r>
      <w:r w:rsidR="00FD2ACF">
        <w:rPr>
          <w:sz w:val="28"/>
          <w:szCs w:val="28"/>
        </w:rPr>
        <w:t>народные ремесла</w:t>
      </w:r>
      <w:r w:rsidR="00F564B5">
        <w:rPr>
          <w:sz w:val="28"/>
          <w:szCs w:val="28"/>
        </w:rPr>
        <w:t>, имена мас</w:t>
      </w:r>
      <w:r>
        <w:rPr>
          <w:sz w:val="28"/>
          <w:szCs w:val="28"/>
        </w:rPr>
        <w:t>теров-умельцев</w:t>
      </w:r>
      <w:r w:rsidR="00FD2ACF">
        <w:rPr>
          <w:sz w:val="28"/>
          <w:szCs w:val="28"/>
        </w:rPr>
        <w:t xml:space="preserve"> </w:t>
      </w:r>
      <w:r>
        <w:rPr>
          <w:sz w:val="28"/>
          <w:szCs w:val="28"/>
        </w:rPr>
        <w:t>- это значит лучше понимать свой народ.</w:t>
      </w:r>
    </w:p>
    <w:p w:rsidR="00B409A7" w:rsidRPr="009B3543" w:rsidRDefault="00B409A7" w:rsidP="00826710">
      <w:pPr>
        <w:rPr>
          <w:b/>
          <w:sz w:val="28"/>
          <w:szCs w:val="28"/>
          <w:u w:val="single"/>
        </w:rPr>
      </w:pPr>
      <w:r w:rsidRPr="009B3543">
        <w:rPr>
          <w:b/>
          <w:sz w:val="28"/>
          <w:szCs w:val="28"/>
          <w:u w:val="single"/>
        </w:rPr>
        <w:t>2.Работа с учебником .</w:t>
      </w:r>
    </w:p>
    <w:p w:rsidR="00B409A7" w:rsidRDefault="00B409A7" w:rsidP="00826710">
      <w:pPr>
        <w:rPr>
          <w:sz w:val="28"/>
          <w:szCs w:val="28"/>
        </w:rPr>
      </w:pPr>
      <w:r>
        <w:rPr>
          <w:sz w:val="28"/>
          <w:szCs w:val="28"/>
        </w:rPr>
        <w:t xml:space="preserve">( Чтение учебника стр. </w:t>
      </w:r>
      <w:r w:rsidR="00025BB8">
        <w:rPr>
          <w:sz w:val="28"/>
          <w:szCs w:val="28"/>
        </w:rPr>
        <w:t>50-</w:t>
      </w:r>
      <w:r>
        <w:rPr>
          <w:sz w:val="28"/>
          <w:szCs w:val="28"/>
        </w:rPr>
        <w:t>58)</w:t>
      </w:r>
    </w:p>
    <w:p w:rsidR="00025BB8" w:rsidRDefault="00025BB8" w:rsidP="00B409A7">
      <w:pPr>
        <w:rPr>
          <w:b/>
          <w:sz w:val="28"/>
          <w:szCs w:val="28"/>
          <w:u w:val="single"/>
        </w:rPr>
      </w:pPr>
    </w:p>
    <w:p w:rsidR="00025BB8" w:rsidRDefault="00025BB8" w:rsidP="00B409A7">
      <w:pPr>
        <w:rPr>
          <w:b/>
          <w:sz w:val="28"/>
          <w:szCs w:val="28"/>
          <w:u w:val="single"/>
        </w:rPr>
      </w:pPr>
    </w:p>
    <w:p w:rsidR="00025BB8" w:rsidRDefault="00025BB8" w:rsidP="00B409A7">
      <w:pPr>
        <w:rPr>
          <w:b/>
          <w:sz w:val="28"/>
          <w:szCs w:val="28"/>
          <w:u w:val="single"/>
        </w:rPr>
      </w:pPr>
    </w:p>
    <w:p w:rsidR="00025BB8" w:rsidRDefault="00025BB8" w:rsidP="00B409A7">
      <w:pPr>
        <w:rPr>
          <w:b/>
          <w:sz w:val="28"/>
          <w:szCs w:val="28"/>
          <w:u w:val="single"/>
        </w:rPr>
      </w:pPr>
    </w:p>
    <w:p w:rsidR="00025BB8" w:rsidRDefault="00025BB8" w:rsidP="00B409A7">
      <w:pPr>
        <w:rPr>
          <w:b/>
          <w:sz w:val="28"/>
          <w:szCs w:val="28"/>
          <w:u w:val="single"/>
        </w:rPr>
      </w:pPr>
    </w:p>
    <w:p w:rsidR="00025BB8" w:rsidRDefault="00025BB8" w:rsidP="00B409A7">
      <w:pPr>
        <w:rPr>
          <w:b/>
          <w:sz w:val="28"/>
          <w:szCs w:val="28"/>
          <w:u w:val="single"/>
        </w:rPr>
      </w:pPr>
    </w:p>
    <w:p w:rsidR="00B409A7" w:rsidRPr="009B3543" w:rsidRDefault="00025BB8" w:rsidP="00B409A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3.Р</w:t>
      </w:r>
      <w:r w:rsidR="00B409A7" w:rsidRPr="009B3543">
        <w:rPr>
          <w:b/>
          <w:sz w:val="28"/>
          <w:szCs w:val="28"/>
          <w:u w:val="single"/>
        </w:rPr>
        <w:t>емесла на Кубани.</w:t>
      </w:r>
    </w:p>
    <w:p w:rsidR="00B409A7" w:rsidRDefault="00B409A7" w:rsidP="00B409A7">
      <w:pPr>
        <w:rPr>
          <w:sz w:val="28"/>
          <w:szCs w:val="28"/>
        </w:rPr>
      </w:pPr>
      <w:r>
        <w:rPr>
          <w:sz w:val="28"/>
          <w:szCs w:val="28"/>
        </w:rPr>
        <w:t>- И чего только не умеют кубанские мастера. Помогите мне ребята, какие ремесла вам известны. Молодцы! Сделаем вывод:</w:t>
      </w:r>
    </w:p>
    <w:p w:rsidR="00B409A7" w:rsidRPr="00FD2ACF" w:rsidRDefault="001720F9" w:rsidP="00B409A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№ 6</w:t>
      </w:r>
    </w:p>
    <w:p w:rsidR="00025BB8" w:rsidRDefault="007D4F1D" w:rsidP="00B409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037" type="#_x0000_t32" style="position:absolute;margin-left:286.85pt;margin-top:10.55pt;width:35.7pt;height:34.45pt;flip:x;z-index:251669504" o:connectortype="straight"/>
        </w:pict>
      </w:r>
      <w:r>
        <w:rPr>
          <w:b/>
          <w:noProof/>
          <w:sz w:val="32"/>
          <w:szCs w:val="32"/>
        </w:rPr>
        <w:pict>
          <v:shape id="_x0000_s1036" type="#_x0000_t32" style="position:absolute;margin-left:234.9pt;margin-top:10.55pt;width:.6pt;height:16.3pt;z-index:251668480" o:connectortype="straight"/>
        </w:pict>
      </w:r>
      <w:r>
        <w:rPr>
          <w:b/>
          <w:noProof/>
          <w:sz w:val="32"/>
          <w:szCs w:val="32"/>
        </w:rPr>
        <w:pict>
          <v:shape id="_x0000_s1035" type="#_x0000_t32" style="position:absolute;margin-left:133.45pt;margin-top:10.55pt;width:49.45pt;height:28.2pt;z-index:251667456" o:connectortype="straight"/>
        </w:pict>
      </w:r>
      <w:r w:rsidR="00B409A7">
        <w:rPr>
          <w:b/>
          <w:sz w:val="32"/>
          <w:szCs w:val="32"/>
        </w:rPr>
        <w:tab/>
      </w:r>
      <w:r w:rsidR="00B409A7">
        <w:rPr>
          <w:b/>
          <w:sz w:val="32"/>
          <w:szCs w:val="32"/>
        </w:rPr>
        <w:tab/>
      </w:r>
    </w:p>
    <w:p w:rsidR="00B40B18" w:rsidRPr="00294D75" w:rsidRDefault="00B409A7" w:rsidP="00B409A7">
      <w:pPr>
        <w:rPr>
          <w:b/>
        </w:rPr>
      </w:pPr>
      <w:r w:rsidRPr="00B409A7">
        <w:t>вышивка</w:t>
      </w:r>
      <w:r w:rsidRPr="00B409A7">
        <w:tab/>
      </w:r>
      <w:r w:rsidRPr="00B409A7">
        <w:tab/>
        <w:t xml:space="preserve">вязание </w:t>
      </w:r>
      <w:r>
        <w:t xml:space="preserve">             </w:t>
      </w:r>
      <w:r w:rsidRPr="00294D75">
        <w:rPr>
          <w:b/>
        </w:rPr>
        <w:t>кузнечное</w:t>
      </w:r>
    </w:p>
    <w:p w:rsidR="00B40B18" w:rsidRDefault="00B40B18" w:rsidP="00B409A7">
      <w:pPr>
        <w:rPr>
          <w:b/>
          <w:sz w:val="28"/>
          <w:szCs w:val="28"/>
        </w:rPr>
      </w:pPr>
    </w:p>
    <w:p w:rsidR="00B40B18" w:rsidRPr="00B409A7" w:rsidRDefault="007D4F1D" w:rsidP="00B409A7">
      <w:r>
        <w:rPr>
          <w:noProof/>
        </w:rPr>
        <w:pict>
          <v:shape id="_x0000_s1038" type="#_x0000_t32" style="position:absolute;margin-left:106.55pt;margin-top:8.85pt;width:56.35pt;height:19.4pt;z-index:251670528" o:connectortype="straight"/>
        </w:pict>
      </w:r>
      <w:r>
        <w:rPr>
          <w:noProof/>
        </w:rPr>
        <w:pict>
          <v:oval id="_x0000_s1034" style="position:absolute;margin-left:153.5pt;margin-top:1.95pt;width:155.9pt;height:98.9pt;z-index:251666432">
            <v:textbox>
              <w:txbxContent>
                <w:p w:rsidR="00294D75" w:rsidRDefault="00294D75" w:rsidP="00B409A7">
                  <w:pPr>
                    <w:jc w:val="center"/>
                  </w:pPr>
                </w:p>
                <w:p w:rsidR="00B409A7" w:rsidRPr="00294D75" w:rsidRDefault="00B409A7" w:rsidP="00B409A7">
                  <w:pPr>
                    <w:jc w:val="center"/>
                    <w:rPr>
                      <w:b/>
                    </w:rPr>
                  </w:pPr>
                  <w:r w:rsidRPr="00294D75">
                    <w:rPr>
                      <w:b/>
                    </w:rPr>
                    <w:t>РЕМЕСЛА НА КУБАНИ</w:t>
                  </w:r>
                </w:p>
              </w:txbxContent>
            </v:textbox>
          </v:oval>
        </w:pict>
      </w:r>
      <w:r w:rsidR="00B409A7" w:rsidRPr="00B409A7">
        <w:t xml:space="preserve">                       портновское</w:t>
      </w:r>
      <w:r w:rsidR="00B409A7">
        <w:tab/>
      </w:r>
      <w:r w:rsidR="00B409A7">
        <w:tab/>
      </w:r>
      <w:r w:rsidR="00B409A7">
        <w:tab/>
      </w:r>
      <w:r w:rsidR="00B409A7">
        <w:tab/>
      </w:r>
      <w:r w:rsidR="00B409A7">
        <w:tab/>
      </w:r>
      <w:r w:rsidR="00B409A7">
        <w:tab/>
        <w:t>ковань</w:t>
      </w:r>
    </w:p>
    <w:p w:rsidR="00B409A7" w:rsidRDefault="007D4F1D" w:rsidP="00B409A7">
      <w:pPr>
        <w:rPr>
          <w:b/>
          <w:sz w:val="32"/>
          <w:szCs w:val="32"/>
        </w:rPr>
      </w:pPr>
      <w:r>
        <w:rPr>
          <w:noProof/>
        </w:rPr>
        <w:pict>
          <v:shape id="_x0000_s1040" type="#_x0000_t32" style="position:absolute;margin-left:303.1pt;margin-top:1.3pt;width:25.05pt;height:13.15pt;flip:x;z-index:251672576" o:connectortype="straight"/>
        </w:pict>
      </w:r>
      <w:r w:rsidR="00B409A7">
        <w:rPr>
          <w:b/>
          <w:sz w:val="32"/>
          <w:szCs w:val="32"/>
        </w:rPr>
        <w:t xml:space="preserve">                </w:t>
      </w:r>
    </w:p>
    <w:p w:rsidR="00B40B18" w:rsidRPr="00B409A7" w:rsidRDefault="007D4F1D" w:rsidP="00B409A7">
      <w:pPr>
        <w:ind w:left="708" w:firstLine="708"/>
      </w:pPr>
      <w:r>
        <w:rPr>
          <w:b/>
          <w:noProof/>
        </w:rPr>
        <w:pict>
          <v:shape id="_x0000_s1041" type="#_x0000_t32" style="position:absolute;left:0;text-align:left;margin-left:309.4pt;margin-top:9.2pt;width:18.75pt;height:5pt;flip:x;z-index:251673600" o:connectortype="straight"/>
        </w:pict>
      </w:r>
      <w:r>
        <w:rPr>
          <w:b/>
          <w:noProof/>
        </w:rPr>
        <w:pict>
          <v:shape id="_x0000_s1039" type="#_x0000_t32" style="position:absolute;left:0;text-align:left;margin-left:119.7pt;margin-top:9.2pt;width:33.8pt;height:1.85pt;z-index:251671552" o:connectortype="straight"/>
        </w:pict>
      </w:r>
      <w:r w:rsidR="00B409A7" w:rsidRPr="00294D75">
        <w:rPr>
          <w:b/>
        </w:rPr>
        <w:t>ткачество</w:t>
      </w:r>
      <w:r w:rsidR="00B409A7">
        <w:tab/>
      </w:r>
      <w:r w:rsidR="00B409A7">
        <w:tab/>
      </w:r>
      <w:r w:rsidR="00B409A7">
        <w:tab/>
      </w:r>
      <w:r w:rsidR="00B409A7">
        <w:tab/>
      </w:r>
      <w:r w:rsidR="00B409A7">
        <w:tab/>
      </w:r>
      <w:r w:rsidR="00B409A7">
        <w:tab/>
        <w:t xml:space="preserve">   кожевенное</w:t>
      </w:r>
    </w:p>
    <w:p w:rsidR="00B40B18" w:rsidRDefault="00B409A7" w:rsidP="00B409A7"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B409A7" w:rsidRPr="00B409A7" w:rsidRDefault="007D4F1D" w:rsidP="00B409A7">
      <w:r>
        <w:rPr>
          <w:noProof/>
        </w:rPr>
        <w:pict>
          <v:shape id="_x0000_s1047" type="#_x0000_t32" style="position:absolute;margin-left:303.1pt;margin-top:7.9pt;width:19.45pt;height:.05pt;z-index:251679744" o:connectortype="straight"/>
        </w:pict>
      </w:r>
      <w:r>
        <w:rPr>
          <w:noProof/>
        </w:rPr>
        <w:pict>
          <v:shape id="_x0000_s1042" type="#_x0000_t32" style="position:absolute;margin-left:126.55pt;margin-top:4.1pt;width:26.95pt;height:3.8pt;flip:y;z-index:251674624" o:connectortype="straight"/>
        </w:pict>
      </w:r>
      <w:r w:rsidR="00B409A7">
        <w:tab/>
        <w:t xml:space="preserve">  резьба по дереву</w:t>
      </w:r>
      <w:r w:rsidR="00B409A7">
        <w:tab/>
      </w:r>
      <w:r w:rsidR="00B409A7">
        <w:tab/>
      </w:r>
      <w:r w:rsidR="00B409A7">
        <w:tab/>
      </w:r>
      <w:r w:rsidR="00B409A7">
        <w:tab/>
      </w:r>
      <w:r w:rsidR="00B409A7">
        <w:tab/>
      </w:r>
      <w:r w:rsidR="00B409A7">
        <w:tab/>
        <w:t xml:space="preserve">  сапожное</w:t>
      </w:r>
    </w:p>
    <w:p w:rsidR="00B40B18" w:rsidRDefault="007D4F1D" w:rsidP="00B409A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046" type="#_x0000_t32" style="position:absolute;margin-left:296.85pt;margin-top:6pt;width:31.3pt;height:17.55pt;z-index:251678720" o:connectortype="straight"/>
        </w:pict>
      </w:r>
      <w:r>
        <w:rPr>
          <w:b/>
          <w:noProof/>
          <w:sz w:val="32"/>
          <w:szCs w:val="32"/>
        </w:rPr>
        <w:pict>
          <v:shape id="_x0000_s1043" type="#_x0000_t32" style="position:absolute;margin-left:126.55pt;margin-top:12.9pt;width:46.95pt;height:10.65pt;flip:y;z-index:251675648" o:connectortype="straight"/>
        </w:pict>
      </w:r>
    </w:p>
    <w:p w:rsidR="00B40B18" w:rsidRPr="00294D75" w:rsidRDefault="007D4F1D" w:rsidP="00B409A7">
      <w:pPr>
        <w:rPr>
          <w:b/>
        </w:rPr>
      </w:pPr>
      <w:r>
        <w:rPr>
          <w:noProof/>
        </w:rPr>
        <w:pict>
          <v:shape id="_x0000_s1045" type="#_x0000_t32" style="position:absolute;margin-left:259.9pt;margin-top:5.15pt;width:5.65pt;height:25.65pt;z-index:251677696" o:connectortype="straight"/>
        </w:pict>
      </w:r>
      <w:r>
        <w:rPr>
          <w:noProof/>
        </w:rPr>
        <w:pict>
          <v:shape id="_x0000_s1044" type="#_x0000_t32" style="position:absolute;margin-left:182.9pt;margin-top:8.9pt;width:18.8pt;height:21.9pt;flip:y;z-index:251676672" o:connectortype="straight"/>
        </w:pict>
      </w:r>
      <w:r w:rsidR="00B409A7" w:rsidRPr="00B409A7">
        <w:t xml:space="preserve">                    </w:t>
      </w:r>
      <w:r w:rsidR="00B409A7">
        <w:t xml:space="preserve">   </w:t>
      </w:r>
      <w:r w:rsidR="008D072E" w:rsidRPr="00B409A7">
        <w:t>бо</w:t>
      </w:r>
      <w:r w:rsidR="008D072E">
        <w:t>н</w:t>
      </w:r>
      <w:r w:rsidR="008D072E" w:rsidRPr="00B409A7">
        <w:t>дарное</w:t>
      </w:r>
      <w:r w:rsidR="00B409A7">
        <w:tab/>
      </w:r>
      <w:r w:rsidR="00B409A7">
        <w:tab/>
      </w:r>
      <w:r w:rsidR="00B409A7">
        <w:tab/>
      </w:r>
      <w:r w:rsidR="00B409A7">
        <w:tab/>
      </w:r>
      <w:r w:rsidR="00B409A7">
        <w:tab/>
      </w:r>
      <w:r w:rsidR="00B409A7">
        <w:tab/>
      </w:r>
      <w:r w:rsidR="00B409A7" w:rsidRPr="00294D75">
        <w:rPr>
          <w:b/>
        </w:rPr>
        <w:t>гончарное</w:t>
      </w:r>
    </w:p>
    <w:p w:rsidR="00B409A7" w:rsidRDefault="00B409A7" w:rsidP="00B409A7"/>
    <w:p w:rsidR="00B409A7" w:rsidRPr="00B409A7" w:rsidRDefault="00B409A7" w:rsidP="00B409A7">
      <w:r>
        <w:t xml:space="preserve">     </w:t>
      </w:r>
      <w:r>
        <w:tab/>
      </w:r>
      <w:r>
        <w:tab/>
      </w:r>
      <w:r>
        <w:tab/>
        <w:t xml:space="preserve">               </w:t>
      </w:r>
      <w:r w:rsidRPr="00294D75">
        <w:rPr>
          <w:b/>
        </w:rPr>
        <w:t xml:space="preserve">столярное   </w:t>
      </w:r>
      <w:r>
        <w:t xml:space="preserve">            плетение</w:t>
      </w:r>
    </w:p>
    <w:p w:rsidR="00B40B18" w:rsidRPr="00B409A7" w:rsidRDefault="00B409A7" w:rsidP="00B409A7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 xml:space="preserve">                   </w:t>
      </w:r>
    </w:p>
    <w:p w:rsidR="00B40B18" w:rsidRPr="00FD2ACF" w:rsidRDefault="008D072E" w:rsidP="00294D75">
      <w:pPr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="00FD2ACF">
        <w:rPr>
          <w:sz w:val="28"/>
          <w:szCs w:val="28"/>
        </w:rPr>
        <w:t xml:space="preserve"> Как видите ремесел очень много</w:t>
      </w:r>
      <w:r>
        <w:rPr>
          <w:sz w:val="28"/>
          <w:szCs w:val="28"/>
        </w:rPr>
        <w:t xml:space="preserve">, мы познакомимся  </w:t>
      </w:r>
      <w:r w:rsidRPr="00FD2ACF">
        <w:rPr>
          <w:b/>
          <w:sz w:val="28"/>
          <w:szCs w:val="28"/>
        </w:rPr>
        <w:t>с самыми основными</w:t>
      </w:r>
      <w:r>
        <w:rPr>
          <w:sz w:val="28"/>
          <w:szCs w:val="28"/>
        </w:rPr>
        <w:t xml:space="preserve"> из них и выясним </w:t>
      </w:r>
      <w:r w:rsidRPr="00FD2ACF">
        <w:rPr>
          <w:b/>
          <w:sz w:val="28"/>
          <w:szCs w:val="28"/>
        </w:rPr>
        <w:t>почему для кубанцев они считались главными.</w:t>
      </w:r>
    </w:p>
    <w:p w:rsidR="008D072E" w:rsidRPr="009B3543" w:rsidRDefault="008D072E" w:rsidP="00294D75">
      <w:pPr>
        <w:rPr>
          <w:b/>
          <w:sz w:val="28"/>
          <w:szCs w:val="28"/>
          <w:u w:val="single"/>
        </w:rPr>
      </w:pPr>
      <w:r w:rsidRPr="009B3543">
        <w:rPr>
          <w:b/>
          <w:sz w:val="28"/>
          <w:szCs w:val="28"/>
          <w:u w:val="single"/>
        </w:rPr>
        <w:t>4. Путешествие по станице Мастеровой.</w:t>
      </w:r>
    </w:p>
    <w:p w:rsidR="008D072E" w:rsidRPr="00FD2ACF" w:rsidRDefault="001720F9" w:rsidP="00294D7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№ 7</w:t>
      </w:r>
      <w:r w:rsidR="008D072E" w:rsidRPr="00FD2ACF">
        <w:rPr>
          <w:b/>
          <w:sz w:val="28"/>
          <w:szCs w:val="28"/>
          <w:u w:val="single"/>
        </w:rPr>
        <w:t>.</w:t>
      </w:r>
    </w:p>
    <w:p w:rsidR="008D072E" w:rsidRDefault="008D072E" w:rsidP="00294D75">
      <w:pPr>
        <w:rPr>
          <w:sz w:val="28"/>
          <w:szCs w:val="28"/>
        </w:rPr>
      </w:pPr>
      <w:r>
        <w:rPr>
          <w:sz w:val="28"/>
          <w:szCs w:val="28"/>
        </w:rPr>
        <w:t>- Отправляемся в виртуальное, т.е. с помощью компьютера, путешествие по станице Мастеровой. Я буду вашим гидом –</w:t>
      </w:r>
      <w:r w:rsidR="00FD2ACF">
        <w:rPr>
          <w:sz w:val="28"/>
          <w:szCs w:val="28"/>
        </w:rPr>
        <w:t xml:space="preserve"> </w:t>
      </w:r>
      <w:r>
        <w:rPr>
          <w:sz w:val="28"/>
          <w:szCs w:val="28"/>
        </w:rPr>
        <w:t>экскурсо</w:t>
      </w:r>
      <w:r w:rsidR="00FD2ACF">
        <w:rPr>
          <w:sz w:val="28"/>
          <w:szCs w:val="28"/>
        </w:rPr>
        <w:t>водом, а вы мне будете помогать</w:t>
      </w:r>
      <w:r>
        <w:rPr>
          <w:sz w:val="28"/>
          <w:szCs w:val="28"/>
        </w:rPr>
        <w:t>, подсказывать.</w:t>
      </w:r>
    </w:p>
    <w:p w:rsidR="008D072E" w:rsidRPr="0081520B" w:rsidRDefault="008D072E" w:rsidP="00294D75">
      <w:pPr>
        <w:rPr>
          <w:b/>
          <w:sz w:val="28"/>
          <w:szCs w:val="28"/>
        </w:rPr>
      </w:pPr>
      <w:r w:rsidRPr="0081520B">
        <w:rPr>
          <w:b/>
          <w:sz w:val="28"/>
          <w:szCs w:val="28"/>
        </w:rPr>
        <w:t>Дружно, ладно, весело!</w:t>
      </w:r>
    </w:p>
    <w:p w:rsidR="008D072E" w:rsidRPr="0081520B" w:rsidRDefault="008D072E" w:rsidP="00294D75">
      <w:pPr>
        <w:rPr>
          <w:b/>
          <w:sz w:val="28"/>
          <w:szCs w:val="28"/>
        </w:rPr>
      </w:pPr>
      <w:r w:rsidRPr="0081520B">
        <w:rPr>
          <w:b/>
          <w:sz w:val="28"/>
          <w:szCs w:val="28"/>
        </w:rPr>
        <w:t>Прославляем ремесло.</w:t>
      </w:r>
    </w:p>
    <w:p w:rsidR="008D072E" w:rsidRPr="0081520B" w:rsidRDefault="008D072E" w:rsidP="00294D75">
      <w:pPr>
        <w:rPr>
          <w:b/>
          <w:sz w:val="28"/>
          <w:szCs w:val="28"/>
        </w:rPr>
      </w:pPr>
      <w:r w:rsidRPr="0081520B">
        <w:rPr>
          <w:b/>
          <w:sz w:val="28"/>
          <w:szCs w:val="28"/>
        </w:rPr>
        <w:t>Мастерят  в станице нашей</w:t>
      </w:r>
    </w:p>
    <w:p w:rsidR="008D072E" w:rsidRPr="0081520B" w:rsidRDefault="008D072E" w:rsidP="00294D75">
      <w:pPr>
        <w:rPr>
          <w:b/>
          <w:sz w:val="28"/>
          <w:szCs w:val="28"/>
        </w:rPr>
      </w:pPr>
      <w:r w:rsidRPr="0081520B">
        <w:rPr>
          <w:b/>
          <w:sz w:val="28"/>
          <w:szCs w:val="28"/>
        </w:rPr>
        <w:t>Так, чтоб за душу брало.</w:t>
      </w:r>
    </w:p>
    <w:p w:rsidR="008D072E" w:rsidRPr="0081520B" w:rsidRDefault="009C42D5" w:rsidP="00294D7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Станичанам ,</w:t>
      </w:r>
    </w:p>
    <w:p w:rsidR="008D072E" w:rsidRPr="0081520B" w:rsidRDefault="008D072E" w:rsidP="00294D75">
      <w:pPr>
        <w:rPr>
          <w:b/>
          <w:sz w:val="28"/>
          <w:szCs w:val="28"/>
        </w:rPr>
      </w:pPr>
      <w:r w:rsidRPr="0081520B">
        <w:rPr>
          <w:b/>
          <w:sz w:val="28"/>
          <w:szCs w:val="28"/>
        </w:rPr>
        <w:t>Старикам и детворе</w:t>
      </w:r>
    </w:p>
    <w:p w:rsidR="008D072E" w:rsidRPr="0081520B" w:rsidRDefault="008D072E" w:rsidP="00294D75">
      <w:pPr>
        <w:rPr>
          <w:b/>
          <w:sz w:val="28"/>
          <w:szCs w:val="28"/>
        </w:rPr>
      </w:pPr>
      <w:r w:rsidRPr="0081520B">
        <w:rPr>
          <w:b/>
          <w:sz w:val="28"/>
          <w:szCs w:val="28"/>
        </w:rPr>
        <w:t>Предлагают тут товары</w:t>
      </w:r>
    </w:p>
    <w:p w:rsidR="008D072E" w:rsidRPr="0081520B" w:rsidRDefault="008D072E" w:rsidP="00294D75">
      <w:pPr>
        <w:rPr>
          <w:b/>
          <w:sz w:val="28"/>
          <w:szCs w:val="28"/>
        </w:rPr>
      </w:pPr>
      <w:r w:rsidRPr="0081520B">
        <w:rPr>
          <w:b/>
          <w:sz w:val="28"/>
          <w:szCs w:val="28"/>
        </w:rPr>
        <w:t>По приемлемой цене:</w:t>
      </w:r>
    </w:p>
    <w:p w:rsidR="008D072E" w:rsidRPr="0081520B" w:rsidRDefault="008D072E" w:rsidP="00294D75">
      <w:pPr>
        <w:rPr>
          <w:b/>
          <w:sz w:val="28"/>
          <w:szCs w:val="28"/>
        </w:rPr>
      </w:pPr>
      <w:r w:rsidRPr="0081520B">
        <w:rPr>
          <w:b/>
          <w:sz w:val="28"/>
          <w:szCs w:val="28"/>
        </w:rPr>
        <w:t>Прялки, скалки, рушники,</w:t>
      </w:r>
    </w:p>
    <w:p w:rsidR="008D072E" w:rsidRPr="0081520B" w:rsidRDefault="00921026" w:rsidP="00294D75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Бурки, сёдла и клинки</w:t>
      </w:r>
      <w:r w:rsidR="008D072E" w:rsidRPr="0081520B">
        <w:rPr>
          <w:b/>
          <w:sz w:val="28"/>
          <w:szCs w:val="28"/>
        </w:rPr>
        <w:t>,</w:t>
      </w:r>
    </w:p>
    <w:p w:rsidR="008D072E" w:rsidRPr="0081520B" w:rsidRDefault="008D072E" w:rsidP="00294D75">
      <w:pPr>
        <w:rPr>
          <w:b/>
          <w:sz w:val="28"/>
          <w:szCs w:val="28"/>
        </w:rPr>
      </w:pPr>
      <w:r w:rsidRPr="0081520B">
        <w:rPr>
          <w:b/>
          <w:sz w:val="28"/>
          <w:szCs w:val="28"/>
        </w:rPr>
        <w:t>Есть  кошелки и корзины,</w:t>
      </w:r>
    </w:p>
    <w:p w:rsidR="008D072E" w:rsidRPr="0081520B" w:rsidRDefault="0081520B" w:rsidP="00294D75">
      <w:pPr>
        <w:rPr>
          <w:b/>
          <w:sz w:val="28"/>
          <w:szCs w:val="28"/>
        </w:rPr>
      </w:pPr>
      <w:r w:rsidRPr="0081520B">
        <w:rPr>
          <w:b/>
          <w:sz w:val="28"/>
          <w:szCs w:val="28"/>
        </w:rPr>
        <w:t>Веники и грабы</w:t>
      </w:r>
      <w:r w:rsidR="008D072E" w:rsidRPr="0081520B">
        <w:rPr>
          <w:b/>
          <w:sz w:val="28"/>
          <w:szCs w:val="28"/>
        </w:rPr>
        <w:t>льки,</w:t>
      </w:r>
    </w:p>
    <w:p w:rsidR="008D072E" w:rsidRPr="0081520B" w:rsidRDefault="008D072E" w:rsidP="00294D75">
      <w:pPr>
        <w:rPr>
          <w:b/>
          <w:sz w:val="28"/>
          <w:szCs w:val="28"/>
        </w:rPr>
      </w:pPr>
      <w:r w:rsidRPr="0081520B">
        <w:rPr>
          <w:b/>
          <w:sz w:val="28"/>
          <w:szCs w:val="28"/>
        </w:rPr>
        <w:t>Яки хочешь есть</w:t>
      </w:r>
      <w:r w:rsidR="0081520B" w:rsidRPr="0081520B">
        <w:rPr>
          <w:b/>
          <w:sz w:val="28"/>
          <w:szCs w:val="28"/>
        </w:rPr>
        <w:t xml:space="preserve"> </w:t>
      </w:r>
      <w:r w:rsidR="009C0DD5" w:rsidRPr="0081520B">
        <w:rPr>
          <w:b/>
          <w:sz w:val="28"/>
          <w:szCs w:val="28"/>
        </w:rPr>
        <w:t xml:space="preserve"> </w:t>
      </w:r>
      <w:r w:rsidRPr="0081520B">
        <w:rPr>
          <w:b/>
          <w:sz w:val="28"/>
          <w:szCs w:val="28"/>
        </w:rPr>
        <w:t xml:space="preserve"> бочонки</w:t>
      </w:r>
      <w:r w:rsidR="009C0DD5" w:rsidRPr="0081520B">
        <w:rPr>
          <w:b/>
          <w:sz w:val="28"/>
          <w:szCs w:val="28"/>
        </w:rPr>
        <w:t>,</w:t>
      </w:r>
    </w:p>
    <w:p w:rsidR="009C0DD5" w:rsidRPr="0081520B" w:rsidRDefault="009C0DD5" w:rsidP="00294D75">
      <w:pPr>
        <w:rPr>
          <w:b/>
          <w:sz w:val="28"/>
          <w:szCs w:val="28"/>
        </w:rPr>
      </w:pPr>
      <w:r w:rsidRPr="0081520B">
        <w:rPr>
          <w:b/>
          <w:sz w:val="28"/>
          <w:szCs w:val="28"/>
        </w:rPr>
        <w:t>Половицы, сапоги,</w:t>
      </w:r>
    </w:p>
    <w:p w:rsidR="009C0DD5" w:rsidRPr="0081520B" w:rsidRDefault="0081520B" w:rsidP="00294D75">
      <w:pPr>
        <w:rPr>
          <w:b/>
          <w:sz w:val="28"/>
          <w:szCs w:val="28"/>
        </w:rPr>
      </w:pPr>
      <w:r w:rsidRPr="0081520B">
        <w:rPr>
          <w:b/>
          <w:sz w:val="28"/>
          <w:szCs w:val="28"/>
        </w:rPr>
        <w:t>Глэ</w:t>
      </w:r>
      <w:r w:rsidR="00921026">
        <w:rPr>
          <w:b/>
          <w:sz w:val="28"/>
          <w:szCs w:val="28"/>
        </w:rPr>
        <w:t>чики, кубышечки</w:t>
      </w:r>
      <w:r w:rsidR="009C0DD5" w:rsidRPr="0081520B">
        <w:rPr>
          <w:b/>
          <w:sz w:val="28"/>
          <w:szCs w:val="28"/>
        </w:rPr>
        <w:t>, макитры, черпаки,</w:t>
      </w:r>
    </w:p>
    <w:p w:rsidR="009C0DD5" w:rsidRPr="0081520B" w:rsidRDefault="0081520B" w:rsidP="00294D75">
      <w:pPr>
        <w:rPr>
          <w:b/>
          <w:sz w:val="28"/>
          <w:szCs w:val="28"/>
        </w:rPr>
      </w:pPr>
      <w:r w:rsidRPr="0081520B">
        <w:rPr>
          <w:b/>
          <w:sz w:val="28"/>
          <w:szCs w:val="28"/>
        </w:rPr>
        <w:t>Табурэ</w:t>
      </w:r>
      <w:r w:rsidR="009C0DD5" w:rsidRPr="0081520B">
        <w:rPr>
          <w:b/>
          <w:sz w:val="28"/>
          <w:szCs w:val="28"/>
        </w:rPr>
        <w:t>тки, люлечки,</w:t>
      </w:r>
    </w:p>
    <w:p w:rsidR="009C0DD5" w:rsidRPr="0081520B" w:rsidRDefault="009C0DD5" w:rsidP="00294D75">
      <w:pPr>
        <w:rPr>
          <w:b/>
          <w:sz w:val="28"/>
          <w:szCs w:val="28"/>
        </w:rPr>
      </w:pPr>
      <w:r w:rsidRPr="0081520B">
        <w:rPr>
          <w:b/>
          <w:sz w:val="28"/>
          <w:szCs w:val="28"/>
        </w:rPr>
        <w:t>Дудки и свистулечки.</w:t>
      </w:r>
    </w:p>
    <w:p w:rsidR="009C0DD5" w:rsidRPr="0081520B" w:rsidRDefault="009C0DD5" w:rsidP="00294D75">
      <w:pPr>
        <w:rPr>
          <w:b/>
          <w:sz w:val="28"/>
          <w:szCs w:val="28"/>
        </w:rPr>
      </w:pPr>
      <w:r w:rsidRPr="0081520B">
        <w:rPr>
          <w:b/>
          <w:sz w:val="28"/>
          <w:szCs w:val="28"/>
        </w:rPr>
        <w:t>Просто заглядение</w:t>
      </w:r>
    </w:p>
    <w:p w:rsidR="009C0DD5" w:rsidRPr="0081520B" w:rsidRDefault="009C0DD5" w:rsidP="00294D75">
      <w:pPr>
        <w:rPr>
          <w:sz w:val="28"/>
          <w:szCs w:val="28"/>
        </w:rPr>
      </w:pPr>
      <w:r w:rsidRPr="0081520B">
        <w:rPr>
          <w:b/>
          <w:sz w:val="28"/>
          <w:szCs w:val="28"/>
        </w:rPr>
        <w:t>Всем на удивление!</w:t>
      </w:r>
      <w:r w:rsidR="00EB4AA0">
        <w:rPr>
          <w:b/>
          <w:sz w:val="28"/>
          <w:szCs w:val="28"/>
        </w:rPr>
        <w:t xml:space="preserve">       </w:t>
      </w:r>
    </w:p>
    <w:p w:rsidR="0081520B" w:rsidRDefault="0081520B" w:rsidP="00294D75">
      <w:pPr>
        <w:rPr>
          <w:b/>
          <w:i/>
          <w:sz w:val="28"/>
          <w:szCs w:val="28"/>
        </w:rPr>
      </w:pPr>
    </w:p>
    <w:p w:rsidR="00025BB8" w:rsidRDefault="00025BB8" w:rsidP="00294D75">
      <w:pPr>
        <w:rPr>
          <w:b/>
          <w:i/>
          <w:sz w:val="28"/>
          <w:szCs w:val="28"/>
        </w:rPr>
      </w:pPr>
    </w:p>
    <w:p w:rsidR="00025BB8" w:rsidRDefault="00025BB8" w:rsidP="00294D75">
      <w:pPr>
        <w:rPr>
          <w:b/>
          <w:i/>
          <w:sz w:val="28"/>
          <w:szCs w:val="28"/>
        </w:rPr>
      </w:pPr>
    </w:p>
    <w:p w:rsidR="00025BB8" w:rsidRDefault="00025BB8" w:rsidP="00294D75">
      <w:pPr>
        <w:rPr>
          <w:b/>
          <w:i/>
          <w:sz w:val="28"/>
          <w:szCs w:val="28"/>
        </w:rPr>
      </w:pPr>
    </w:p>
    <w:p w:rsidR="009C0DD5" w:rsidRPr="00663761" w:rsidRDefault="009C0DD5" w:rsidP="00294D75">
      <w:pPr>
        <w:rPr>
          <w:b/>
          <w:i/>
          <w:sz w:val="28"/>
          <w:szCs w:val="28"/>
        </w:rPr>
      </w:pPr>
      <w:r w:rsidRPr="00663761">
        <w:rPr>
          <w:b/>
          <w:i/>
          <w:sz w:val="28"/>
          <w:szCs w:val="28"/>
        </w:rPr>
        <w:t>а) В гостях у гончара.</w:t>
      </w:r>
    </w:p>
    <w:p w:rsidR="009C0DD5" w:rsidRPr="00FD2ACF" w:rsidRDefault="001720F9" w:rsidP="00294D7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№ 8</w:t>
      </w:r>
      <w:r w:rsidR="00EA630D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9</w:t>
      </w:r>
    </w:p>
    <w:p w:rsidR="009C0DD5" w:rsidRDefault="009C0DD5" w:rsidP="00294D75">
      <w:pPr>
        <w:rPr>
          <w:sz w:val="28"/>
          <w:szCs w:val="28"/>
        </w:rPr>
      </w:pPr>
      <w:r>
        <w:rPr>
          <w:sz w:val="28"/>
          <w:szCs w:val="28"/>
        </w:rPr>
        <w:t>- Мы в гостях у гончара.</w:t>
      </w:r>
    </w:p>
    <w:p w:rsidR="009C0DD5" w:rsidRDefault="00FD2ACF" w:rsidP="00294D75">
      <w:pPr>
        <w:rPr>
          <w:sz w:val="28"/>
          <w:szCs w:val="28"/>
        </w:rPr>
      </w:pPr>
      <w:r>
        <w:rPr>
          <w:sz w:val="28"/>
          <w:szCs w:val="28"/>
        </w:rPr>
        <w:t>-Посмотрите</w:t>
      </w:r>
      <w:r w:rsidR="009C0DD5">
        <w:rPr>
          <w:sz w:val="28"/>
          <w:szCs w:val="28"/>
        </w:rPr>
        <w:t>, ребята на эту посуду!</w:t>
      </w:r>
    </w:p>
    <w:p w:rsidR="009C0DD5" w:rsidRDefault="00FD2ACF" w:rsidP="00294D75">
      <w:pPr>
        <w:rPr>
          <w:sz w:val="28"/>
          <w:szCs w:val="28"/>
        </w:rPr>
      </w:pPr>
      <w:r>
        <w:rPr>
          <w:sz w:val="28"/>
          <w:szCs w:val="28"/>
        </w:rPr>
        <w:t>Миски, глечики, макитры</w:t>
      </w:r>
      <w:r w:rsidR="009C0DD5">
        <w:rPr>
          <w:sz w:val="28"/>
          <w:szCs w:val="28"/>
        </w:rPr>
        <w:t>, корчаги.</w:t>
      </w:r>
    </w:p>
    <w:p w:rsidR="009C0DD5" w:rsidRDefault="009C0DD5" w:rsidP="00294D75">
      <w:pPr>
        <w:rPr>
          <w:sz w:val="28"/>
          <w:szCs w:val="28"/>
        </w:rPr>
      </w:pPr>
      <w:r>
        <w:rPr>
          <w:sz w:val="28"/>
          <w:szCs w:val="28"/>
        </w:rPr>
        <w:t>Да, кстати, а вы знаете для чего предназначался</w:t>
      </w:r>
      <w:r w:rsidR="00663761">
        <w:rPr>
          <w:sz w:val="28"/>
          <w:szCs w:val="28"/>
        </w:rPr>
        <w:t>:</w:t>
      </w:r>
    </w:p>
    <w:p w:rsidR="009C0DD5" w:rsidRDefault="009C0DD5" w:rsidP="00294D75">
      <w:pPr>
        <w:rPr>
          <w:sz w:val="28"/>
          <w:szCs w:val="28"/>
        </w:rPr>
      </w:pPr>
      <w:r w:rsidRPr="009C0DD5">
        <w:rPr>
          <w:b/>
          <w:i/>
          <w:sz w:val="28"/>
          <w:szCs w:val="28"/>
        </w:rPr>
        <w:t>Глечик</w:t>
      </w:r>
      <w:r>
        <w:rPr>
          <w:sz w:val="28"/>
          <w:szCs w:val="28"/>
        </w:rPr>
        <w:t xml:space="preserve"> – ( </w:t>
      </w:r>
      <w:r w:rsidR="0081520B">
        <w:rPr>
          <w:sz w:val="28"/>
          <w:szCs w:val="28"/>
        </w:rPr>
        <w:t>горшок с широким высоким горлом, для молока, сметаны</w:t>
      </w:r>
      <w:r>
        <w:rPr>
          <w:sz w:val="28"/>
          <w:szCs w:val="28"/>
        </w:rPr>
        <w:t>, масла)</w:t>
      </w:r>
    </w:p>
    <w:p w:rsidR="009C0DD5" w:rsidRDefault="009C0DD5" w:rsidP="00294D75">
      <w:pPr>
        <w:rPr>
          <w:sz w:val="28"/>
          <w:szCs w:val="28"/>
        </w:rPr>
      </w:pPr>
      <w:r w:rsidRPr="00663761">
        <w:rPr>
          <w:b/>
          <w:sz w:val="28"/>
          <w:szCs w:val="28"/>
        </w:rPr>
        <w:t>Макитра</w:t>
      </w:r>
      <w:r>
        <w:rPr>
          <w:sz w:val="28"/>
          <w:szCs w:val="28"/>
        </w:rPr>
        <w:t xml:space="preserve"> – ( для солений, варений, хлебной опары)</w:t>
      </w:r>
    </w:p>
    <w:p w:rsidR="009C0DD5" w:rsidRDefault="009C0DD5" w:rsidP="00294D75">
      <w:pPr>
        <w:rPr>
          <w:sz w:val="28"/>
          <w:szCs w:val="28"/>
        </w:rPr>
      </w:pPr>
      <w:r w:rsidRPr="00663761">
        <w:rPr>
          <w:b/>
          <w:sz w:val="28"/>
          <w:szCs w:val="28"/>
        </w:rPr>
        <w:t>Корчага</w:t>
      </w:r>
      <w:r>
        <w:rPr>
          <w:sz w:val="28"/>
          <w:szCs w:val="28"/>
        </w:rPr>
        <w:t xml:space="preserve"> - (для парки белья в печи).</w:t>
      </w:r>
    </w:p>
    <w:p w:rsidR="00663761" w:rsidRDefault="009C0DD5" w:rsidP="00294D75">
      <w:pPr>
        <w:rPr>
          <w:sz w:val="28"/>
          <w:szCs w:val="28"/>
        </w:rPr>
      </w:pPr>
      <w:r>
        <w:rPr>
          <w:sz w:val="28"/>
          <w:szCs w:val="28"/>
        </w:rPr>
        <w:t>- Каждый мастер старался создать  посуду оригинальной формы, расписать яркими красками.</w:t>
      </w:r>
    </w:p>
    <w:p w:rsidR="00663761" w:rsidRDefault="00663761" w:rsidP="00294D75">
      <w:pPr>
        <w:rPr>
          <w:sz w:val="28"/>
          <w:szCs w:val="28"/>
        </w:rPr>
      </w:pPr>
      <w:r>
        <w:rPr>
          <w:sz w:val="28"/>
          <w:szCs w:val="28"/>
        </w:rPr>
        <w:t>В каждой кубанской семье  имелась необходимая глиняная посуда. А вот изготовление кувшина – сосуда особой красивой формы было доступ</w:t>
      </w:r>
      <w:r w:rsidR="0081520B">
        <w:rPr>
          <w:sz w:val="28"/>
          <w:szCs w:val="28"/>
        </w:rPr>
        <w:t>но не всем. Если кувшин «дышит»</w:t>
      </w:r>
      <w:r>
        <w:rPr>
          <w:sz w:val="28"/>
          <w:szCs w:val="28"/>
        </w:rPr>
        <w:t>, сохраняя воду прохладной даже в сильную жару, значит мастер вложил свою душу. Надолго запомнится чудесное превращение ком</w:t>
      </w:r>
      <w:r w:rsidR="0081520B">
        <w:rPr>
          <w:sz w:val="28"/>
          <w:szCs w:val="28"/>
        </w:rPr>
        <w:t>ка глины в красивый сосуд  тому</w:t>
      </w:r>
      <w:r>
        <w:rPr>
          <w:sz w:val="28"/>
          <w:szCs w:val="28"/>
        </w:rPr>
        <w:t>, кто видел как работает мастер за гончарным кругом.</w:t>
      </w:r>
    </w:p>
    <w:p w:rsidR="009C0DD5" w:rsidRPr="003B7E7E" w:rsidRDefault="00663761" w:rsidP="00294D75">
      <w:pPr>
        <w:rPr>
          <w:b/>
          <w:sz w:val="28"/>
          <w:szCs w:val="28"/>
        </w:rPr>
      </w:pPr>
      <w:r>
        <w:rPr>
          <w:sz w:val="28"/>
          <w:szCs w:val="28"/>
        </w:rPr>
        <w:t>Во многих станица</w:t>
      </w:r>
      <w:r w:rsidR="0081520B">
        <w:rPr>
          <w:sz w:val="28"/>
          <w:szCs w:val="28"/>
        </w:rPr>
        <w:t>х развивалось гончарное ремесло</w:t>
      </w:r>
      <w:r>
        <w:rPr>
          <w:sz w:val="28"/>
          <w:szCs w:val="28"/>
        </w:rPr>
        <w:t>, но особенно славилась станица Пашковская. Даже</w:t>
      </w:r>
      <w:r w:rsidR="009C0DD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пословица такая есть </w:t>
      </w:r>
      <w:r w:rsidRPr="003B7E7E">
        <w:rPr>
          <w:b/>
          <w:sz w:val="28"/>
          <w:szCs w:val="28"/>
        </w:rPr>
        <w:t>«Не боги горшки обжигают, а пашковцы».</w:t>
      </w:r>
    </w:p>
    <w:p w:rsidR="0081520B" w:rsidRDefault="0081520B" w:rsidP="00294D75">
      <w:pPr>
        <w:rPr>
          <w:b/>
          <w:i/>
          <w:sz w:val="28"/>
          <w:szCs w:val="28"/>
        </w:rPr>
      </w:pPr>
    </w:p>
    <w:p w:rsidR="00663761" w:rsidRDefault="00663761" w:rsidP="00294D75">
      <w:pPr>
        <w:rPr>
          <w:b/>
          <w:i/>
          <w:sz w:val="28"/>
          <w:szCs w:val="28"/>
        </w:rPr>
      </w:pPr>
      <w:r w:rsidRPr="00663761">
        <w:rPr>
          <w:b/>
          <w:i/>
          <w:sz w:val="28"/>
          <w:szCs w:val="28"/>
        </w:rPr>
        <w:t>б) В гостях  у кузнеца.</w:t>
      </w:r>
    </w:p>
    <w:p w:rsidR="00663761" w:rsidRPr="00FD2ACF" w:rsidRDefault="001720F9" w:rsidP="00294D7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№ 10</w:t>
      </w:r>
      <w:r w:rsidR="00663761" w:rsidRPr="00FD2ACF">
        <w:rPr>
          <w:b/>
          <w:sz w:val="28"/>
          <w:szCs w:val="28"/>
          <w:u w:val="single"/>
        </w:rPr>
        <w:t xml:space="preserve"> </w:t>
      </w:r>
    </w:p>
    <w:p w:rsidR="00663761" w:rsidRDefault="00663761" w:rsidP="00294D75">
      <w:pPr>
        <w:rPr>
          <w:sz w:val="28"/>
          <w:szCs w:val="28"/>
        </w:rPr>
      </w:pPr>
      <w:r>
        <w:rPr>
          <w:sz w:val="28"/>
          <w:szCs w:val="28"/>
        </w:rPr>
        <w:t>Мы с гостях у …. ( кузнеца)</w:t>
      </w:r>
    </w:p>
    <w:p w:rsidR="00663761" w:rsidRDefault="00663761" w:rsidP="00294D75">
      <w:pPr>
        <w:rPr>
          <w:sz w:val="28"/>
          <w:szCs w:val="28"/>
        </w:rPr>
      </w:pPr>
      <w:r>
        <w:rPr>
          <w:sz w:val="28"/>
          <w:szCs w:val="28"/>
        </w:rPr>
        <w:t>Это стихотворение – закличка-обращение к кузнецу.</w:t>
      </w:r>
    </w:p>
    <w:p w:rsidR="00663761" w:rsidRPr="0081520B" w:rsidRDefault="00663761" w:rsidP="00294D75">
      <w:pPr>
        <w:rPr>
          <w:i/>
          <w:sz w:val="28"/>
          <w:szCs w:val="28"/>
        </w:rPr>
      </w:pPr>
      <w:r w:rsidRPr="0081520B">
        <w:rPr>
          <w:i/>
          <w:sz w:val="28"/>
          <w:szCs w:val="28"/>
        </w:rPr>
        <w:t xml:space="preserve">(Хоровое </w:t>
      </w:r>
      <w:r w:rsidR="00D85B3C" w:rsidRPr="0081520B">
        <w:rPr>
          <w:i/>
          <w:sz w:val="28"/>
          <w:szCs w:val="28"/>
        </w:rPr>
        <w:t>декламирование</w:t>
      </w:r>
      <w:r w:rsidRPr="0081520B">
        <w:rPr>
          <w:i/>
          <w:sz w:val="28"/>
          <w:szCs w:val="28"/>
        </w:rPr>
        <w:t xml:space="preserve"> стихотворения).</w:t>
      </w:r>
    </w:p>
    <w:p w:rsidR="00663761" w:rsidRDefault="00663761" w:rsidP="00294D75">
      <w:pPr>
        <w:rPr>
          <w:sz w:val="28"/>
          <w:szCs w:val="28"/>
        </w:rPr>
      </w:pPr>
      <w:r>
        <w:rPr>
          <w:sz w:val="28"/>
          <w:szCs w:val="28"/>
        </w:rPr>
        <w:t>- Эй, кузнец, молодец,</w:t>
      </w:r>
    </w:p>
    <w:p w:rsidR="00663761" w:rsidRDefault="00663761" w:rsidP="00294D75">
      <w:pPr>
        <w:rPr>
          <w:sz w:val="28"/>
          <w:szCs w:val="28"/>
        </w:rPr>
      </w:pPr>
      <w:r>
        <w:rPr>
          <w:sz w:val="28"/>
          <w:szCs w:val="28"/>
        </w:rPr>
        <w:t>Захромал мой жеребец.</w:t>
      </w:r>
    </w:p>
    <w:p w:rsidR="00663761" w:rsidRDefault="00663761" w:rsidP="00294D75">
      <w:pPr>
        <w:rPr>
          <w:sz w:val="28"/>
          <w:szCs w:val="28"/>
        </w:rPr>
      </w:pPr>
      <w:r>
        <w:rPr>
          <w:sz w:val="28"/>
          <w:szCs w:val="28"/>
        </w:rPr>
        <w:t>Ты подкуй его опять.</w:t>
      </w:r>
    </w:p>
    <w:p w:rsidR="00663761" w:rsidRDefault="00663761" w:rsidP="00294D75">
      <w:pPr>
        <w:rPr>
          <w:sz w:val="28"/>
          <w:szCs w:val="28"/>
        </w:rPr>
      </w:pPr>
    </w:p>
    <w:p w:rsidR="00663761" w:rsidRDefault="00663761" w:rsidP="00294D75">
      <w:pPr>
        <w:rPr>
          <w:sz w:val="28"/>
          <w:szCs w:val="28"/>
        </w:rPr>
      </w:pPr>
      <w:r>
        <w:rPr>
          <w:sz w:val="28"/>
          <w:szCs w:val="28"/>
        </w:rPr>
        <w:t>- Отчего не подковать?</w:t>
      </w:r>
    </w:p>
    <w:p w:rsidR="00663761" w:rsidRDefault="00663761" w:rsidP="00294D75">
      <w:pPr>
        <w:rPr>
          <w:sz w:val="28"/>
          <w:szCs w:val="28"/>
        </w:rPr>
      </w:pPr>
      <w:r>
        <w:rPr>
          <w:sz w:val="28"/>
          <w:szCs w:val="28"/>
        </w:rPr>
        <w:t>Вот гвоздь, вот подкова,</w:t>
      </w:r>
    </w:p>
    <w:p w:rsidR="00663761" w:rsidRDefault="00663761" w:rsidP="00294D75">
      <w:pPr>
        <w:rPr>
          <w:sz w:val="28"/>
          <w:szCs w:val="28"/>
        </w:rPr>
      </w:pPr>
      <w:r>
        <w:rPr>
          <w:sz w:val="28"/>
          <w:szCs w:val="28"/>
        </w:rPr>
        <w:t>Раз, два и готово?</w:t>
      </w:r>
    </w:p>
    <w:p w:rsidR="00663761" w:rsidRDefault="00663761" w:rsidP="00294D7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(С.Я.Маршак)</w:t>
      </w:r>
    </w:p>
    <w:p w:rsidR="00663761" w:rsidRDefault="00663761" w:rsidP="00294D75">
      <w:pPr>
        <w:rPr>
          <w:sz w:val="28"/>
          <w:szCs w:val="28"/>
        </w:rPr>
      </w:pPr>
      <w:r>
        <w:rPr>
          <w:sz w:val="28"/>
          <w:szCs w:val="28"/>
        </w:rPr>
        <w:t>- Что делает кузнец?</w:t>
      </w:r>
    </w:p>
    <w:p w:rsidR="00663761" w:rsidRPr="007D2A33" w:rsidRDefault="00663761" w:rsidP="00294D75">
      <w:pPr>
        <w:rPr>
          <w:i/>
          <w:color w:val="0070C0"/>
          <w:sz w:val="28"/>
          <w:szCs w:val="28"/>
        </w:rPr>
      </w:pPr>
      <w:r w:rsidRPr="007D2A33">
        <w:rPr>
          <w:i/>
          <w:color w:val="0070C0"/>
          <w:sz w:val="28"/>
          <w:szCs w:val="28"/>
        </w:rPr>
        <w:t>(Рассказывают дети</w:t>
      </w:r>
      <w:r w:rsidR="003B7E7E" w:rsidRPr="007D2A33">
        <w:rPr>
          <w:i/>
          <w:color w:val="0070C0"/>
          <w:sz w:val="28"/>
          <w:szCs w:val="28"/>
        </w:rPr>
        <w:t xml:space="preserve"> и делают вывод, а учитель его уточняет</w:t>
      </w:r>
      <w:r w:rsidRPr="007D2A33">
        <w:rPr>
          <w:i/>
          <w:color w:val="0070C0"/>
          <w:sz w:val="28"/>
          <w:szCs w:val="28"/>
        </w:rPr>
        <w:t>).</w:t>
      </w:r>
    </w:p>
    <w:p w:rsidR="00663761" w:rsidRDefault="001C72C1" w:rsidP="00294D75">
      <w:pPr>
        <w:rPr>
          <w:sz w:val="28"/>
          <w:szCs w:val="28"/>
        </w:rPr>
      </w:pPr>
      <w:r w:rsidRPr="008A296C">
        <w:rPr>
          <w:b/>
          <w:i/>
          <w:sz w:val="28"/>
          <w:szCs w:val="28"/>
          <w:u w:val="single"/>
        </w:rPr>
        <w:t>Вывод:</w:t>
      </w:r>
      <w:r>
        <w:rPr>
          <w:sz w:val="28"/>
          <w:szCs w:val="28"/>
        </w:rPr>
        <w:t xml:space="preserve"> Умение ковать своих коней, оружие, дом</w:t>
      </w:r>
      <w:r w:rsidR="008665F1">
        <w:rPr>
          <w:sz w:val="28"/>
          <w:szCs w:val="28"/>
        </w:rPr>
        <w:t>ашние инструменты , считалось</w:t>
      </w:r>
      <w:r w:rsidR="003B7E7E">
        <w:rPr>
          <w:sz w:val="28"/>
          <w:szCs w:val="28"/>
        </w:rPr>
        <w:t xml:space="preserve"> таким же естественным занятием</w:t>
      </w:r>
      <w:r w:rsidR="00297B6F">
        <w:rPr>
          <w:sz w:val="28"/>
          <w:szCs w:val="28"/>
        </w:rPr>
        <w:t>, как возделывать землю.</w:t>
      </w:r>
    </w:p>
    <w:p w:rsidR="00297B6F" w:rsidRPr="00EA630D" w:rsidRDefault="001720F9" w:rsidP="00294D7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№ 11</w:t>
      </w:r>
      <w:r w:rsidR="00297B6F" w:rsidRPr="00EA630D">
        <w:rPr>
          <w:b/>
          <w:sz w:val="28"/>
          <w:szCs w:val="28"/>
          <w:u w:val="single"/>
        </w:rPr>
        <w:t>.</w:t>
      </w:r>
    </w:p>
    <w:p w:rsidR="00297B6F" w:rsidRDefault="00297B6F" w:rsidP="00294D75">
      <w:pPr>
        <w:rPr>
          <w:sz w:val="28"/>
          <w:szCs w:val="28"/>
        </w:rPr>
      </w:pPr>
      <w:r>
        <w:rPr>
          <w:sz w:val="28"/>
          <w:szCs w:val="28"/>
        </w:rPr>
        <w:t xml:space="preserve">Заслуживает упоминания и мастерство </w:t>
      </w:r>
      <w:r w:rsidRPr="003B7E7E">
        <w:rPr>
          <w:b/>
          <w:sz w:val="28"/>
          <w:szCs w:val="28"/>
        </w:rPr>
        <w:t>художественной ковки</w:t>
      </w:r>
      <w:r>
        <w:rPr>
          <w:sz w:val="28"/>
          <w:szCs w:val="28"/>
        </w:rPr>
        <w:t xml:space="preserve">. На Кубани она так и называлась – </w:t>
      </w:r>
      <w:r w:rsidRPr="003B7E7E">
        <w:rPr>
          <w:b/>
          <w:sz w:val="28"/>
          <w:szCs w:val="28"/>
        </w:rPr>
        <w:t>«Ковань».</w:t>
      </w:r>
      <w:r>
        <w:rPr>
          <w:sz w:val="28"/>
          <w:szCs w:val="28"/>
        </w:rPr>
        <w:t xml:space="preserve"> Эта тонкая и высокохудожественная обработка металла. Обратите внимание на самые старые здания </w:t>
      </w:r>
      <w:r w:rsidR="003B7E7E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г. Крас</w:t>
      </w:r>
      <w:r w:rsidR="003B7E7E">
        <w:rPr>
          <w:sz w:val="28"/>
          <w:szCs w:val="28"/>
        </w:rPr>
        <w:t>нодара: еще сохранились решетки, козырьки</w:t>
      </w:r>
      <w:r>
        <w:rPr>
          <w:sz w:val="28"/>
          <w:szCs w:val="28"/>
        </w:rPr>
        <w:t>, крылечки, заборы, вор</w:t>
      </w:r>
      <w:r w:rsidR="003B7E7E">
        <w:rPr>
          <w:sz w:val="28"/>
          <w:szCs w:val="28"/>
        </w:rPr>
        <w:t>ота – как кружево: ковали цвета</w:t>
      </w:r>
      <w:r>
        <w:rPr>
          <w:sz w:val="28"/>
          <w:szCs w:val="28"/>
        </w:rPr>
        <w:t>, листья, фигурки зверей, завитки.</w:t>
      </w:r>
    </w:p>
    <w:p w:rsidR="003B7E7E" w:rsidRDefault="003B7E7E" w:rsidP="00294D75">
      <w:pPr>
        <w:rPr>
          <w:b/>
          <w:i/>
          <w:sz w:val="28"/>
          <w:szCs w:val="28"/>
        </w:rPr>
      </w:pPr>
    </w:p>
    <w:p w:rsidR="00297B6F" w:rsidRDefault="00297B6F" w:rsidP="00294D7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</w:t>
      </w:r>
      <w:r w:rsidRPr="00297B6F">
        <w:rPr>
          <w:b/>
          <w:i/>
          <w:sz w:val="28"/>
          <w:szCs w:val="28"/>
        </w:rPr>
        <w:t>) в гостях у столяра.</w:t>
      </w:r>
    </w:p>
    <w:p w:rsidR="00297B6F" w:rsidRPr="00EA630D" w:rsidRDefault="001720F9" w:rsidP="00294D7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№ 12, 13</w:t>
      </w:r>
      <w:r w:rsidR="00EA630D">
        <w:rPr>
          <w:b/>
          <w:sz w:val="28"/>
          <w:szCs w:val="28"/>
          <w:u w:val="single"/>
        </w:rPr>
        <w:t>.</w:t>
      </w:r>
    </w:p>
    <w:p w:rsidR="00297B6F" w:rsidRDefault="00297B6F" w:rsidP="00294D75">
      <w:pPr>
        <w:rPr>
          <w:sz w:val="28"/>
          <w:szCs w:val="28"/>
        </w:rPr>
      </w:pPr>
      <w:r>
        <w:rPr>
          <w:sz w:val="28"/>
          <w:szCs w:val="28"/>
        </w:rPr>
        <w:t>- А сейчас  мы у столяра. Ремесла по обработке дер</w:t>
      </w:r>
      <w:r w:rsidR="003B7E7E">
        <w:rPr>
          <w:sz w:val="28"/>
          <w:szCs w:val="28"/>
        </w:rPr>
        <w:t>ева являются самыми распространёнными. Как вы думаете</w:t>
      </w:r>
      <w:r>
        <w:rPr>
          <w:sz w:val="28"/>
          <w:szCs w:val="28"/>
        </w:rPr>
        <w:t>, почему?</w:t>
      </w:r>
    </w:p>
    <w:p w:rsidR="00297B6F" w:rsidRPr="007D2A33" w:rsidRDefault="00297B6F" w:rsidP="00294D75">
      <w:pPr>
        <w:rPr>
          <w:color w:val="0070C0"/>
          <w:sz w:val="28"/>
          <w:szCs w:val="28"/>
        </w:rPr>
      </w:pPr>
      <w:r w:rsidRPr="007D2A33">
        <w:rPr>
          <w:i/>
          <w:color w:val="0070C0"/>
          <w:sz w:val="28"/>
          <w:szCs w:val="28"/>
        </w:rPr>
        <w:t>( Дети отвечают</w:t>
      </w:r>
      <w:r w:rsidRPr="007D2A33">
        <w:rPr>
          <w:color w:val="0070C0"/>
          <w:sz w:val="28"/>
          <w:szCs w:val="28"/>
        </w:rPr>
        <w:t>).</w:t>
      </w:r>
    </w:p>
    <w:p w:rsidR="00297B6F" w:rsidRPr="00297B6F" w:rsidRDefault="00297B6F" w:rsidP="00294D75">
      <w:pPr>
        <w:rPr>
          <w:sz w:val="28"/>
          <w:szCs w:val="28"/>
        </w:rPr>
      </w:pPr>
      <w:r w:rsidRPr="003B7E7E">
        <w:rPr>
          <w:b/>
          <w:i/>
          <w:sz w:val="28"/>
          <w:szCs w:val="28"/>
          <w:u w:val="single"/>
        </w:rPr>
        <w:t>Верно:</w:t>
      </w:r>
      <w:r w:rsidR="003B7E7E">
        <w:rPr>
          <w:sz w:val="28"/>
          <w:szCs w:val="28"/>
        </w:rPr>
        <w:t xml:space="preserve"> жилища, мебель, домашняя утварь, с/</w:t>
      </w:r>
      <w:r>
        <w:rPr>
          <w:sz w:val="28"/>
          <w:szCs w:val="28"/>
        </w:rPr>
        <w:t>х инвентарь по традиции изготовлялись из дерева.</w:t>
      </w:r>
    </w:p>
    <w:p w:rsidR="003B7E7E" w:rsidRDefault="003B7E7E">
      <w:pPr>
        <w:rPr>
          <w:b/>
          <w:i/>
          <w:sz w:val="28"/>
          <w:szCs w:val="28"/>
        </w:rPr>
      </w:pPr>
    </w:p>
    <w:p w:rsidR="00297B6F" w:rsidRDefault="00297B6F">
      <w:pPr>
        <w:rPr>
          <w:b/>
          <w:i/>
          <w:sz w:val="28"/>
          <w:szCs w:val="28"/>
        </w:rPr>
      </w:pPr>
      <w:r w:rsidRPr="00297B6F">
        <w:rPr>
          <w:b/>
          <w:i/>
          <w:sz w:val="28"/>
          <w:szCs w:val="28"/>
        </w:rPr>
        <w:t>г) В гостях у ткача.</w:t>
      </w:r>
    </w:p>
    <w:p w:rsidR="00297B6F" w:rsidRPr="005054C2" w:rsidRDefault="001720F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№ 14</w:t>
      </w:r>
      <w:r w:rsidR="00297B6F" w:rsidRPr="005054C2">
        <w:rPr>
          <w:b/>
          <w:sz w:val="28"/>
          <w:szCs w:val="28"/>
          <w:u w:val="single"/>
        </w:rPr>
        <w:t>.</w:t>
      </w:r>
    </w:p>
    <w:p w:rsidR="00297B6F" w:rsidRDefault="00297B6F">
      <w:pPr>
        <w:rPr>
          <w:sz w:val="28"/>
          <w:szCs w:val="28"/>
        </w:rPr>
      </w:pPr>
      <w:r>
        <w:rPr>
          <w:sz w:val="28"/>
          <w:szCs w:val="28"/>
        </w:rPr>
        <w:t>- Вот  мы у ткачихи. Почему неумение ткать считалось большим недостатком у казачек?</w:t>
      </w:r>
    </w:p>
    <w:p w:rsidR="005B745E" w:rsidRPr="007D2A33" w:rsidRDefault="005B745E">
      <w:pPr>
        <w:rPr>
          <w:i/>
          <w:color w:val="0070C0"/>
          <w:sz w:val="28"/>
          <w:szCs w:val="28"/>
        </w:rPr>
      </w:pPr>
      <w:r w:rsidRPr="007D2A33">
        <w:rPr>
          <w:i/>
          <w:color w:val="0070C0"/>
          <w:sz w:val="28"/>
          <w:szCs w:val="28"/>
        </w:rPr>
        <w:t>(Дети отвечают)</w:t>
      </w:r>
    </w:p>
    <w:p w:rsidR="005B745E" w:rsidRDefault="005B745E">
      <w:pPr>
        <w:rPr>
          <w:sz w:val="28"/>
          <w:szCs w:val="28"/>
        </w:rPr>
      </w:pPr>
      <w:r>
        <w:rPr>
          <w:sz w:val="28"/>
          <w:szCs w:val="28"/>
        </w:rPr>
        <w:t xml:space="preserve">Ткачество давало материал для одежды и украшения жилища. Уже с 7-9 лет в казачьей семье девочки приучались к ткачеству, прядению, вязанию, вышивке. До  совершеннолетия они успевали приготовить себе приданое </w:t>
      </w:r>
    </w:p>
    <w:p w:rsidR="005B745E" w:rsidRDefault="003B7E7E">
      <w:pPr>
        <w:rPr>
          <w:sz w:val="28"/>
          <w:szCs w:val="28"/>
        </w:rPr>
      </w:pPr>
      <w:r>
        <w:rPr>
          <w:sz w:val="28"/>
          <w:szCs w:val="28"/>
        </w:rPr>
        <w:t>( рушники, настольники, наволочки</w:t>
      </w:r>
      <w:r w:rsidR="005B745E">
        <w:rPr>
          <w:sz w:val="28"/>
          <w:szCs w:val="28"/>
        </w:rPr>
        <w:t>, подзоры, половицы, рубахи).</w:t>
      </w:r>
    </w:p>
    <w:p w:rsidR="005B745E" w:rsidRPr="00EA630D" w:rsidRDefault="005B745E">
      <w:pPr>
        <w:rPr>
          <w:b/>
          <w:i/>
          <w:sz w:val="28"/>
          <w:szCs w:val="28"/>
        </w:rPr>
      </w:pPr>
      <w:r w:rsidRPr="00EA630D">
        <w:rPr>
          <w:b/>
          <w:i/>
          <w:sz w:val="28"/>
          <w:szCs w:val="28"/>
        </w:rPr>
        <w:t xml:space="preserve">( Показать  старинный </w:t>
      </w:r>
      <w:r w:rsidR="003B7E7E" w:rsidRPr="00EA630D">
        <w:rPr>
          <w:b/>
          <w:i/>
          <w:sz w:val="28"/>
          <w:szCs w:val="28"/>
        </w:rPr>
        <w:t xml:space="preserve">свадебный </w:t>
      </w:r>
      <w:r w:rsidRPr="00EA630D">
        <w:rPr>
          <w:b/>
          <w:i/>
          <w:sz w:val="28"/>
          <w:szCs w:val="28"/>
        </w:rPr>
        <w:t>рушник).</w:t>
      </w:r>
    </w:p>
    <w:p w:rsidR="005B745E" w:rsidRPr="00EA630D" w:rsidRDefault="001720F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№ 15</w:t>
      </w:r>
      <w:r w:rsidR="005B745E" w:rsidRPr="00EA630D">
        <w:rPr>
          <w:b/>
          <w:sz w:val="28"/>
          <w:szCs w:val="28"/>
          <w:u w:val="single"/>
        </w:rPr>
        <w:t>.</w:t>
      </w:r>
    </w:p>
    <w:p w:rsidR="005B745E" w:rsidRDefault="005B745E">
      <w:pPr>
        <w:rPr>
          <w:sz w:val="28"/>
          <w:szCs w:val="28"/>
        </w:rPr>
      </w:pPr>
      <w:r>
        <w:rPr>
          <w:sz w:val="28"/>
          <w:szCs w:val="28"/>
        </w:rPr>
        <w:t>- Как красива кубанская вышивка крестом, гладью, просто строчками.</w:t>
      </w:r>
    </w:p>
    <w:p w:rsidR="005B745E" w:rsidRDefault="005B745E">
      <w:pPr>
        <w:rPr>
          <w:sz w:val="28"/>
          <w:szCs w:val="28"/>
        </w:rPr>
      </w:pPr>
      <w:r>
        <w:rPr>
          <w:sz w:val="28"/>
          <w:szCs w:val="28"/>
        </w:rPr>
        <w:t>- Ребята  сырьём  для ткачества служили овечья шерсть да конопля.</w:t>
      </w:r>
    </w:p>
    <w:p w:rsidR="00325169" w:rsidRDefault="00325169" w:rsidP="009B3543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D262DE" w:rsidRPr="00C07CB0" w:rsidRDefault="00D262DE" w:rsidP="00D262DE">
      <w:pPr>
        <w:rPr>
          <w:rFonts w:eastAsiaTheme="minorEastAsia"/>
          <w:b/>
          <w:color w:val="FF0000"/>
          <w:sz w:val="28"/>
          <w:szCs w:val="28"/>
        </w:rPr>
      </w:pPr>
      <w:r w:rsidRPr="00D262DE">
        <w:rPr>
          <w:rFonts w:eastAsiaTheme="minorEastAsia"/>
          <w:b/>
          <w:color w:val="F79646" w:themeColor="accent6"/>
          <w:sz w:val="28"/>
          <w:szCs w:val="28"/>
        </w:rPr>
        <w:t xml:space="preserve">4. Физкультминутка: </w:t>
      </w:r>
      <w:r w:rsidR="00C07CB0">
        <w:rPr>
          <w:rFonts w:eastAsiaTheme="minorEastAsia"/>
          <w:b/>
          <w:color w:val="FF0000"/>
          <w:sz w:val="28"/>
          <w:szCs w:val="28"/>
          <w:u w:val="single"/>
        </w:rPr>
        <w:t>С</w:t>
      </w:r>
      <w:r w:rsidR="00C07CB0" w:rsidRPr="00C07CB0">
        <w:rPr>
          <w:rFonts w:eastAsiaTheme="minorEastAsia"/>
          <w:b/>
          <w:color w:val="FF0000"/>
          <w:sz w:val="28"/>
          <w:szCs w:val="28"/>
          <w:u w:val="single"/>
        </w:rPr>
        <w:t>лайд</w:t>
      </w:r>
      <w:r w:rsidR="00C07CB0">
        <w:rPr>
          <w:rFonts w:eastAsiaTheme="minorEastAsia"/>
          <w:b/>
          <w:color w:val="FF0000"/>
          <w:sz w:val="28"/>
          <w:szCs w:val="28"/>
          <w:u w:val="single"/>
        </w:rPr>
        <w:t xml:space="preserve"> №</w:t>
      </w:r>
      <w:r w:rsidR="00C07CB0" w:rsidRPr="00C07CB0">
        <w:rPr>
          <w:rFonts w:eastAsiaTheme="minorEastAsia"/>
          <w:b/>
          <w:color w:val="FF0000"/>
          <w:sz w:val="28"/>
          <w:szCs w:val="28"/>
          <w:u w:val="single"/>
        </w:rPr>
        <w:t xml:space="preserve"> 16</w:t>
      </w:r>
      <w:r w:rsidR="00025BB8">
        <w:rPr>
          <w:rFonts w:eastAsiaTheme="minorEastAsia"/>
          <w:b/>
          <w:color w:val="FF0000"/>
          <w:sz w:val="28"/>
          <w:szCs w:val="28"/>
          <w:u w:val="single"/>
        </w:rPr>
        <w:t>,17</w:t>
      </w:r>
    </w:p>
    <w:p w:rsidR="00D262DE" w:rsidRPr="00D262DE" w:rsidRDefault="00D262DE" w:rsidP="00D262DE">
      <w:pPr>
        <w:rPr>
          <w:rFonts w:eastAsiaTheme="minorEastAsia"/>
          <w:b/>
          <w:color w:val="F79646" w:themeColor="accent6"/>
          <w:sz w:val="28"/>
          <w:szCs w:val="28"/>
        </w:rPr>
      </w:pPr>
      <w:r w:rsidRPr="00D262DE">
        <w:rPr>
          <w:color w:val="333333"/>
          <w:sz w:val="28"/>
          <w:szCs w:val="28"/>
        </w:rPr>
        <w:t>- А сейчас мы немного поиграем, встаньте. Мы будем изображать ремесленников  и повторять их действия.</w:t>
      </w:r>
      <w:r w:rsidRPr="00D262DE">
        <w:rPr>
          <w:color w:val="333333"/>
          <w:sz w:val="28"/>
          <w:szCs w:val="28"/>
        </w:rPr>
        <w:br/>
        <w:t>Представим себя ткачами и ткачихами перед нами стоит станок, а мы наблюдаем за ниточкой слева направо глазками. А теперь тоже самое только закрытыми глазами.</w:t>
      </w:r>
      <w:r w:rsidRPr="00D262DE">
        <w:rPr>
          <w:color w:val="333333"/>
          <w:sz w:val="28"/>
          <w:szCs w:val="28"/>
        </w:rPr>
        <w:br/>
        <w:t>Теперь мы гончары - движение кистями.</w:t>
      </w:r>
      <w:r w:rsidRPr="00D262DE">
        <w:rPr>
          <w:color w:val="333333"/>
          <w:sz w:val="28"/>
          <w:szCs w:val="28"/>
        </w:rPr>
        <w:br/>
        <w:t>А сейчас у нас в руках рубанок - это инструмент для обработки дерева. Начали.</w:t>
      </w:r>
      <w:r w:rsidRPr="00D262DE">
        <w:rPr>
          <w:color w:val="333333"/>
          <w:sz w:val="28"/>
          <w:szCs w:val="28"/>
        </w:rPr>
        <w:br/>
        <w:t>Ну и, конечно, кузнец. Приготовились.</w:t>
      </w:r>
      <w:r w:rsidRPr="00D262DE">
        <w:rPr>
          <w:color w:val="333333"/>
          <w:sz w:val="28"/>
          <w:szCs w:val="28"/>
        </w:rPr>
        <w:br/>
        <w:t>Вышивальщицы.</w:t>
      </w:r>
      <w:r w:rsidRPr="00D262DE">
        <w:rPr>
          <w:color w:val="333333"/>
          <w:sz w:val="28"/>
          <w:szCs w:val="28"/>
        </w:rPr>
        <w:br/>
        <w:t>А теперь я вам называю ремесло, а вы сами повторяете движение.</w:t>
      </w:r>
      <w:r w:rsidRPr="00D262DE">
        <w:rPr>
          <w:color w:val="333333"/>
          <w:sz w:val="28"/>
          <w:szCs w:val="28"/>
        </w:rPr>
        <w:br/>
        <w:t>Молодцы. Садитесь.</w:t>
      </w:r>
    </w:p>
    <w:p w:rsidR="009B3543" w:rsidRPr="0081520B" w:rsidRDefault="00D262DE" w:rsidP="009B3543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</w:p>
    <w:p w:rsidR="00047D3B" w:rsidRPr="00C07CB0" w:rsidRDefault="00424E5B" w:rsidP="00424E5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lang w:val="en-US"/>
        </w:rPr>
        <w:t>VII</w:t>
      </w:r>
      <w:r w:rsidR="00047D3B" w:rsidRPr="00424E5B">
        <w:rPr>
          <w:b/>
          <w:sz w:val="28"/>
          <w:szCs w:val="28"/>
        </w:rPr>
        <w:t>. Практическая работа.</w:t>
      </w:r>
      <w:r w:rsidR="00C07CB0">
        <w:rPr>
          <w:b/>
          <w:sz w:val="28"/>
          <w:szCs w:val="28"/>
        </w:rPr>
        <w:t xml:space="preserve"> </w:t>
      </w:r>
      <w:r w:rsidR="00C07CB0" w:rsidRPr="00C07CB0">
        <w:rPr>
          <w:b/>
          <w:sz w:val="28"/>
          <w:szCs w:val="28"/>
          <w:u w:val="single"/>
        </w:rPr>
        <w:t>Слайд 18</w:t>
      </w:r>
    </w:p>
    <w:p w:rsidR="00047D3B" w:rsidRDefault="00047D3B">
      <w:pPr>
        <w:rPr>
          <w:sz w:val="28"/>
          <w:szCs w:val="28"/>
        </w:rPr>
      </w:pPr>
      <w:r>
        <w:rPr>
          <w:sz w:val="28"/>
          <w:szCs w:val="28"/>
        </w:rPr>
        <w:t>- Интересно наблюдать за работой мастера, а ещё интереснее – научиться делать что-то самому. Представьте себя мастером:</w:t>
      </w:r>
    </w:p>
    <w:p w:rsidR="00047D3B" w:rsidRPr="00D85B3C" w:rsidRDefault="00047D3B">
      <w:pPr>
        <w:rPr>
          <w:b/>
          <w:i/>
          <w:sz w:val="28"/>
          <w:szCs w:val="28"/>
        </w:rPr>
      </w:pPr>
      <w:r w:rsidRPr="00D85B3C">
        <w:rPr>
          <w:b/>
          <w:i/>
          <w:sz w:val="28"/>
          <w:szCs w:val="28"/>
        </w:rPr>
        <w:t>1 ряд – эскиз вышивки рушника.</w:t>
      </w:r>
    </w:p>
    <w:p w:rsidR="00047D3B" w:rsidRPr="00D85B3C" w:rsidRDefault="00047D3B">
      <w:pPr>
        <w:rPr>
          <w:b/>
          <w:i/>
          <w:sz w:val="28"/>
          <w:szCs w:val="28"/>
        </w:rPr>
      </w:pPr>
      <w:r w:rsidRPr="00D85B3C">
        <w:rPr>
          <w:b/>
          <w:i/>
          <w:sz w:val="28"/>
          <w:szCs w:val="28"/>
        </w:rPr>
        <w:t xml:space="preserve">2 ряд -  эскиз художественной ковки  калитки </w:t>
      </w:r>
    </w:p>
    <w:p w:rsidR="00047D3B" w:rsidRPr="00D85B3C" w:rsidRDefault="00047D3B">
      <w:pPr>
        <w:rPr>
          <w:b/>
          <w:i/>
          <w:sz w:val="28"/>
          <w:szCs w:val="28"/>
        </w:rPr>
      </w:pPr>
      <w:r w:rsidRPr="00D85B3C">
        <w:rPr>
          <w:b/>
          <w:i/>
          <w:sz w:val="28"/>
          <w:szCs w:val="28"/>
        </w:rPr>
        <w:t xml:space="preserve">3 ряд – эскиз росписи кувшина </w:t>
      </w:r>
    </w:p>
    <w:p w:rsidR="004A05BD" w:rsidRDefault="004A05BD">
      <w:pPr>
        <w:rPr>
          <w:sz w:val="28"/>
          <w:szCs w:val="28"/>
        </w:rPr>
      </w:pPr>
    </w:p>
    <w:p w:rsidR="004A05BD" w:rsidRDefault="004A05BD">
      <w:pPr>
        <w:rPr>
          <w:sz w:val="28"/>
          <w:szCs w:val="28"/>
        </w:rPr>
      </w:pPr>
    </w:p>
    <w:p w:rsidR="00047D3B" w:rsidRDefault="00047D3B">
      <w:pPr>
        <w:rPr>
          <w:sz w:val="28"/>
          <w:szCs w:val="28"/>
        </w:rPr>
      </w:pPr>
      <w:r>
        <w:rPr>
          <w:sz w:val="28"/>
          <w:szCs w:val="28"/>
        </w:rPr>
        <w:lastRenderedPageBreak/>
        <w:t>( Раздать необход</w:t>
      </w:r>
      <w:r w:rsidR="00E377B9">
        <w:rPr>
          <w:sz w:val="28"/>
          <w:szCs w:val="28"/>
        </w:rPr>
        <w:t>имые материалы: альбомные листы</w:t>
      </w:r>
      <w:r>
        <w:rPr>
          <w:sz w:val="28"/>
          <w:szCs w:val="28"/>
        </w:rPr>
        <w:t>, кувшины)</w:t>
      </w:r>
    </w:p>
    <w:p w:rsidR="00047D3B" w:rsidRDefault="00047D3B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E377B9">
        <w:rPr>
          <w:sz w:val="28"/>
          <w:szCs w:val="28"/>
        </w:rPr>
        <w:t xml:space="preserve"> Мастера всегда пели за работой. Как вы думаете</w:t>
      </w:r>
      <w:r>
        <w:rPr>
          <w:sz w:val="28"/>
          <w:szCs w:val="28"/>
        </w:rPr>
        <w:t xml:space="preserve">, что пели мужчины </w:t>
      </w:r>
    </w:p>
    <w:p w:rsidR="009B653D" w:rsidRPr="00D262DE" w:rsidRDefault="00E377B9">
      <w:pPr>
        <w:rPr>
          <w:sz w:val="28"/>
          <w:szCs w:val="28"/>
        </w:rPr>
      </w:pPr>
      <w:r w:rsidRPr="00E377B9">
        <w:rPr>
          <w:b/>
          <w:i/>
          <w:sz w:val="28"/>
          <w:szCs w:val="28"/>
        </w:rPr>
        <w:t>( военные</w:t>
      </w:r>
      <w:r w:rsidR="00047D3B" w:rsidRPr="00E377B9">
        <w:rPr>
          <w:b/>
          <w:i/>
          <w:sz w:val="28"/>
          <w:szCs w:val="28"/>
        </w:rPr>
        <w:t>, исторические</w:t>
      </w:r>
      <w:r w:rsidRPr="00E377B9">
        <w:rPr>
          <w:b/>
          <w:i/>
          <w:sz w:val="28"/>
          <w:szCs w:val="28"/>
        </w:rPr>
        <w:t xml:space="preserve"> песни</w:t>
      </w:r>
      <w:r>
        <w:rPr>
          <w:sz w:val="28"/>
          <w:szCs w:val="28"/>
        </w:rPr>
        <w:t xml:space="preserve">), </w:t>
      </w:r>
      <w:r w:rsidR="00047D3B">
        <w:rPr>
          <w:sz w:val="28"/>
          <w:szCs w:val="28"/>
        </w:rPr>
        <w:t>а девушки</w:t>
      </w:r>
      <w:r>
        <w:rPr>
          <w:sz w:val="28"/>
          <w:szCs w:val="28"/>
        </w:rPr>
        <w:t xml:space="preserve">, женщины? </w:t>
      </w:r>
      <w:r w:rsidRPr="00E377B9">
        <w:rPr>
          <w:b/>
          <w:i/>
          <w:sz w:val="28"/>
          <w:szCs w:val="28"/>
        </w:rPr>
        <w:t>(</w:t>
      </w:r>
      <w:r w:rsidR="00047D3B" w:rsidRPr="00E377B9">
        <w:rPr>
          <w:b/>
          <w:i/>
          <w:sz w:val="28"/>
          <w:szCs w:val="28"/>
        </w:rPr>
        <w:t>лирические</w:t>
      </w:r>
      <w:r w:rsidRPr="00E377B9">
        <w:rPr>
          <w:b/>
          <w:i/>
          <w:sz w:val="28"/>
          <w:szCs w:val="28"/>
        </w:rPr>
        <w:t xml:space="preserve"> песни)</w:t>
      </w:r>
      <w:r w:rsidR="00047D3B" w:rsidRPr="00E377B9">
        <w:rPr>
          <w:b/>
          <w:i/>
          <w:sz w:val="28"/>
          <w:szCs w:val="28"/>
        </w:rPr>
        <w:t xml:space="preserve">.     </w:t>
      </w:r>
    </w:p>
    <w:p w:rsidR="00047D3B" w:rsidRPr="00047D3B" w:rsidRDefault="009B653D">
      <w:pPr>
        <w:rPr>
          <w:sz w:val="28"/>
          <w:szCs w:val="28"/>
        </w:rPr>
      </w:pPr>
      <w:r>
        <w:rPr>
          <w:sz w:val="28"/>
          <w:szCs w:val="28"/>
        </w:rPr>
        <w:t>Пока звучит песня – вы  мастерите, закончилась песня – закончилась работа.</w:t>
      </w:r>
      <w:r w:rsidR="00047D3B">
        <w:rPr>
          <w:sz w:val="28"/>
          <w:szCs w:val="28"/>
        </w:rPr>
        <w:t xml:space="preserve">                              </w:t>
      </w:r>
    </w:p>
    <w:p w:rsidR="001363C4" w:rsidRDefault="001363C4" w:rsidP="00E377B9">
      <w:pPr>
        <w:rPr>
          <w:i/>
          <w:sz w:val="28"/>
          <w:szCs w:val="28"/>
        </w:rPr>
      </w:pPr>
    </w:p>
    <w:p w:rsidR="001363C4" w:rsidRDefault="001363C4" w:rsidP="00E377B9">
      <w:pPr>
        <w:rPr>
          <w:b/>
          <w:i/>
          <w:sz w:val="28"/>
          <w:szCs w:val="28"/>
        </w:rPr>
      </w:pPr>
      <w:r w:rsidRPr="001363C4">
        <w:rPr>
          <w:b/>
          <w:i/>
          <w:sz w:val="28"/>
          <w:szCs w:val="28"/>
        </w:rPr>
        <w:t>Звучит музыка</w:t>
      </w:r>
    </w:p>
    <w:p w:rsidR="00E377B9" w:rsidRPr="007D2A33" w:rsidRDefault="001363C4" w:rsidP="00E377B9">
      <w:pPr>
        <w:rPr>
          <w:b/>
          <w:i/>
          <w:color w:val="0070C0"/>
          <w:sz w:val="28"/>
          <w:szCs w:val="28"/>
        </w:rPr>
      </w:pPr>
      <w:r w:rsidRPr="00E377B9">
        <w:rPr>
          <w:i/>
          <w:sz w:val="28"/>
          <w:szCs w:val="28"/>
        </w:rPr>
        <w:t xml:space="preserve"> </w:t>
      </w:r>
      <w:r w:rsidR="00E377B9" w:rsidRPr="007D2A33">
        <w:rPr>
          <w:i/>
          <w:color w:val="0070C0"/>
          <w:sz w:val="28"/>
          <w:szCs w:val="28"/>
        </w:rPr>
        <w:t>(Дети демонстрируют свои работы)</w:t>
      </w:r>
    </w:p>
    <w:p w:rsidR="009F1D5B" w:rsidRDefault="009F1D5B" w:rsidP="009F1D5B">
      <w:pPr>
        <w:rPr>
          <w:sz w:val="28"/>
          <w:szCs w:val="28"/>
        </w:rPr>
      </w:pPr>
      <w:r>
        <w:rPr>
          <w:sz w:val="28"/>
          <w:szCs w:val="28"/>
        </w:rPr>
        <w:t xml:space="preserve">Да, не </w:t>
      </w:r>
      <w:r w:rsidR="004A05BD">
        <w:rPr>
          <w:sz w:val="28"/>
          <w:szCs w:val="28"/>
        </w:rPr>
        <w:t>о</w:t>
      </w:r>
      <w:r>
        <w:rPr>
          <w:sz w:val="28"/>
          <w:szCs w:val="28"/>
        </w:rPr>
        <w:t>скудеет наш народ</w:t>
      </w:r>
    </w:p>
    <w:p w:rsidR="00963499" w:rsidRDefault="00217BF3" w:rsidP="009F1D5B">
      <w:pPr>
        <w:rPr>
          <w:sz w:val="28"/>
          <w:szCs w:val="28"/>
        </w:rPr>
      </w:pPr>
      <w:r>
        <w:rPr>
          <w:sz w:val="28"/>
          <w:szCs w:val="28"/>
        </w:rPr>
        <w:t>Задором и уменьем</w:t>
      </w:r>
      <w:r w:rsidR="009F1D5B">
        <w:rPr>
          <w:sz w:val="28"/>
          <w:szCs w:val="28"/>
        </w:rPr>
        <w:t>,</w:t>
      </w:r>
    </w:p>
    <w:p w:rsidR="009F1D5B" w:rsidRDefault="009F1D5B" w:rsidP="009F1D5B">
      <w:pPr>
        <w:rPr>
          <w:sz w:val="28"/>
          <w:szCs w:val="28"/>
        </w:rPr>
      </w:pPr>
      <w:r>
        <w:rPr>
          <w:sz w:val="28"/>
          <w:szCs w:val="28"/>
        </w:rPr>
        <w:t>Таланты новые растут</w:t>
      </w:r>
    </w:p>
    <w:p w:rsidR="009F1D5B" w:rsidRDefault="009F1D5B" w:rsidP="009F1D5B">
      <w:pPr>
        <w:rPr>
          <w:sz w:val="28"/>
          <w:szCs w:val="28"/>
        </w:rPr>
      </w:pPr>
      <w:r>
        <w:rPr>
          <w:sz w:val="28"/>
          <w:szCs w:val="28"/>
        </w:rPr>
        <w:t>Всем на удивленье.</w:t>
      </w:r>
    </w:p>
    <w:p w:rsidR="009F1D5B" w:rsidRDefault="009F1D5B" w:rsidP="00424E5B">
      <w:pPr>
        <w:rPr>
          <w:b/>
          <w:sz w:val="28"/>
          <w:szCs w:val="28"/>
        </w:rPr>
      </w:pPr>
      <w:r w:rsidRPr="009F1D5B">
        <w:rPr>
          <w:b/>
          <w:sz w:val="28"/>
          <w:szCs w:val="28"/>
          <w:lang w:val="en-US"/>
        </w:rPr>
        <w:t>VI</w:t>
      </w:r>
      <w:r w:rsidR="00424E5B">
        <w:rPr>
          <w:b/>
          <w:sz w:val="28"/>
          <w:szCs w:val="28"/>
          <w:lang w:val="en-US"/>
        </w:rPr>
        <w:t>II</w:t>
      </w:r>
      <w:r w:rsidRPr="00C81BD2">
        <w:rPr>
          <w:b/>
          <w:sz w:val="28"/>
          <w:szCs w:val="28"/>
        </w:rPr>
        <w:t xml:space="preserve"> </w:t>
      </w:r>
      <w:r w:rsidRPr="009F1D5B">
        <w:rPr>
          <w:b/>
          <w:sz w:val="28"/>
          <w:szCs w:val="28"/>
        </w:rPr>
        <w:t>.Закрепление.</w:t>
      </w:r>
    </w:p>
    <w:p w:rsidR="009F1D5B" w:rsidRDefault="009F1D5B" w:rsidP="009F1D5B">
      <w:pPr>
        <w:rPr>
          <w:sz w:val="28"/>
          <w:szCs w:val="28"/>
        </w:rPr>
      </w:pPr>
      <w:r w:rsidRPr="009F1D5B">
        <w:rPr>
          <w:sz w:val="28"/>
          <w:szCs w:val="28"/>
        </w:rPr>
        <w:t>- Ну а сейчас</w:t>
      </w:r>
      <w:r w:rsidR="005054C2">
        <w:rPr>
          <w:sz w:val="28"/>
          <w:szCs w:val="28"/>
        </w:rPr>
        <w:t xml:space="preserve"> повторим</w:t>
      </w:r>
      <w:r>
        <w:rPr>
          <w:sz w:val="28"/>
          <w:szCs w:val="28"/>
        </w:rPr>
        <w:t>, то что</w:t>
      </w:r>
      <w:r w:rsidR="005054C2">
        <w:rPr>
          <w:sz w:val="28"/>
          <w:szCs w:val="28"/>
        </w:rPr>
        <w:t xml:space="preserve"> запомнили. Я столкнулась с тем,</w:t>
      </w:r>
      <w:r>
        <w:rPr>
          <w:sz w:val="28"/>
          <w:szCs w:val="28"/>
        </w:rPr>
        <w:t xml:space="preserve"> чт</w:t>
      </w:r>
      <w:r w:rsidR="005054C2">
        <w:rPr>
          <w:sz w:val="28"/>
          <w:szCs w:val="28"/>
        </w:rPr>
        <w:t>о есть улицы в городе Краснодаре</w:t>
      </w:r>
      <w:r>
        <w:rPr>
          <w:sz w:val="28"/>
          <w:szCs w:val="28"/>
        </w:rPr>
        <w:t>, которые названы при его основании по роду</w:t>
      </w:r>
      <w:r w:rsidR="00963499">
        <w:rPr>
          <w:sz w:val="28"/>
          <w:szCs w:val="28"/>
        </w:rPr>
        <w:t xml:space="preserve"> ремесел и </w:t>
      </w:r>
      <w:r w:rsidR="005054C2">
        <w:rPr>
          <w:sz w:val="28"/>
          <w:szCs w:val="28"/>
        </w:rPr>
        <w:t>занятий людей: ул. Скорняжная (выделка шкур)</w:t>
      </w:r>
      <w:r w:rsidR="00963499">
        <w:rPr>
          <w:sz w:val="28"/>
          <w:szCs w:val="28"/>
        </w:rPr>
        <w:t>, Кожевенная, Гончарная, Кузнечная, Струнная, Хрустальная, Текстильная и др.</w:t>
      </w:r>
    </w:p>
    <w:p w:rsidR="00963499" w:rsidRPr="005054C2" w:rsidRDefault="00C07CB0" w:rsidP="009F1D5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№ 19</w:t>
      </w:r>
    </w:p>
    <w:p w:rsidR="00217BF3" w:rsidRPr="00424E5B" w:rsidRDefault="00217BF3" w:rsidP="00217BF3">
      <w:pPr>
        <w:rPr>
          <w:b/>
          <w:sz w:val="28"/>
          <w:szCs w:val="28"/>
          <w:u w:val="single"/>
        </w:rPr>
      </w:pPr>
      <w:r w:rsidRPr="00424E5B">
        <w:rPr>
          <w:b/>
          <w:i/>
          <w:sz w:val="28"/>
          <w:szCs w:val="28"/>
          <w:u w:val="single"/>
        </w:rPr>
        <w:t xml:space="preserve">1. </w:t>
      </w:r>
      <w:r w:rsidR="00963499" w:rsidRPr="00424E5B">
        <w:rPr>
          <w:b/>
          <w:i/>
          <w:sz w:val="28"/>
          <w:szCs w:val="28"/>
          <w:u w:val="single"/>
        </w:rPr>
        <w:t>Игра «Улица-ремесло».</w:t>
      </w:r>
      <w:r w:rsidRPr="00424E5B">
        <w:rPr>
          <w:b/>
          <w:sz w:val="28"/>
          <w:szCs w:val="28"/>
          <w:u w:val="single"/>
        </w:rPr>
        <w:t xml:space="preserve"> (Работа в парах).</w:t>
      </w:r>
    </w:p>
    <w:p w:rsidR="00963499" w:rsidRDefault="00963499" w:rsidP="00963499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63499">
        <w:rPr>
          <w:sz w:val="28"/>
          <w:szCs w:val="28"/>
        </w:rPr>
        <w:t xml:space="preserve">У вас на столах </w:t>
      </w:r>
      <w:r w:rsidR="00D262DE">
        <w:rPr>
          <w:sz w:val="28"/>
          <w:szCs w:val="28"/>
        </w:rPr>
        <w:t xml:space="preserve"> желтые </w:t>
      </w:r>
      <w:r w:rsidRPr="00963499">
        <w:rPr>
          <w:sz w:val="28"/>
          <w:szCs w:val="28"/>
        </w:rPr>
        <w:t>карточки с заданием .</w:t>
      </w:r>
    </w:p>
    <w:p w:rsidR="00963499" w:rsidRDefault="00963499" w:rsidP="00963499">
      <w:pPr>
        <w:rPr>
          <w:sz w:val="28"/>
          <w:szCs w:val="28"/>
        </w:rPr>
      </w:pPr>
      <w:r>
        <w:rPr>
          <w:sz w:val="28"/>
          <w:szCs w:val="28"/>
        </w:rPr>
        <w:t>- Соедините стрелками названия улиц с ремеслами , которыми на ней занимались.</w:t>
      </w:r>
    </w:p>
    <w:p w:rsidR="00963499" w:rsidRDefault="00963499" w:rsidP="00963499">
      <w:pPr>
        <w:rPr>
          <w:sz w:val="28"/>
          <w:szCs w:val="28"/>
        </w:rPr>
      </w:pPr>
      <w:r>
        <w:rPr>
          <w:sz w:val="28"/>
          <w:szCs w:val="28"/>
        </w:rPr>
        <w:t>Проверяем вашу работу с помощью компьютера.</w:t>
      </w:r>
    </w:p>
    <w:p w:rsidR="00963499" w:rsidRDefault="007D4F1D" w:rsidP="009634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7" type="#_x0000_t32" style="position:absolute;margin-left:95.9pt;margin-top:10.15pt;width:46.3pt;height:31.3pt;flip:y;z-index:25168588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5" type="#_x0000_t32" style="position:absolute;margin-left:89pt;margin-top:10.15pt;width:53.2pt;height:48.85pt;z-index:251683840" o:connectortype="straight">
            <v:stroke endarrow="block"/>
          </v:shape>
        </w:pict>
      </w:r>
      <w:r w:rsidR="00BD00FF">
        <w:rPr>
          <w:sz w:val="28"/>
          <w:szCs w:val="28"/>
        </w:rPr>
        <w:t>ул. Кузнечная</w:t>
      </w:r>
      <w:r w:rsidR="00BD00FF">
        <w:rPr>
          <w:sz w:val="28"/>
          <w:szCs w:val="28"/>
        </w:rPr>
        <w:tab/>
      </w:r>
      <w:r w:rsidR="00BD00FF">
        <w:rPr>
          <w:sz w:val="28"/>
          <w:szCs w:val="28"/>
        </w:rPr>
        <w:tab/>
      </w:r>
      <w:r w:rsidR="00963499">
        <w:rPr>
          <w:sz w:val="28"/>
          <w:szCs w:val="28"/>
        </w:rPr>
        <w:t>ткацкое дело</w:t>
      </w:r>
    </w:p>
    <w:p w:rsidR="00BD00FF" w:rsidRDefault="007D4F1D" w:rsidP="0096349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8" type="#_x0000_t32" style="position:absolute;margin-left:85.85pt;margin-top:11.6pt;width:56.35pt;height:31.3pt;flip:y;z-index:25168691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6" type="#_x0000_t32" style="position:absolute;margin-left:89pt;margin-top:7.2pt;width:49.45pt;height:18.15pt;z-index:251684864" o:connectortype="straight">
            <v:stroke endarrow="block"/>
          </v:shape>
        </w:pict>
      </w:r>
      <w:r w:rsidR="00BD00FF">
        <w:rPr>
          <w:sz w:val="28"/>
          <w:szCs w:val="28"/>
        </w:rPr>
        <w:t>ул. Кожевенная              изготовление посуды</w:t>
      </w:r>
    </w:p>
    <w:p w:rsidR="00963499" w:rsidRDefault="00BD00FF" w:rsidP="00963499">
      <w:pPr>
        <w:rPr>
          <w:sz w:val="28"/>
          <w:szCs w:val="28"/>
        </w:rPr>
      </w:pPr>
      <w:r>
        <w:rPr>
          <w:sz w:val="28"/>
          <w:szCs w:val="28"/>
        </w:rPr>
        <w:t xml:space="preserve">ул. </w:t>
      </w:r>
      <w:r w:rsidR="00963499">
        <w:rPr>
          <w:sz w:val="28"/>
          <w:szCs w:val="28"/>
        </w:rPr>
        <w:t>Текстильная</w:t>
      </w:r>
      <w:r w:rsidR="00963499">
        <w:rPr>
          <w:sz w:val="28"/>
          <w:szCs w:val="28"/>
        </w:rPr>
        <w:tab/>
      </w:r>
      <w:r w:rsidR="00963499">
        <w:rPr>
          <w:sz w:val="28"/>
          <w:szCs w:val="28"/>
        </w:rPr>
        <w:tab/>
        <w:t>выделка кожи</w:t>
      </w:r>
    </w:p>
    <w:p w:rsidR="00963499" w:rsidRDefault="00BD00FF" w:rsidP="00963499">
      <w:pPr>
        <w:rPr>
          <w:sz w:val="28"/>
          <w:szCs w:val="28"/>
        </w:rPr>
      </w:pPr>
      <w:r>
        <w:rPr>
          <w:sz w:val="28"/>
          <w:szCs w:val="28"/>
        </w:rPr>
        <w:t>ул. Гончарная</w:t>
      </w:r>
      <w:r>
        <w:rPr>
          <w:sz w:val="28"/>
          <w:szCs w:val="28"/>
        </w:rPr>
        <w:tab/>
        <w:t xml:space="preserve">          </w:t>
      </w:r>
      <w:r w:rsidR="00963499">
        <w:rPr>
          <w:sz w:val="28"/>
          <w:szCs w:val="28"/>
        </w:rPr>
        <w:t>изготовление подков</w:t>
      </w:r>
    </w:p>
    <w:p w:rsidR="00963499" w:rsidRPr="00217BF3" w:rsidRDefault="00473BE2" w:rsidP="00217BF3">
      <w:pPr>
        <w:rPr>
          <w:i/>
          <w:sz w:val="28"/>
          <w:szCs w:val="28"/>
        </w:rPr>
      </w:pPr>
      <w:r>
        <w:rPr>
          <w:b/>
          <w:i/>
          <w:sz w:val="28"/>
          <w:szCs w:val="28"/>
          <w:u w:val="single"/>
        </w:rPr>
        <w:t>2</w:t>
      </w:r>
      <w:r w:rsidR="00217BF3" w:rsidRPr="00424E5B">
        <w:rPr>
          <w:b/>
          <w:i/>
          <w:sz w:val="28"/>
          <w:szCs w:val="28"/>
          <w:u w:val="single"/>
        </w:rPr>
        <w:t>.</w:t>
      </w:r>
      <w:r w:rsidR="00963499" w:rsidRPr="00424E5B">
        <w:rPr>
          <w:b/>
          <w:i/>
          <w:sz w:val="28"/>
          <w:szCs w:val="28"/>
          <w:u w:val="single"/>
        </w:rPr>
        <w:t>Определите по предмету ремесло</w:t>
      </w:r>
      <w:r w:rsidR="00217BF3">
        <w:rPr>
          <w:b/>
          <w:i/>
          <w:sz w:val="28"/>
          <w:szCs w:val="28"/>
        </w:rPr>
        <w:t xml:space="preserve"> </w:t>
      </w:r>
      <w:r w:rsidR="00963499" w:rsidRPr="00217BF3">
        <w:rPr>
          <w:i/>
          <w:sz w:val="28"/>
          <w:szCs w:val="28"/>
        </w:rPr>
        <w:t>.</w:t>
      </w:r>
      <w:r w:rsidR="00275D85">
        <w:rPr>
          <w:i/>
          <w:sz w:val="28"/>
          <w:szCs w:val="28"/>
        </w:rPr>
        <w:t>(Из корзинки</w:t>
      </w:r>
      <w:r w:rsidR="00217BF3" w:rsidRPr="00217BF3">
        <w:rPr>
          <w:i/>
          <w:sz w:val="28"/>
          <w:szCs w:val="28"/>
        </w:rPr>
        <w:t xml:space="preserve"> достаю бытовые предметы) </w:t>
      </w:r>
    </w:p>
    <w:p w:rsidR="00963499" w:rsidRPr="00217BF3" w:rsidRDefault="00963499" w:rsidP="00217BF3">
      <w:pPr>
        <w:rPr>
          <w:sz w:val="28"/>
          <w:szCs w:val="28"/>
        </w:rPr>
      </w:pPr>
      <w:r w:rsidRPr="00217BF3">
        <w:rPr>
          <w:sz w:val="28"/>
          <w:szCs w:val="28"/>
        </w:rPr>
        <w:t xml:space="preserve">Кошелка: подкова, </w:t>
      </w:r>
      <w:r w:rsidR="00275D85">
        <w:rPr>
          <w:sz w:val="28"/>
          <w:szCs w:val="28"/>
        </w:rPr>
        <w:t xml:space="preserve"> рушник</w:t>
      </w:r>
      <w:r w:rsidRPr="00217BF3">
        <w:rPr>
          <w:sz w:val="28"/>
          <w:szCs w:val="28"/>
        </w:rPr>
        <w:t>, гребень.</w:t>
      </w:r>
    </w:p>
    <w:p w:rsidR="00217BF3" w:rsidRDefault="00217BF3" w:rsidP="00963499">
      <w:pPr>
        <w:rPr>
          <w:b/>
          <w:sz w:val="28"/>
          <w:szCs w:val="28"/>
        </w:rPr>
      </w:pPr>
    </w:p>
    <w:p w:rsidR="00963499" w:rsidRDefault="00424E5B" w:rsidP="00424E5B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IX</w:t>
      </w:r>
      <w:r w:rsidR="00963499" w:rsidRPr="00DB049D">
        <w:rPr>
          <w:b/>
          <w:sz w:val="28"/>
          <w:szCs w:val="28"/>
        </w:rPr>
        <w:t>.</w:t>
      </w:r>
      <w:r w:rsidR="00DB049D" w:rsidRPr="00DB049D">
        <w:rPr>
          <w:b/>
          <w:sz w:val="28"/>
          <w:szCs w:val="28"/>
        </w:rPr>
        <w:t xml:space="preserve"> Итог урока.</w:t>
      </w:r>
    </w:p>
    <w:p w:rsidR="00DB049D" w:rsidRDefault="00DB049D" w:rsidP="00963499">
      <w:pPr>
        <w:rPr>
          <w:sz w:val="28"/>
          <w:szCs w:val="28"/>
        </w:rPr>
      </w:pPr>
      <w:r>
        <w:rPr>
          <w:sz w:val="28"/>
          <w:szCs w:val="28"/>
        </w:rPr>
        <w:t>- Так с какими же ремеслами мы познакомились?</w:t>
      </w:r>
    </w:p>
    <w:p w:rsidR="00DB049D" w:rsidRDefault="008A296C" w:rsidP="00963499">
      <w:pPr>
        <w:rPr>
          <w:sz w:val="28"/>
          <w:szCs w:val="28"/>
        </w:rPr>
      </w:pPr>
      <w:r>
        <w:rPr>
          <w:sz w:val="28"/>
          <w:szCs w:val="28"/>
        </w:rPr>
        <w:t>- Почему их м</w:t>
      </w:r>
      <w:r w:rsidR="00DB049D">
        <w:rPr>
          <w:sz w:val="28"/>
          <w:szCs w:val="28"/>
        </w:rPr>
        <w:t>ожно назвать основными, главными в жизни кубанцев?</w:t>
      </w:r>
    </w:p>
    <w:p w:rsidR="00DB049D" w:rsidRPr="00A62CC6" w:rsidRDefault="00DB049D" w:rsidP="00963499">
      <w:pPr>
        <w:rPr>
          <w:color w:val="0070C0"/>
          <w:sz w:val="28"/>
          <w:szCs w:val="28"/>
        </w:rPr>
      </w:pPr>
      <w:r>
        <w:rPr>
          <w:sz w:val="28"/>
          <w:szCs w:val="28"/>
        </w:rPr>
        <w:t>-</w:t>
      </w:r>
      <w:r w:rsidR="00217BF3">
        <w:rPr>
          <w:sz w:val="28"/>
          <w:szCs w:val="28"/>
        </w:rPr>
        <w:t xml:space="preserve"> </w:t>
      </w:r>
      <w:r>
        <w:rPr>
          <w:sz w:val="28"/>
          <w:szCs w:val="28"/>
        </w:rPr>
        <w:t>Вспомните</w:t>
      </w:r>
      <w:r w:rsidR="00D85B3C">
        <w:rPr>
          <w:sz w:val="28"/>
          <w:szCs w:val="28"/>
        </w:rPr>
        <w:t>,</w:t>
      </w:r>
      <w:r>
        <w:rPr>
          <w:sz w:val="28"/>
          <w:szCs w:val="28"/>
        </w:rPr>
        <w:t xml:space="preserve"> в начале урока я вам </w:t>
      </w:r>
      <w:r w:rsidR="008A296C">
        <w:rPr>
          <w:sz w:val="28"/>
          <w:szCs w:val="28"/>
        </w:rPr>
        <w:t>за</w:t>
      </w:r>
      <w:r>
        <w:rPr>
          <w:sz w:val="28"/>
          <w:szCs w:val="28"/>
        </w:rPr>
        <w:t>дала вопрос: «Отличается</w:t>
      </w:r>
      <w:r w:rsidR="008A296C">
        <w:rPr>
          <w:sz w:val="28"/>
          <w:szCs w:val="28"/>
        </w:rPr>
        <w:t xml:space="preserve"> ли ремесло от искусства?» </w:t>
      </w:r>
      <w:r w:rsidR="00217BF3" w:rsidRPr="00A62CC6">
        <w:rPr>
          <w:i/>
          <w:color w:val="0070C0"/>
          <w:sz w:val="28"/>
          <w:szCs w:val="28"/>
        </w:rPr>
        <w:t>( О</w:t>
      </w:r>
      <w:r w:rsidR="008A296C" w:rsidRPr="00A62CC6">
        <w:rPr>
          <w:i/>
          <w:color w:val="0070C0"/>
          <w:sz w:val="28"/>
          <w:szCs w:val="28"/>
        </w:rPr>
        <w:t>тветы детей).</w:t>
      </w:r>
    </w:p>
    <w:p w:rsidR="00C81BD2" w:rsidRPr="00BD00FF" w:rsidRDefault="00C07CB0" w:rsidP="0096349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№ 20</w:t>
      </w:r>
      <w:r w:rsidR="00C81BD2" w:rsidRPr="00BD00FF">
        <w:rPr>
          <w:b/>
          <w:sz w:val="28"/>
          <w:szCs w:val="28"/>
          <w:u w:val="single"/>
        </w:rPr>
        <w:t>.</w:t>
      </w:r>
    </w:p>
    <w:p w:rsidR="008A296C" w:rsidRDefault="008A296C" w:rsidP="00963499">
      <w:pPr>
        <w:rPr>
          <w:sz w:val="28"/>
          <w:szCs w:val="28"/>
        </w:rPr>
      </w:pPr>
      <w:r w:rsidRPr="008A296C">
        <w:rPr>
          <w:b/>
          <w:i/>
          <w:sz w:val="28"/>
          <w:szCs w:val="28"/>
          <w:u w:val="single"/>
        </w:rPr>
        <w:t>Вывод:</w:t>
      </w:r>
      <w:r>
        <w:rPr>
          <w:sz w:val="28"/>
          <w:szCs w:val="28"/>
        </w:rPr>
        <w:t xml:space="preserve">  Действительно трудный вопрос. Конечно же каждый предмет, в</w:t>
      </w:r>
      <w:r w:rsidR="00217BF3">
        <w:rPr>
          <w:sz w:val="28"/>
          <w:szCs w:val="28"/>
        </w:rPr>
        <w:t>ыполняемый человеческими руками</w:t>
      </w:r>
      <w:r>
        <w:rPr>
          <w:sz w:val="28"/>
          <w:szCs w:val="28"/>
        </w:rPr>
        <w:t>, считается художественным произведением. Например: скамья- доска, прибитая к двум неструганным чурбакам, а может быть доска украшена резьбой и ковкой. В первом слу</w:t>
      </w:r>
      <w:r w:rsidR="00217BF3">
        <w:rPr>
          <w:sz w:val="28"/>
          <w:szCs w:val="28"/>
        </w:rPr>
        <w:t>чае скамья – предмет для отдыха</w:t>
      </w:r>
      <w:r>
        <w:rPr>
          <w:sz w:val="28"/>
          <w:szCs w:val="28"/>
        </w:rPr>
        <w:t>, любоваться нечем, а во втором</w:t>
      </w:r>
      <w:r w:rsidR="00C81BD2">
        <w:rPr>
          <w:sz w:val="28"/>
          <w:szCs w:val="28"/>
        </w:rPr>
        <w:t xml:space="preserve"> случае – сочетает в себе и полезное и красивое произведение декоративного искусства.  А вот, например кузнец выковал подкову, украсил её ажурной ковкой. Я думаю, что ни  всадник, ни  лошадь ему спасибо не сказали бы. Это не практично. В задачу ремесленникам не всегда входит достижение высот  </w:t>
      </w:r>
      <w:r w:rsidR="00C81BD2">
        <w:rPr>
          <w:sz w:val="28"/>
          <w:szCs w:val="28"/>
        </w:rPr>
        <w:lastRenderedPageBreak/>
        <w:t>художественного совершенства. В то же время мастер декоративного искусства тоже ремесленник.</w:t>
      </w:r>
    </w:p>
    <w:p w:rsidR="00C81BD2" w:rsidRDefault="00C81BD2" w:rsidP="00963499">
      <w:pPr>
        <w:rPr>
          <w:sz w:val="28"/>
          <w:szCs w:val="28"/>
        </w:rPr>
      </w:pPr>
      <w:r>
        <w:rPr>
          <w:sz w:val="28"/>
          <w:szCs w:val="28"/>
        </w:rPr>
        <w:t>Значит ремесло</w:t>
      </w:r>
      <w:r w:rsidR="00D85B3C">
        <w:rPr>
          <w:sz w:val="28"/>
          <w:szCs w:val="28"/>
        </w:rPr>
        <w:t>,</w:t>
      </w:r>
      <w:r>
        <w:rPr>
          <w:sz w:val="28"/>
          <w:szCs w:val="28"/>
        </w:rPr>
        <w:t xml:space="preserve"> и искусство тесно связано друг с другом.</w:t>
      </w:r>
    </w:p>
    <w:p w:rsidR="00C81BD2" w:rsidRDefault="00C81BD2" w:rsidP="00963499">
      <w:pPr>
        <w:rPr>
          <w:sz w:val="28"/>
          <w:szCs w:val="28"/>
        </w:rPr>
      </w:pPr>
      <w:r>
        <w:rPr>
          <w:sz w:val="28"/>
          <w:szCs w:val="28"/>
        </w:rPr>
        <w:t>- Ребята, а почему современные люди до сих пор используют изделия, выполненные ручным способом, да и придуманные порой столетия назад?</w:t>
      </w:r>
    </w:p>
    <w:p w:rsidR="00C81BD2" w:rsidRPr="00217BF3" w:rsidRDefault="00C81BD2" w:rsidP="00963499">
      <w:pPr>
        <w:rPr>
          <w:b/>
          <w:i/>
          <w:sz w:val="28"/>
          <w:szCs w:val="28"/>
        </w:rPr>
      </w:pPr>
      <w:r w:rsidRPr="00217BF3">
        <w:rPr>
          <w:b/>
          <w:i/>
          <w:sz w:val="28"/>
          <w:szCs w:val="28"/>
        </w:rPr>
        <w:t>( Это красиво,</w:t>
      </w:r>
      <w:r w:rsidR="00F564B5" w:rsidRPr="00217BF3">
        <w:rPr>
          <w:b/>
          <w:i/>
          <w:sz w:val="28"/>
          <w:szCs w:val="28"/>
        </w:rPr>
        <w:t xml:space="preserve"> практично,</w:t>
      </w:r>
      <w:r w:rsidRPr="00217BF3">
        <w:rPr>
          <w:b/>
          <w:i/>
          <w:sz w:val="28"/>
          <w:szCs w:val="28"/>
        </w:rPr>
        <w:t xml:space="preserve"> вызывает  гордость за свой народ).</w:t>
      </w:r>
    </w:p>
    <w:p w:rsidR="00C81BD2" w:rsidRPr="004A05BD" w:rsidRDefault="00C81BD2" w:rsidP="00963499">
      <w:pPr>
        <w:rPr>
          <w:b/>
          <w:sz w:val="28"/>
          <w:szCs w:val="28"/>
        </w:rPr>
      </w:pPr>
      <w:r w:rsidRPr="004A05BD">
        <w:rPr>
          <w:b/>
          <w:sz w:val="28"/>
          <w:szCs w:val="28"/>
        </w:rPr>
        <w:t>Чем больше в будущее входим</w:t>
      </w:r>
    </w:p>
    <w:p w:rsidR="00C81BD2" w:rsidRPr="004A05BD" w:rsidRDefault="00C81BD2" w:rsidP="00963499">
      <w:pPr>
        <w:rPr>
          <w:b/>
          <w:sz w:val="28"/>
          <w:szCs w:val="28"/>
        </w:rPr>
      </w:pPr>
      <w:r w:rsidRPr="004A05BD">
        <w:rPr>
          <w:b/>
          <w:sz w:val="28"/>
          <w:szCs w:val="28"/>
        </w:rPr>
        <w:t>Тем больше прошлым дорожим</w:t>
      </w:r>
    </w:p>
    <w:p w:rsidR="00C81BD2" w:rsidRPr="004A05BD" w:rsidRDefault="00C81BD2" w:rsidP="00963499">
      <w:pPr>
        <w:rPr>
          <w:b/>
          <w:sz w:val="28"/>
          <w:szCs w:val="28"/>
        </w:rPr>
      </w:pPr>
      <w:r w:rsidRPr="004A05BD">
        <w:rPr>
          <w:b/>
          <w:sz w:val="28"/>
          <w:szCs w:val="28"/>
        </w:rPr>
        <w:t>И в старом красоту находим</w:t>
      </w:r>
    </w:p>
    <w:p w:rsidR="00C81BD2" w:rsidRPr="004A05BD" w:rsidRDefault="00C81BD2" w:rsidP="00963499">
      <w:pPr>
        <w:rPr>
          <w:b/>
          <w:sz w:val="28"/>
          <w:szCs w:val="28"/>
        </w:rPr>
      </w:pPr>
      <w:r w:rsidRPr="004A05BD">
        <w:rPr>
          <w:b/>
          <w:sz w:val="28"/>
          <w:szCs w:val="28"/>
        </w:rPr>
        <w:t>Хоть новому принадлежим.</w:t>
      </w:r>
    </w:p>
    <w:p w:rsidR="00C81BD2" w:rsidRDefault="00C81BD2" w:rsidP="00963499">
      <w:pPr>
        <w:rPr>
          <w:sz w:val="28"/>
          <w:szCs w:val="28"/>
        </w:rPr>
      </w:pPr>
      <w:r>
        <w:rPr>
          <w:sz w:val="28"/>
          <w:szCs w:val="28"/>
        </w:rPr>
        <w:t xml:space="preserve">И чтобы нам не говорили о том , что ремесла нам не нужны, что всё давно устарело и ушло в прошлое – </w:t>
      </w:r>
      <w:r w:rsidRPr="00BE4F89">
        <w:rPr>
          <w:b/>
          <w:sz w:val="28"/>
          <w:szCs w:val="28"/>
        </w:rPr>
        <w:t>не верьте!</w:t>
      </w:r>
      <w:r>
        <w:rPr>
          <w:sz w:val="28"/>
          <w:szCs w:val="28"/>
        </w:rPr>
        <w:t xml:space="preserve"> Они живут и будут жить вечно, пока бьются</w:t>
      </w:r>
      <w:r w:rsidR="00217BF3">
        <w:rPr>
          <w:sz w:val="28"/>
          <w:szCs w:val="28"/>
        </w:rPr>
        <w:t xml:space="preserve"> сердца наших бабушек и дедушек</w:t>
      </w:r>
      <w:r>
        <w:rPr>
          <w:sz w:val="28"/>
          <w:szCs w:val="28"/>
        </w:rPr>
        <w:t xml:space="preserve">, родителей и будущих поколений. Ни какая книга, компьютер </w:t>
      </w:r>
      <w:r w:rsidR="00217BF3">
        <w:rPr>
          <w:sz w:val="28"/>
          <w:szCs w:val="28"/>
        </w:rPr>
        <w:t>не сравниться с живой картинкой</w:t>
      </w:r>
      <w:r>
        <w:rPr>
          <w:sz w:val="28"/>
          <w:szCs w:val="28"/>
        </w:rPr>
        <w:t>, да ещё, сделанной своими руками.</w:t>
      </w:r>
    </w:p>
    <w:p w:rsidR="00B53976" w:rsidRPr="004A05BD" w:rsidRDefault="00B53976" w:rsidP="00963499">
      <w:pPr>
        <w:rPr>
          <w:b/>
          <w:sz w:val="28"/>
          <w:szCs w:val="28"/>
        </w:rPr>
      </w:pPr>
      <w:r w:rsidRPr="004A05BD">
        <w:rPr>
          <w:b/>
          <w:sz w:val="28"/>
          <w:szCs w:val="28"/>
        </w:rPr>
        <w:t>Пусть расцветает милый край,</w:t>
      </w:r>
    </w:p>
    <w:p w:rsidR="00B53976" w:rsidRPr="004A05BD" w:rsidRDefault="00B53976" w:rsidP="00963499">
      <w:pPr>
        <w:rPr>
          <w:b/>
          <w:sz w:val="28"/>
          <w:szCs w:val="28"/>
        </w:rPr>
      </w:pPr>
      <w:r w:rsidRPr="004A05BD">
        <w:rPr>
          <w:b/>
          <w:sz w:val="28"/>
          <w:szCs w:val="28"/>
        </w:rPr>
        <w:t>И ярмарке широкой</w:t>
      </w:r>
    </w:p>
    <w:p w:rsidR="00B53976" w:rsidRPr="004A05BD" w:rsidRDefault="00B53976" w:rsidP="00963499">
      <w:pPr>
        <w:rPr>
          <w:b/>
          <w:sz w:val="28"/>
          <w:szCs w:val="28"/>
        </w:rPr>
      </w:pPr>
      <w:r w:rsidRPr="004A05BD">
        <w:rPr>
          <w:b/>
          <w:sz w:val="28"/>
          <w:szCs w:val="28"/>
        </w:rPr>
        <w:t xml:space="preserve">Пусть неба мало и земли </w:t>
      </w:r>
    </w:p>
    <w:p w:rsidR="00B53976" w:rsidRPr="004A05BD" w:rsidRDefault="00B53976" w:rsidP="00963499">
      <w:pPr>
        <w:rPr>
          <w:b/>
          <w:sz w:val="28"/>
          <w:szCs w:val="28"/>
        </w:rPr>
      </w:pPr>
      <w:r w:rsidRPr="004A05BD">
        <w:rPr>
          <w:b/>
          <w:sz w:val="28"/>
          <w:szCs w:val="28"/>
        </w:rPr>
        <w:t>Бывает год от  года!</w:t>
      </w:r>
    </w:p>
    <w:p w:rsidR="00B53976" w:rsidRDefault="00800E16" w:rsidP="00963499">
      <w:pPr>
        <w:rPr>
          <w:sz w:val="28"/>
          <w:szCs w:val="28"/>
        </w:rPr>
      </w:pPr>
      <w:r>
        <w:rPr>
          <w:sz w:val="28"/>
          <w:szCs w:val="28"/>
        </w:rPr>
        <w:t xml:space="preserve"> А сейчас заканчивается наш урок. Я хотела бы узнать ваше мнение, понравилось ли вам ребята, п</w:t>
      </w:r>
      <w:r w:rsidR="00024CF5">
        <w:rPr>
          <w:sz w:val="28"/>
          <w:szCs w:val="28"/>
        </w:rPr>
        <w:t>утешествие, возьмите на столе ( если понравилось, смайлик зеленого цвета, если нет красного.)</w:t>
      </w:r>
    </w:p>
    <w:p w:rsidR="00E073DB" w:rsidRDefault="00E073DB" w:rsidP="00963499">
      <w:pPr>
        <w:rPr>
          <w:b/>
          <w:sz w:val="28"/>
          <w:szCs w:val="28"/>
        </w:rPr>
      </w:pPr>
    </w:p>
    <w:p w:rsidR="00B53976" w:rsidRPr="00BD00FF" w:rsidRDefault="00C07CB0" w:rsidP="0096349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Слайд № 21</w:t>
      </w:r>
      <w:r w:rsidR="00B53976" w:rsidRPr="00BD00FF">
        <w:rPr>
          <w:b/>
          <w:sz w:val="28"/>
          <w:szCs w:val="28"/>
          <w:u w:val="single"/>
        </w:rPr>
        <w:t>.</w:t>
      </w:r>
    </w:p>
    <w:p w:rsidR="00B53976" w:rsidRDefault="00B53976" w:rsidP="00963499">
      <w:pPr>
        <w:rPr>
          <w:sz w:val="28"/>
          <w:szCs w:val="28"/>
        </w:rPr>
      </w:pPr>
      <w:r>
        <w:rPr>
          <w:sz w:val="28"/>
          <w:szCs w:val="28"/>
        </w:rPr>
        <w:t>Наш урок подошел к концу. Хочу сказать вам «СПАСИБО» за работу.</w:t>
      </w:r>
    </w:p>
    <w:p w:rsidR="00B53976" w:rsidRDefault="00B53976" w:rsidP="00963499">
      <w:pPr>
        <w:rPr>
          <w:sz w:val="28"/>
          <w:szCs w:val="28"/>
        </w:rPr>
      </w:pPr>
    </w:p>
    <w:p w:rsidR="00C81BD2" w:rsidRDefault="00C81BD2" w:rsidP="00963499">
      <w:pPr>
        <w:rPr>
          <w:b/>
          <w:i/>
          <w:sz w:val="28"/>
          <w:szCs w:val="28"/>
          <w:u w:val="single"/>
        </w:rPr>
      </w:pPr>
    </w:p>
    <w:p w:rsidR="004A1A1E" w:rsidRDefault="004A1A1E" w:rsidP="00963499">
      <w:pPr>
        <w:rPr>
          <w:b/>
          <w:i/>
          <w:sz w:val="28"/>
          <w:szCs w:val="28"/>
          <w:u w:val="single"/>
        </w:rPr>
      </w:pPr>
      <w:bookmarkStart w:id="0" w:name="_GoBack"/>
      <w:bookmarkEnd w:id="0"/>
    </w:p>
    <w:sectPr w:rsidR="004A1A1E" w:rsidSect="00CC314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F1D" w:rsidRDefault="007D4F1D">
      <w:r>
        <w:separator/>
      </w:r>
    </w:p>
  </w:endnote>
  <w:endnote w:type="continuationSeparator" w:id="0">
    <w:p w:rsidR="007D4F1D" w:rsidRDefault="007D4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Verdana"/>
    <w:charset w:val="CC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F1D" w:rsidRDefault="007D4F1D">
      <w:r>
        <w:separator/>
      </w:r>
    </w:p>
  </w:footnote>
  <w:footnote w:type="continuationSeparator" w:id="0">
    <w:p w:rsidR="007D4F1D" w:rsidRDefault="007D4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DAC73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300C7B"/>
    <w:multiLevelType w:val="hybridMultilevel"/>
    <w:tmpl w:val="39C6E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12EB2"/>
    <w:multiLevelType w:val="hybridMultilevel"/>
    <w:tmpl w:val="33CC7F9E"/>
    <w:lvl w:ilvl="0" w:tplc="FB2697D4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452EE"/>
    <w:multiLevelType w:val="hybridMultilevel"/>
    <w:tmpl w:val="1E24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348F4"/>
    <w:multiLevelType w:val="hybridMultilevel"/>
    <w:tmpl w:val="A8C4197A"/>
    <w:lvl w:ilvl="0" w:tplc="9C4204F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D0C5508"/>
    <w:multiLevelType w:val="hybridMultilevel"/>
    <w:tmpl w:val="B02E4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B558EF"/>
    <w:multiLevelType w:val="hybridMultilevel"/>
    <w:tmpl w:val="7632D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A4AFC"/>
    <w:multiLevelType w:val="hybridMultilevel"/>
    <w:tmpl w:val="E1CAB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23573"/>
    <w:multiLevelType w:val="hybridMultilevel"/>
    <w:tmpl w:val="0DAA82EE"/>
    <w:lvl w:ilvl="0" w:tplc="C5E436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DA6BBB"/>
    <w:multiLevelType w:val="hybridMultilevel"/>
    <w:tmpl w:val="1A2A3450"/>
    <w:lvl w:ilvl="0" w:tplc="46CC78A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7965DBF"/>
    <w:multiLevelType w:val="hybridMultilevel"/>
    <w:tmpl w:val="D65E83F2"/>
    <w:lvl w:ilvl="0" w:tplc="F8904A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FC96BEF"/>
    <w:multiLevelType w:val="hybridMultilevel"/>
    <w:tmpl w:val="817E6132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63D5A54"/>
    <w:multiLevelType w:val="hybridMultilevel"/>
    <w:tmpl w:val="1C8460F4"/>
    <w:lvl w:ilvl="0" w:tplc="E7B463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B6312"/>
    <w:multiLevelType w:val="hybridMultilevel"/>
    <w:tmpl w:val="E4C84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"/>
  </w:num>
  <w:num w:numId="5">
    <w:abstractNumId w:val="6"/>
  </w:num>
  <w:num w:numId="6">
    <w:abstractNumId w:val="13"/>
  </w:num>
  <w:num w:numId="7">
    <w:abstractNumId w:val="0"/>
  </w:num>
  <w:num w:numId="8">
    <w:abstractNumId w:val="3"/>
  </w:num>
  <w:num w:numId="9">
    <w:abstractNumId w:val="4"/>
  </w:num>
  <w:num w:numId="10">
    <w:abstractNumId w:val="9"/>
  </w:num>
  <w:num w:numId="11">
    <w:abstractNumId w:val="11"/>
  </w:num>
  <w:num w:numId="12">
    <w:abstractNumId w:val="12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6710"/>
    <w:rsid w:val="0000576F"/>
    <w:rsid w:val="0001043F"/>
    <w:rsid w:val="000154D8"/>
    <w:rsid w:val="00024CF5"/>
    <w:rsid w:val="00025BB8"/>
    <w:rsid w:val="000340C6"/>
    <w:rsid w:val="00035367"/>
    <w:rsid w:val="0004071A"/>
    <w:rsid w:val="00045F76"/>
    <w:rsid w:val="00047D3B"/>
    <w:rsid w:val="00047DE6"/>
    <w:rsid w:val="00075DF0"/>
    <w:rsid w:val="000770BF"/>
    <w:rsid w:val="000836EE"/>
    <w:rsid w:val="00085577"/>
    <w:rsid w:val="000A38AD"/>
    <w:rsid w:val="000D2397"/>
    <w:rsid w:val="000E4C86"/>
    <w:rsid w:val="001069F9"/>
    <w:rsid w:val="00107D92"/>
    <w:rsid w:val="00110E54"/>
    <w:rsid w:val="00111DE5"/>
    <w:rsid w:val="00124C7C"/>
    <w:rsid w:val="001363C4"/>
    <w:rsid w:val="00156F8F"/>
    <w:rsid w:val="00165608"/>
    <w:rsid w:val="001720F9"/>
    <w:rsid w:val="00176C2A"/>
    <w:rsid w:val="00177A3B"/>
    <w:rsid w:val="00181E07"/>
    <w:rsid w:val="001A5F75"/>
    <w:rsid w:val="001B3BBA"/>
    <w:rsid w:val="001C72C1"/>
    <w:rsid w:val="001D10B4"/>
    <w:rsid w:val="001F1D7A"/>
    <w:rsid w:val="001F3056"/>
    <w:rsid w:val="00217BF3"/>
    <w:rsid w:val="00226B33"/>
    <w:rsid w:val="002364EF"/>
    <w:rsid w:val="00246B04"/>
    <w:rsid w:val="0024789F"/>
    <w:rsid w:val="00275D85"/>
    <w:rsid w:val="00292B02"/>
    <w:rsid w:val="00294D75"/>
    <w:rsid w:val="00297B6F"/>
    <w:rsid w:val="002A30F1"/>
    <w:rsid w:val="002D0905"/>
    <w:rsid w:val="002D6C6D"/>
    <w:rsid w:val="002E4D70"/>
    <w:rsid w:val="002F31F3"/>
    <w:rsid w:val="0032333A"/>
    <w:rsid w:val="00325169"/>
    <w:rsid w:val="00325363"/>
    <w:rsid w:val="00332A03"/>
    <w:rsid w:val="00354E53"/>
    <w:rsid w:val="0039078D"/>
    <w:rsid w:val="003A1E44"/>
    <w:rsid w:val="003B7E7E"/>
    <w:rsid w:val="003C4A71"/>
    <w:rsid w:val="003D3B61"/>
    <w:rsid w:val="003E161E"/>
    <w:rsid w:val="003E2414"/>
    <w:rsid w:val="003E287D"/>
    <w:rsid w:val="003E2B3B"/>
    <w:rsid w:val="003F57FB"/>
    <w:rsid w:val="00417FFD"/>
    <w:rsid w:val="00424E5B"/>
    <w:rsid w:val="004278C3"/>
    <w:rsid w:val="0043295B"/>
    <w:rsid w:val="00442558"/>
    <w:rsid w:val="004600F1"/>
    <w:rsid w:val="00465A53"/>
    <w:rsid w:val="00470E06"/>
    <w:rsid w:val="00473071"/>
    <w:rsid w:val="00473BE2"/>
    <w:rsid w:val="00477E27"/>
    <w:rsid w:val="00485656"/>
    <w:rsid w:val="004A05BD"/>
    <w:rsid w:val="004A1A1E"/>
    <w:rsid w:val="004A6408"/>
    <w:rsid w:val="004B37FA"/>
    <w:rsid w:val="004C051D"/>
    <w:rsid w:val="004C603E"/>
    <w:rsid w:val="004F030F"/>
    <w:rsid w:val="004F075C"/>
    <w:rsid w:val="005054C2"/>
    <w:rsid w:val="00541929"/>
    <w:rsid w:val="00544D21"/>
    <w:rsid w:val="00547FF8"/>
    <w:rsid w:val="00550068"/>
    <w:rsid w:val="00563B83"/>
    <w:rsid w:val="00570E69"/>
    <w:rsid w:val="00586494"/>
    <w:rsid w:val="005B745E"/>
    <w:rsid w:val="005C3DCE"/>
    <w:rsid w:val="005C42EC"/>
    <w:rsid w:val="005E6518"/>
    <w:rsid w:val="006102FC"/>
    <w:rsid w:val="006138B6"/>
    <w:rsid w:val="0062376B"/>
    <w:rsid w:val="00637644"/>
    <w:rsid w:val="00637D9E"/>
    <w:rsid w:val="00641B9F"/>
    <w:rsid w:val="00663761"/>
    <w:rsid w:val="006638EB"/>
    <w:rsid w:val="006846C7"/>
    <w:rsid w:val="0069664E"/>
    <w:rsid w:val="006A48FE"/>
    <w:rsid w:val="006C062B"/>
    <w:rsid w:val="006F51BC"/>
    <w:rsid w:val="007208FA"/>
    <w:rsid w:val="007245D0"/>
    <w:rsid w:val="007403E8"/>
    <w:rsid w:val="007416FD"/>
    <w:rsid w:val="007432A6"/>
    <w:rsid w:val="00774E77"/>
    <w:rsid w:val="007803F2"/>
    <w:rsid w:val="007813E0"/>
    <w:rsid w:val="00783338"/>
    <w:rsid w:val="007941CE"/>
    <w:rsid w:val="007B095B"/>
    <w:rsid w:val="007D2A33"/>
    <w:rsid w:val="007D4F1D"/>
    <w:rsid w:val="007E6F06"/>
    <w:rsid w:val="007F2A3A"/>
    <w:rsid w:val="00800E16"/>
    <w:rsid w:val="008040BC"/>
    <w:rsid w:val="00804E12"/>
    <w:rsid w:val="00806686"/>
    <w:rsid w:val="0081520B"/>
    <w:rsid w:val="00822532"/>
    <w:rsid w:val="00826710"/>
    <w:rsid w:val="008344A2"/>
    <w:rsid w:val="008350ED"/>
    <w:rsid w:val="008544AF"/>
    <w:rsid w:val="008665F1"/>
    <w:rsid w:val="00866B20"/>
    <w:rsid w:val="00887F77"/>
    <w:rsid w:val="00892B98"/>
    <w:rsid w:val="008A296C"/>
    <w:rsid w:val="008B11FA"/>
    <w:rsid w:val="008B3457"/>
    <w:rsid w:val="008C39E9"/>
    <w:rsid w:val="008D072E"/>
    <w:rsid w:val="008D33E3"/>
    <w:rsid w:val="008D349C"/>
    <w:rsid w:val="008D6655"/>
    <w:rsid w:val="0091026F"/>
    <w:rsid w:val="00916C5B"/>
    <w:rsid w:val="00921026"/>
    <w:rsid w:val="00922EA4"/>
    <w:rsid w:val="009614BD"/>
    <w:rsid w:val="00963499"/>
    <w:rsid w:val="00980BEE"/>
    <w:rsid w:val="009841A9"/>
    <w:rsid w:val="00990181"/>
    <w:rsid w:val="009970E8"/>
    <w:rsid w:val="009A6C7A"/>
    <w:rsid w:val="009B3543"/>
    <w:rsid w:val="009B388D"/>
    <w:rsid w:val="009B653D"/>
    <w:rsid w:val="009B788B"/>
    <w:rsid w:val="009C0DD5"/>
    <w:rsid w:val="009C19CC"/>
    <w:rsid w:val="009C42D5"/>
    <w:rsid w:val="009E7050"/>
    <w:rsid w:val="009F1D5B"/>
    <w:rsid w:val="00A02996"/>
    <w:rsid w:val="00A23A78"/>
    <w:rsid w:val="00A32B40"/>
    <w:rsid w:val="00A45791"/>
    <w:rsid w:val="00A50B79"/>
    <w:rsid w:val="00A5535A"/>
    <w:rsid w:val="00A55941"/>
    <w:rsid w:val="00A62CC6"/>
    <w:rsid w:val="00A647E1"/>
    <w:rsid w:val="00A713EF"/>
    <w:rsid w:val="00A7222F"/>
    <w:rsid w:val="00A75FBD"/>
    <w:rsid w:val="00A93754"/>
    <w:rsid w:val="00AC17E3"/>
    <w:rsid w:val="00AC3906"/>
    <w:rsid w:val="00AE3196"/>
    <w:rsid w:val="00AE5F2F"/>
    <w:rsid w:val="00AF562D"/>
    <w:rsid w:val="00B11DDD"/>
    <w:rsid w:val="00B372AE"/>
    <w:rsid w:val="00B37B46"/>
    <w:rsid w:val="00B40103"/>
    <w:rsid w:val="00B409A7"/>
    <w:rsid w:val="00B40B18"/>
    <w:rsid w:val="00B53976"/>
    <w:rsid w:val="00B63D54"/>
    <w:rsid w:val="00B708B1"/>
    <w:rsid w:val="00BB6D1C"/>
    <w:rsid w:val="00BC1A82"/>
    <w:rsid w:val="00BD00FF"/>
    <w:rsid w:val="00BE4F89"/>
    <w:rsid w:val="00BF4176"/>
    <w:rsid w:val="00C07CB0"/>
    <w:rsid w:val="00C31EB9"/>
    <w:rsid w:val="00C35A6A"/>
    <w:rsid w:val="00C518F2"/>
    <w:rsid w:val="00C53AC0"/>
    <w:rsid w:val="00C5643D"/>
    <w:rsid w:val="00C677BD"/>
    <w:rsid w:val="00C734DF"/>
    <w:rsid w:val="00C816C2"/>
    <w:rsid w:val="00C81BD2"/>
    <w:rsid w:val="00C831B1"/>
    <w:rsid w:val="00C87B6D"/>
    <w:rsid w:val="00C922DE"/>
    <w:rsid w:val="00CA2194"/>
    <w:rsid w:val="00CA25F7"/>
    <w:rsid w:val="00CC314B"/>
    <w:rsid w:val="00CD7E32"/>
    <w:rsid w:val="00CE3FC2"/>
    <w:rsid w:val="00CF32D6"/>
    <w:rsid w:val="00CF47F6"/>
    <w:rsid w:val="00D00176"/>
    <w:rsid w:val="00D02521"/>
    <w:rsid w:val="00D23985"/>
    <w:rsid w:val="00D25BD8"/>
    <w:rsid w:val="00D262DE"/>
    <w:rsid w:val="00D74B8B"/>
    <w:rsid w:val="00D85B3C"/>
    <w:rsid w:val="00D86477"/>
    <w:rsid w:val="00D94523"/>
    <w:rsid w:val="00D94E46"/>
    <w:rsid w:val="00DA662B"/>
    <w:rsid w:val="00DB049D"/>
    <w:rsid w:val="00DB1FC1"/>
    <w:rsid w:val="00DB6229"/>
    <w:rsid w:val="00DC109B"/>
    <w:rsid w:val="00DC3035"/>
    <w:rsid w:val="00DC45FE"/>
    <w:rsid w:val="00DC69E8"/>
    <w:rsid w:val="00DD216F"/>
    <w:rsid w:val="00DD6F00"/>
    <w:rsid w:val="00E00F87"/>
    <w:rsid w:val="00E0507D"/>
    <w:rsid w:val="00E073DB"/>
    <w:rsid w:val="00E10157"/>
    <w:rsid w:val="00E1424B"/>
    <w:rsid w:val="00E14E9C"/>
    <w:rsid w:val="00E15502"/>
    <w:rsid w:val="00E22452"/>
    <w:rsid w:val="00E22502"/>
    <w:rsid w:val="00E251BD"/>
    <w:rsid w:val="00E26EDA"/>
    <w:rsid w:val="00E377B9"/>
    <w:rsid w:val="00E4438B"/>
    <w:rsid w:val="00E61030"/>
    <w:rsid w:val="00E63A17"/>
    <w:rsid w:val="00E658D4"/>
    <w:rsid w:val="00E663A5"/>
    <w:rsid w:val="00E849B5"/>
    <w:rsid w:val="00E94F88"/>
    <w:rsid w:val="00E97447"/>
    <w:rsid w:val="00EA630D"/>
    <w:rsid w:val="00EB1F56"/>
    <w:rsid w:val="00EB4AA0"/>
    <w:rsid w:val="00EC111A"/>
    <w:rsid w:val="00ED27D1"/>
    <w:rsid w:val="00ED64DA"/>
    <w:rsid w:val="00ED6AF1"/>
    <w:rsid w:val="00EE0A31"/>
    <w:rsid w:val="00EE24C7"/>
    <w:rsid w:val="00EE30E2"/>
    <w:rsid w:val="00EE6D8F"/>
    <w:rsid w:val="00EF3F77"/>
    <w:rsid w:val="00EF524B"/>
    <w:rsid w:val="00F11F3F"/>
    <w:rsid w:val="00F17833"/>
    <w:rsid w:val="00F21A63"/>
    <w:rsid w:val="00F42AC5"/>
    <w:rsid w:val="00F44D73"/>
    <w:rsid w:val="00F50B0D"/>
    <w:rsid w:val="00F564B5"/>
    <w:rsid w:val="00F63EEC"/>
    <w:rsid w:val="00F64865"/>
    <w:rsid w:val="00F716DB"/>
    <w:rsid w:val="00FA5314"/>
    <w:rsid w:val="00FC0DEB"/>
    <w:rsid w:val="00FC31B4"/>
    <w:rsid w:val="00FD2ACF"/>
    <w:rsid w:val="00FE17B7"/>
    <w:rsid w:val="00FF1BA6"/>
    <w:rsid w:val="00FF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  <o:rules v:ext="edit">
        <o:r id="V:Rule1" type="connector" idref="#_x0000_s1028"/>
        <o:r id="V:Rule2" type="connector" idref="#_x0000_s1040"/>
        <o:r id="V:Rule3" type="connector" idref="#_x0000_s1041"/>
        <o:r id="V:Rule4" type="connector" idref="#_x0000_s1042"/>
        <o:r id="V:Rule5" type="connector" idref="#_x0000_s1055"/>
        <o:r id="V:Rule6" type="connector" idref="#_x0000_s1047"/>
        <o:r id="V:Rule7" type="connector" idref="#_x0000_s1056"/>
        <o:r id="V:Rule8" type="connector" idref="#_x0000_s1044"/>
        <o:r id="V:Rule9" type="connector" idref="#_x0000_s1045"/>
        <o:r id="V:Rule10" type="connector" idref="#_x0000_s1046"/>
        <o:r id="V:Rule11" type="connector" idref="#_x0000_s1035"/>
        <o:r id="V:Rule12" type="connector" idref="#_x0000_s1043"/>
        <o:r id="V:Rule13" type="connector" idref="#_x0000_s1027"/>
        <o:r id="V:Rule14" type="connector" idref="#_x0000_s1039"/>
        <o:r id="V:Rule15" type="connector" idref="#_x0000_s1038"/>
        <o:r id="V:Rule16" type="connector" idref="#_x0000_s1031"/>
        <o:r id="V:Rule17" type="connector" idref="#_x0000_s1029"/>
        <o:r id="V:Rule18" type="connector" idref="#_x0000_s1037"/>
        <o:r id="V:Rule19" type="connector" idref="#_x0000_s1036"/>
        <o:r id="V:Rule20" type="connector" idref="#_x0000_s1030"/>
        <o:r id="V:Rule21" type="connector" idref="#_x0000_s1032"/>
        <o:r id="V:Rule22" type="connector" idref="#_x0000_s1057"/>
        <o:r id="V:Rule23" type="connector" idref="#_x0000_s1058"/>
      </o:rules>
    </o:shapelayout>
  </w:shapeDefaults>
  <w:decimalSymbol w:val=","/>
  <w:listSeparator w:val=";"/>
  <w14:docId w14:val="30E74FA3"/>
  <w15:docId w15:val="{05807F99-EFF9-4A6E-B074-B912C1B3D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E6F06"/>
    <w:rPr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9B3543"/>
    <w:pPr>
      <w:keepNext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DA66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5">
    <w:name w:val="Table Grid"/>
    <w:basedOn w:val="a2"/>
    <w:uiPriority w:val="59"/>
    <w:rsid w:val="000340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ody Text"/>
    <w:basedOn w:val="a0"/>
    <w:link w:val="a7"/>
    <w:rsid w:val="000340C6"/>
    <w:pPr>
      <w:jc w:val="center"/>
    </w:pPr>
    <w:rPr>
      <w:b/>
      <w:bCs/>
    </w:rPr>
  </w:style>
  <w:style w:type="character" w:customStyle="1" w:styleId="a7">
    <w:name w:val="Основной текст Знак"/>
    <w:basedOn w:val="a1"/>
    <w:link w:val="a6"/>
    <w:rsid w:val="000340C6"/>
    <w:rPr>
      <w:b/>
      <w:bCs/>
      <w:sz w:val="24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AE31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AE3196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AF562D"/>
    <w:rPr>
      <w:rFonts w:ascii="Calibri" w:eastAsia="Calibri" w:hAnsi="Calibri"/>
      <w:sz w:val="22"/>
      <w:szCs w:val="22"/>
      <w:lang w:eastAsia="en-US"/>
    </w:rPr>
  </w:style>
  <w:style w:type="paragraph" w:styleId="a">
    <w:name w:val="List Bullet"/>
    <w:basedOn w:val="a0"/>
    <w:uiPriority w:val="99"/>
    <w:unhideWhenUsed/>
    <w:rsid w:val="00A7222F"/>
    <w:pPr>
      <w:numPr>
        <w:numId w:val="7"/>
      </w:numPr>
      <w:contextualSpacing/>
    </w:pPr>
  </w:style>
  <w:style w:type="character" w:styleId="ab">
    <w:name w:val="Hyperlink"/>
    <w:basedOn w:val="a1"/>
    <w:uiPriority w:val="99"/>
    <w:unhideWhenUsed/>
    <w:rsid w:val="008040BC"/>
    <w:rPr>
      <w:color w:val="0000FF" w:themeColor="hyperlink"/>
      <w:u w:val="single"/>
    </w:rPr>
  </w:style>
  <w:style w:type="character" w:customStyle="1" w:styleId="20">
    <w:name w:val="Заголовок 2 Знак"/>
    <w:basedOn w:val="a1"/>
    <w:link w:val="2"/>
    <w:semiHidden/>
    <w:rsid w:val="009B3543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wbk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80;&#1085;&#1085;&#1072;\&#1056;&#1072;&#1073;&#1086;&#1095;&#1080;&#1081;%20&#1089;&#1090;&#1086;&#1083;\&#1052;&#1086;&#1080;%20&#1076;&#1086;&#1082;&#1091;&#1084;&#1077;&#1085;&#1090;&#1099;%202011\&#1059;&#1063;&#1048;&#1058;&#1045;&#1051;&#1071;\&#1059;&#1056;&#1054;&#1082;%20%20&#1055;&#1088;&#1086;&#1084;&#1099;&#1089;&#1083;&#1099;%20&#1080;%20&#1088;&#1077;&#1084;&#1077;&#1089;&#1083;&#1072;%20&#1050;&#1091;&#1073;&#1072;&#1085;&#1080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2DD51-0033-4348-8259-5BE49A82F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УРОк  Промыслы и ремесла Кубани</Template>
  <TotalTime>286</TotalTime>
  <Pages>8</Pages>
  <Words>1940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Уважаемая_____________________________________</vt:lpstr>
    </vt:vector>
  </TitlesOfParts>
  <Company>СОШ №31</Company>
  <LinksUpToDate>false</LinksUpToDate>
  <CharactersWithSpaces>12979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Уважаемая_____________________________________</dc:title>
  <dc:subject/>
  <dc:creator>ИННА</dc:creator>
  <cp:keywords/>
  <dc:description/>
  <cp:lastModifiedBy>User</cp:lastModifiedBy>
  <cp:revision>36</cp:revision>
  <cp:lastPrinted>2011-10-06T06:50:00Z</cp:lastPrinted>
  <dcterms:created xsi:type="dcterms:W3CDTF">2011-11-02T08:04:00Z</dcterms:created>
  <dcterms:modified xsi:type="dcterms:W3CDTF">2025-10-15T16:20:00Z</dcterms:modified>
</cp:coreProperties>
</file>