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71" w:rsidRDefault="00090871" w:rsidP="00051C5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90871" w:rsidRDefault="00090871" w:rsidP="00180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Технологическая карта урока русского языка в 6 классе «Имя прилагательное как часть речи».  Урок открытия нового знания.</w:t>
      </w:r>
    </w:p>
    <w:p w:rsidR="00090871" w:rsidRDefault="00090871" w:rsidP="00180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871" w:rsidRDefault="00090871" w:rsidP="00180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УМК «Русский язык. 6 класс» М.М. Разумовской</w:t>
      </w:r>
    </w:p>
    <w:p w:rsidR="00090871" w:rsidRDefault="00090871" w:rsidP="00180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1E0"/>
      </w:tblPr>
      <w:tblGrid>
        <w:gridCol w:w="548"/>
        <w:gridCol w:w="4620"/>
        <w:gridCol w:w="9335"/>
      </w:tblGrid>
      <w:tr w:rsidR="00090871" w:rsidTr="00B44AB0">
        <w:tc>
          <w:tcPr>
            <w:tcW w:w="548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620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335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</w:tr>
      <w:tr w:rsidR="00090871" w:rsidTr="00B44AB0">
        <w:tc>
          <w:tcPr>
            <w:tcW w:w="548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4620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9335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90871" w:rsidTr="00B44AB0">
        <w:tc>
          <w:tcPr>
            <w:tcW w:w="548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620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9335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 6 класс под редакцией М. М. Разумовской</w:t>
            </w:r>
          </w:p>
        </w:tc>
      </w:tr>
      <w:tr w:rsidR="00090871" w:rsidTr="00B44AB0">
        <w:tc>
          <w:tcPr>
            <w:tcW w:w="548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620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335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Имя прилагательное как часть речи</w:t>
            </w:r>
          </w:p>
        </w:tc>
      </w:tr>
      <w:tr w:rsidR="00090871" w:rsidTr="00B44AB0">
        <w:tc>
          <w:tcPr>
            <w:tcW w:w="548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620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9335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 открытия нового знания</w:t>
            </w:r>
          </w:p>
        </w:tc>
      </w:tr>
      <w:tr w:rsidR="00090871" w:rsidTr="00B44AB0">
        <w:tc>
          <w:tcPr>
            <w:tcW w:w="548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620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Цели урока</w:t>
            </w:r>
          </w:p>
        </w:tc>
        <w:tc>
          <w:tcPr>
            <w:tcW w:w="9335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Восстановить базовые умения обучающихся по теме «Имя прилагательное»,  учить получать информацию из текстов, содержащих теоретические сведения, вычитывать информацию, содержащуюся в таблицах;</w:t>
            </w: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 насыщать речь именами прилагательными, расширять словарный запас</w:t>
            </w:r>
          </w:p>
        </w:tc>
      </w:tr>
      <w:tr w:rsidR="00090871" w:rsidTr="00B44AB0">
        <w:tc>
          <w:tcPr>
            <w:tcW w:w="548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620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(личностные, предметные)</w:t>
            </w: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УУД ( личностные, регулятивные, познавательные, коммуникативные</w:t>
            </w:r>
          </w:p>
        </w:tc>
        <w:tc>
          <w:tcPr>
            <w:tcW w:w="9335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Ученик должен:</w:t>
            </w: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знать о грамматическом значении имен прилагательных,</w:t>
            </w: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их морфологических признаках и синтаксической роли;</w:t>
            </w: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знать о роли имен прилагательных в речи;</w:t>
            </w: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решать жизненно-важные задачи, овладевать элементарными навыками анализа художественного текста</w:t>
            </w: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результаты: учащиеся научатся работать в группе, рефлексировать, оценивать результат, строить монологическое высказывание</w:t>
            </w:r>
          </w:p>
        </w:tc>
      </w:tr>
      <w:tr w:rsidR="00090871" w:rsidTr="00B44AB0">
        <w:tc>
          <w:tcPr>
            <w:tcW w:w="548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620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Внутрипредметные связи</w:t>
            </w:r>
          </w:p>
        </w:tc>
        <w:tc>
          <w:tcPr>
            <w:tcW w:w="9335" w:type="dxa"/>
          </w:tcPr>
          <w:p w:rsidR="00090871" w:rsidRDefault="00090871" w:rsidP="0018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Интерес к языковым явлениям, аналитическая работа с информацией, построение схем</w:t>
            </w:r>
          </w:p>
        </w:tc>
      </w:tr>
    </w:tbl>
    <w:p w:rsidR="00090871" w:rsidRDefault="00090871" w:rsidP="00180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700"/>
        <w:gridCol w:w="2975"/>
        <w:gridCol w:w="2693"/>
        <w:gridCol w:w="2106"/>
        <w:gridCol w:w="19"/>
        <w:gridCol w:w="1700"/>
        <w:gridCol w:w="41"/>
        <w:gridCol w:w="2200"/>
        <w:gridCol w:w="32"/>
        <w:gridCol w:w="850"/>
      </w:tblGrid>
      <w:tr w:rsidR="00090871" w:rsidRPr="006660B1" w:rsidTr="006660B1"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ind w:right="1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975" w:type="dxa"/>
          </w:tcPr>
          <w:p w:rsidR="00090871" w:rsidRPr="006660B1" w:rsidRDefault="00090871" w:rsidP="00666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</w:tcPr>
          <w:p w:rsidR="00090871" w:rsidRPr="006660B1" w:rsidRDefault="00090871" w:rsidP="00666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Методы, формы</w:t>
            </w: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УУД, формирующиеся на данном этапе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</w:tr>
      <w:tr w:rsidR="00090871" w:rsidRPr="006660B1" w:rsidTr="006660B1"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Организационный.</w:t>
            </w:r>
          </w:p>
        </w:tc>
        <w:tc>
          <w:tcPr>
            <w:tcW w:w="2975" w:type="dxa"/>
          </w:tcPr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0B1">
              <w:rPr>
                <w:rFonts w:ascii="Times New Roman" w:hAnsi="Times New Roman"/>
              </w:rPr>
              <w:t>Добрый день, мои друзья!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Пред вами снова я.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Очень рада видеть всех.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Ждёт сегодня нас успех.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</w:rPr>
              <w:t>А ещё скажу я вам: «Улыбнитесь всем: мне, друг другу, всем гостям! Улыбнитесь, подтянитесь и тихонечко садитесь».</w:t>
            </w:r>
          </w:p>
        </w:tc>
        <w:tc>
          <w:tcPr>
            <w:tcW w:w="2693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Отвечают учителю. Настраиваются на работу.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Создать положительную эмоциональную атмосферу; условия для возникновения внутренней потребности включения в учебную деятельность.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Словесный метод</w:t>
            </w: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Регулятивные: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волевая саморегуляция;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Личностные: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смыслообразование (Я должен посмотреть...)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 Коммуникативные: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планирование учебного сотрудничества с учителем и со сверстниками.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0,5 мин.</w:t>
            </w:r>
          </w:p>
        </w:tc>
      </w:tr>
      <w:tr w:rsidR="00090871" w:rsidRPr="006660B1" w:rsidTr="006660B1"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2975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 xml:space="preserve">«По следам домашних заданий». </w:t>
            </w:r>
            <w:r>
              <w:rPr>
                <w:rFonts w:ascii="Times New Roman" w:hAnsi="Times New Roman"/>
              </w:rPr>
              <w:t>Решите орфографическую задачу: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Ж…лтый, ч…рный, сла…кий, радос…ный, у…кий,  счас…ливый, (полу)сладкий, северо(?)западный, сине(?)зеленый.</w:t>
            </w:r>
          </w:p>
          <w:p w:rsidR="00090871" w:rsidRDefault="00090871" w:rsidP="00880D4A">
            <w:pPr>
              <w:rPr>
                <w:rFonts w:ascii="Times New Roman" w:hAnsi="Times New Roman"/>
              </w:rPr>
            </w:pPr>
          </w:p>
          <w:p w:rsidR="00090871" w:rsidRPr="00880D4A" w:rsidRDefault="00090871" w:rsidP="00880D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Слова какой части речи присутствовали в орфографической задаче?</w:t>
            </w:r>
          </w:p>
        </w:tc>
        <w:tc>
          <w:tcPr>
            <w:tcW w:w="2693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Нет ошибок – «5»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1 ошибка – «4»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2 ошибки – «3»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Взаимопроверка.</w:t>
            </w:r>
          </w:p>
          <w:p w:rsidR="00090871" w:rsidRDefault="00090871" w:rsidP="00A344F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A344FC" w:rsidRDefault="00090871" w:rsidP="00A344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Выяснить степень усвоения ма</w:t>
            </w:r>
            <w:r>
              <w:rPr>
                <w:rFonts w:ascii="Times New Roman" w:hAnsi="Times New Roman"/>
                <w:sz w:val="24"/>
                <w:szCs w:val="24"/>
              </w:rPr>
              <w:t>териала, скорректировать работу по орфоррафии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1)Познавательные: 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перерабатывать информацию и предъявлять её разными способами.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коммуникативные: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умение аргументировать своё мнение.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 Регулятивные: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планирование последовательности действий, волевая саморегуляция.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</w:tr>
      <w:tr w:rsidR="00090871" w:rsidRPr="006660B1" w:rsidTr="006660B1"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660B1">
              <w:rPr>
                <w:rFonts w:ascii="Times New Roman" w:hAnsi="Times New Roman"/>
                <w:b/>
              </w:rPr>
              <w:t>Актуализация субъективных знаний обучающихся.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</w:rPr>
              <w:t>Подготовка к изучению нового материала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090871" w:rsidRPr="00880D4A" w:rsidRDefault="00090871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текстом. </w:t>
            </w:r>
          </w:p>
          <w:p w:rsidR="00090871" w:rsidRPr="00EF74B8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>А) Подготовьте выразительное чтение текста, выполните задания.</w:t>
            </w:r>
          </w:p>
          <w:p w:rsidR="00090871" w:rsidRPr="00EF74B8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>Выпишите прилагательные.</w:t>
            </w:r>
          </w:p>
          <w:p w:rsidR="00090871" w:rsidRPr="00EF74B8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>Я – ПРИЛАГАТЕЛЬНОЕ</w:t>
            </w:r>
          </w:p>
          <w:p w:rsidR="00090871" w:rsidRPr="00EF74B8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 xml:space="preserve">    Давайте познакомимся. Я – прилагательное. Я определяю признаки предмета: какой по форме, цвету, размеру, из какого материала сделан…</w:t>
            </w:r>
          </w:p>
          <w:p w:rsidR="00090871" w:rsidRPr="00EF74B8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 xml:space="preserve">    Без меня жизнь была бы серой, скучной, однообразной, как в черно-белом телевизоре, но вы бы этого не замечали. Я разукрашиваю все вокруг в разные цвета: красный, желтый, зеленый, голубой, розовый, сиреневый…</w:t>
            </w:r>
          </w:p>
          <w:p w:rsidR="00090871" w:rsidRPr="00EF74B8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 xml:space="preserve">    Благодаря мне вы можете наслаждаться чудесными ароматами окружающей нас природы: пестрых цветов летом; запахами спелых фруктов, душистого меда, свежего хлеба осенью; морозным зимним воздухом; запахами теплой земли и талой воды весной.</w:t>
            </w:r>
          </w:p>
          <w:p w:rsidR="00090871" w:rsidRPr="00EF74B8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>С моей помощью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ваша одежда красива и удобна</w:t>
            </w: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90871" w:rsidRPr="00EF74B8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 xml:space="preserve">    Жилища я превращаю 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самые </w:t>
            </w: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>уютные и комфортные.</w:t>
            </w:r>
          </w:p>
          <w:p w:rsidR="00090871" w:rsidRPr="00EF74B8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4B8">
              <w:rPr>
                <w:rFonts w:ascii="Times New Roman" w:hAnsi="Times New Roman"/>
                <w:bCs/>
                <w:sz w:val="24"/>
                <w:szCs w:val="24"/>
              </w:rPr>
              <w:t xml:space="preserve">    Конечно, я делаю это не в одиночку: существительное – мой самый лучший друг! Мы с ним всегда все делаем вместе.</w:t>
            </w:r>
          </w:p>
          <w:p w:rsidR="00090871" w:rsidRPr="00EF74B8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0871" w:rsidRPr="00981F17" w:rsidRDefault="0009087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981F17">
              <w:rPr>
                <w:rFonts w:ascii="Times New Roman" w:hAnsi="Times New Roman"/>
                <w:bCs/>
                <w:sz w:val="24"/>
                <w:szCs w:val="24"/>
              </w:rPr>
              <w:t>2. Определите роль имени прилагательного в языке.</w:t>
            </w:r>
          </w:p>
          <w:p w:rsidR="00090871" w:rsidRPr="006660B1" w:rsidRDefault="00090871" w:rsidP="00981F1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871" w:rsidRPr="006660B1" w:rsidRDefault="00090871">
            <w:pPr>
              <w:pStyle w:val="NoSpacing"/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60B1">
              <w:rPr>
                <w:rFonts w:ascii="Times New Roman" w:hAnsi="Times New Roman"/>
                <w:color w:val="000000"/>
                <w:u w:val="single"/>
              </w:rPr>
              <w:t>Определите тему</w:t>
            </w:r>
            <w:r w:rsidRPr="006660B1">
              <w:rPr>
                <w:rFonts w:ascii="Times New Roman" w:hAnsi="Times New Roman"/>
                <w:color w:val="000000"/>
              </w:rPr>
              <w:t xml:space="preserve"> нашего урока.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60B1">
              <w:rPr>
                <w:rFonts w:ascii="Times New Roman" w:hAnsi="Times New Roman"/>
                <w:color w:val="000000"/>
              </w:rPr>
              <w:t>- Вер</w:t>
            </w:r>
            <w:r>
              <w:rPr>
                <w:rFonts w:ascii="Times New Roman" w:hAnsi="Times New Roman"/>
                <w:color w:val="000000"/>
              </w:rPr>
              <w:t>но, тема нашего урока – “Имя прилагательное</w:t>
            </w:r>
            <w:r w:rsidRPr="006660B1">
              <w:rPr>
                <w:rFonts w:ascii="Times New Roman" w:hAnsi="Times New Roman"/>
                <w:color w:val="000000"/>
              </w:rPr>
              <w:t xml:space="preserve"> как часть речи»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Создать условия для внутренней мотивации.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1)Познавательные: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общеучебные умения структурировать знания, контроль и оценка процесса и результатов деятельности.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Логические: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анализ, сравнение, синтез.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 Регулятивные: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контроль и оценка прогнозирования (при анализе учебного действия).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</w:t>
            </w:r>
            <w:r w:rsidRPr="00E5658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)</w:t>
            </w: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-умение аргументировать своё мнение, вступать в диалог со сверстниками.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3мин.</w:t>
            </w:r>
          </w:p>
        </w:tc>
      </w:tr>
      <w:tr w:rsidR="00090871" w:rsidRPr="006660B1" w:rsidTr="006660B1"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0" w:type="dxa"/>
          </w:tcPr>
          <w:p w:rsidR="00090871" w:rsidRPr="006660B1" w:rsidRDefault="00090871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6660B1">
              <w:rPr>
                <w:rFonts w:ascii="Times New Roman" w:hAnsi="Times New Roman"/>
                <w:b/>
                <w:color w:val="000000"/>
              </w:rPr>
              <w:t>Подготовка   к восприятию нового материала. Создание проблемной ситуации.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090871" w:rsidRPr="00880D4A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0D4A">
              <w:rPr>
                <w:rFonts w:ascii="Times New Roman" w:hAnsi="Times New Roman"/>
                <w:b/>
                <w:sz w:val="24"/>
                <w:szCs w:val="24"/>
              </w:rPr>
              <w:t>Анализ текста.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Почему имя существительное является лучшим другом имени прилагательного? Чем вы можете объяснить их дружеские отношения?</w:t>
            </w:r>
          </w:p>
        </w:tc>
        <w:tc>
          <w:tcPr>
            <w:tcW w:w="2693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Сколько точно имен прилагательных в этом тексте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? Почему не можем ответить на этот вопро</w:t>
            </w:r>
            <w:r>
              <w:rPr>
                <w:rFonts w:ascii="Times New Roman" w:hAnsi="Times New Roman"/>
                <w:sz w:val="24"/>
                <w:szCs w:val="24"/>
              </w:rPr>
              <w:t>с? (Не знаем все признаки имен прилагательных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125" w:type="dxa"/>
            <w:gridSpan w:val="2"/>
          </w:tcPr>
          <w:tbl>
            <w:tblPr>
              <w:tblW w:w="52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265"/>
            </w:tblGrid>
            <w:tr w:rsidR="00090871" w:rsidRPr="006660B1" w:rsidTr="006660B1">
              <w:tc>
                <w:tcPr>
                  <w:tcW w:w="5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0871" w:rsidRPr="006660B1" w:rsidRDefault="00090871" w:rsidP="006660B1">
                  <w:pPr>
                    <w:spacing w:after="0" w:line="240" w:lineRule="auto"/>
                  </w:pPr>
                </w:p>
              </w:tc>
            </w:tr>
          </w:tbl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Включение учащихся в деятельность на личностно-значимом уровне; подготовка учащихся к изучению нового материала через создание проблемной ситуации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i/>
              </w:rPr>
              <w:t xml:space="preserve">Мотивирующий приём:  </w:t>
            </w:r>
            <w:r w:rsidRPr="006660B1">
              <w:rPr>
                <w:rFonts w:ascii="Times New Roman" w:hAnsi="Times New Roman"/>
              </w:rPr>
              <w:t>подводящий к теме диалог.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Регулятивные: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волевая саморегуляция;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Личностные: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смыслообразование (Я должен посмотреть...)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3)Коммуникативные: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- планирование учебного сотрудничества с учителем и со сверстниками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3мин.</w:t>
            </w:r>
          </w:p>
        </w:tc>
      </w:tr>
      <w:tr w:rsidR="00090871" w:rsidRPr="006660B1" w:rsidTr="006660B1"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Формулирование темы и цели урока.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Какую цель вы поставили бы к уроку?</w:t>
            </w:r>
          </w:p>
        </w:tc>
        <w:tc>
          <w:tcPr>
            <w:tcW w:w="2693" w:type="dxa"/>
          </w:tcPr>
          <w:p w:rsidR="00090871" w:rsidRPr="006660B1" w:rsidRDefault="00090871">
            <w:pPr>
              <w:pStyle w:val="NoSpacing"/>
              <w:rPr>
                <w:rFonts w:ascii="Times New Roman" w:hAnsi="Times New Roman"/>
                <w:b/>
              </w:rPr>
            </w:pPr>
            <w:r w:rsidRPr="006660B1">
              <w:rPr>
                <w:rFonts w:ascii="Times New Roman" w:hAnsi="Times New Roman"/>
                <w:b/>
              </w:rPr>
              <w:t xml:space="preserve">Цель: </w:t>
            </w:r>
          </w:p>
          <w:p w:rsidR="00090871" w:rsidRPr="006660B1" w:rsidRDefault="00090871" w:rsidP="006660B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Что сегодня предстоит нам выяснить?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Правильно,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конце этого урока мы должны: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выявить о</w:t>
            </w:r>
            <w:r>
              <w:rPr>
                <w:rFonts w:ascii="Times New Roman" w:hAnsi="Times New Roman"/>
                <w:sz w:val="24"/>
                <w:szCs w:val="24"/>
              </w:rPr>
              <w:t>собенности имени прилагательного как самостоятельной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части речи,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научиться отличать имена прилагательные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от других частей речи, 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уметь находить имена прилагательные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в тексте, определять их значение.</w:t>
            </w: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Самостоятельное определение темы урока, цели урока. </w:t>
            </w:r>
            <w:r w:rsidRPr="006660B1">
              <w:rPr>
                <w:rFonts w:ascii="Times New Roman" w:hAnsi="Times New Roman"/>
                <w:i/>
                <w:sz w:val="24"/>
                <w:szCs w:val="24"/>
              </w:rPr>
              <w:t>Продуктивное задание: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определить тему урока.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Регулятивные: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волевая саморегуляция;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Личностные: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смыслообразование (Я должен посмотреть...)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3)Коммуникативные: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- планирование учебного сотрудничества с учителем и со сверстниками.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2мин</w:t>
            </w:r>
          </w:p>
        </w:tc>
      </w:tr>
      <w:tr w:rsidR="00090871" w:rsidRPr="006660B1" w:rsidTr="006660B1">
        <w:trPr>
          <w:trHeight w:val="562"/>
        </w:trPr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Style w:val="c10"/>
                <w:rFonts w:ascii="Times New Roman" w:hAnsi="Times New Roman"/>
                <w:b/>
                <w:color w:val="000000"/>
              </w:rPr>
              <w:t>Открытие новых знаний</w:t>
            </w:r>
            <w:r w:rsidRPr="006660B1">
              <w:rPr>
                <w:rStyle w:val="c10"/>
                <w:b/>
                <w:color w:val="000000"/>
              </w:rPr>
              <w:t>.</w:t>
            </w:r>
          </w:p>
        </w:tc>
        <w:tc>
          <w:tcPr>
            <w:tcW w:w="2975" w:type="dxa"/>
          </w:tcPr>
          <w:p w:rsidR="00090871" w:rsidRPr="00880D4A" w:rsidRDefault="00090871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880D4A">
              <w:rPr>
                <w:rFonts w:ascii="Times New Roman" w:hAnsi="Times New Roman"/>
                <w:b/>
                <w:sz w:val="24"/>
                <w:szCs w:val="24"/>
              </w:rPr>
              <w:t>Работа учащихся в трех группах.</w:t>
            </w:r>
          </w:p>
          <w:p w:rsidR="00090871" w:rsidRDefault="0009087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1 группа ЭТИМОЛОГИ (готовят отчёт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истории происхождения имен прилагательных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2 группа ЛИНГВИСТЫ (</w:t>
            </w:r>
            <w:r>
              <w:rPr>
                <w:rFonts w:ascii="Times New Roman" w:hAnsi="Times New Roman"/>
                <w:sz w:val="24"/>
                <w:szCs w:val="24"/>
              </w:rPr>
              <w:t>выясняют, что обозначает имя прилагательное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как часть речи, какими признаками обладает)</w:t>
            </w:r>
          </w:p>
          <w:p w:rsidR="00090871" w:rsidRPr="006660B1" w:rsidRDefault="00090871" w:rsidP="00EB517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группа 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ПОИСКОВИКИ</w:t>
            </w:r>
          </w:p>
          <w:p w:rsidR="00090871" w:rsidRPr="006660B1" w:rsidRDefault="00090871" w:rsidP="00EB517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(выяс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няют, какую роль играют имена прилагательные 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в предложении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художественном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тексте)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0871" w:rsidRPr="006660B1" w:rsidRDefault="00090871">
            <w:pPr>
              <w:pStyle w:val="NoSpacing"/>
              <w:rPr>
                <w:rFonts w:ascii="Times New Roman" w:hAnsi="Times New Roman"/>
                <w:b/>
              </w:rPr>
            </w:pPr>
            <w:r w:rsidRPr="006660B1">
              <w:rPr>
                <w:rFonts w:ascii="Times New Roman" w:hAnsi="Times New Roman"/>
                <w:b/>
              </w:rPr>
              <w:t>Отчет групп.  На доску.</w:t>
            </w:r>
            <w:r>
              <w:rPr>
                <w:rFonts w:ascii="Times New Roman" w:hAnsi="Times New Roman"/>
                <w:b/>
              </w:rPr>
              <w:t xml:space="preserve"> в виде кластеров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1.ПРОИСХОЖДЕНИЕ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____________________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 xml:space="preserve">2. 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3.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4.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5.Роль в предложении, в тексте_______________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before="30" w:after="3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учебной мотивации;</w:t>
            </w:r>
          </w:p>
          <w:p w:rsidR="00090871" w:rsidRPr="006660B1" w:rsidRDefault="00090871" w:rsidP="006660B1">
            <w:pPr>
              <w:spacing w:before="30" w:after="3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пробуждение познавательно</w:t>
            </w:r>
          </w:p>
          <w:p w:rsidR="00090871" w:rsidRPr="006660B1" w:rsidRDefault="00090871" w:rsidP="006660B1">
            <w:pPr>
              <w:spacing w:before="30" w:after="3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 интереса;</w:t>
            </w:r>
          </w:p>
          <w:p w:rsidR="00090871" w:rsidRPr="006660B1" w:rsidRDefault="00090871" w:rsidP="006660B1">
            <w:pPr>
              <w:spacing w:before="30" w:after="3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развитие способности к самостоятельной оценке своей работы;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общаться и взаимодействовать с другими. 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Формирование навыков исследовательской деятельности.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Регулятивные: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целеполагание как постановка учебной задачи,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планирование,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прогнозирование.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2)Познавательные: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- умение структурировать знания, постановка и формулировка проблемы. 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 Общеучебные: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Моделирование,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4)Коммуникативные: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умение осознанно и произвольно строить речевые высказывания.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5мин</w:t>
            </w:r>
          </w:p>
        </w:tc>
      </w:tr>
      <w:tr w:rsidR="00090871" w:rsidRPr="006660B1" w:rsidTr="006660B1">
        <w:trPr>
          <w:trHeight w:val="562"/>
        </w:trPr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Контроль  первичного усвоения материала</w:t>
            </w:r>
          </w:p>
        </w:tc>
        <w:tc>
          <w:tcPr>
            <w:tcW w:w="2975" w:type="dxa"/>
          </w:tcPr>
          <w:p w:rsidR="00090871" w:rsidRPr="00880D4A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0D4A">
              <w:rPr>
                <w:rFonts w:ascii="Times New Roman" w:hAnsi="Times New Roman"/>
                <w:b/>
                <w:sz w:val="24"/>
                <w:szCs w:val="24"/>
              </w:rPr>
              <w:t>Обсуждение   итогов работы групп.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1.Назовите цель вашего исследования. Познакомьте нас с его результатами.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же нужно знать об имени прилагательном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, чтобы не пе</w:t>
            </w:r>
            <w:r>
              <w:rPr>
                <w:rFonts w:ascii="Times New Roman" w:hAnsi="Times New Roman"/>
                <w:sz w:val="24"/>
                <w:szCs w:val="24"/>
              </w:rPr>
              <w:t>репутать её с другими самостоятельными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частями речи?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Защищают  работу группы. По мере выступления групп каждый  ребёнок фиксирует основные положения отчёта каждой группы в рабочем листе урока. 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В результате создаётся мини-проект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 КАК ЧАСТЬ РЕЧИ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1.ПРОИСХОЖДЕНИЕ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____________________</w:t>
            </w:r>
          </w:p>
          <w:p w:rsidR="00090871" w:rsidRDefault="0009087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2.Имя прилагательное </w:t>
            </w:r>
            <w:r w:rsidRPr="006660B1">
              <w:rPr>
                <w:rFonts w:ascii="Times New Roman" w:hAnsi="Times New Roman"/>
              </w:rPr>
              <w:t>обозначает__________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отвечает на вопросы_____________________________________</w:t>
            </w:r>
          </w:p>
          <w:p w:rsidR="00090871" w:rsidRDefault="0009087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Морфологические признаки имени прилагательного ___________________________________________.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Синтаксическая роль имен прилагательного__________________</w:t>
            </w:r>
            <w:r w:rsidRPr="006660B1">
              <w:rPr>
                <w:rFonts w:ascii="Times New Roman" w:hAnsi="Times New Roman"/>
              </w:rPr>
              <w:t>______________</w:t>
            </w:r>
            <w:r>
              <w:rPr>
                <w:rFonts w:ascii="Times New Roman" w:hAnsi="Times New Roman"/>
              </w:rPr>
              <w:t>___________________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.Разряды имен прилагательных____________________________________________________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6660B1">
              <w:rPr>
                <w:rFonts w:ascii="Times New Roman" w:hAnsi="Times New Roman"/>
              </w:rPr>
              <w:t>Роль в предложении, в тексте_______________</w:t>
            </w:r>
            <w:r>
              <w:rPr>
                <w:rFonts w:ascii="Times New Roman" w:hAnsi="Times New Roman"/>
              </w:rPr>
              <w:t>______________________________________________</w:t>
            </w: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Развитие умения выделять главное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Частично-поисковый метод</w:t>
            </w: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1)Личностные: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--умение различать нравственно-этические понятия; оценивать поступки.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2)Регулятивные: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--волевая саморегуляция, самоконтроль.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3)Познавательные: 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-умение выполнять логические операции: анализ, синтез, обобщение. 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4)коммуникативные: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-умение участвовать в коллективном обсуждении, выстраивать диалог с товарищами, с учителем.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5мин.</w:t>
            </w:r>
          </w:p>
        </w:tc>
      </w:tr>
      <w:tr w:rsidR="00090871" w:rsidRPr="006660B1" w:rsidTr="006660B1">
        <w:trPr>
          <w:trHeight w:val="699"/>
        </w:trPr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700" w:type="dxa"/>
          </w:tcPr>
          <w:p w:rsidR="00090871" w:rsidRPr="006660B1" w:rsidRDefault="00090871">
            <w:pPr>
              <w:pStyle w:val="NoSpacing"/>
              <w:rPr>
                <w:rStyle w:val="c3"/>
                <w:rFonts w:ascii="Times New Roman" w:hAnsi="Times New Roman"/>
                <w:b/>
              </w:rPr>
            </w:pPr>
            <w:r w:rsidRPr="006660B1">
              <w:rPr>
                <w:rStyle w:val="c3"/>
                <w:rFonts w:ascii="Times New Roman" w:hAnsi="Times New Roman"/>
                <w:b/>
              </w:rPr>
              <w:t xml:space="preserve">Закрепление. Применение нового знания в стандартной ситуации. 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75" w:type="dxa"/>
          </w:tcPr>
          <w:p w:rsidR="00090871" w:rsidRPr="00880D4A" w:rsidRDefault="00090871">
            <w:pPr>
              <w:pStyle w:val="NoSpacing"/>
              <w:rPr>
                <w:rFonts w:ascii="Times New Roman" w:hAnsi="Times New Roman"/>
                <w:b/>
              </w:rPr>
            </w:pPr>
            <w:r w:rsidRPr="00880D4A">
              <w:rPr>
                <w:rFonts w:ascii="Times New Roman" w:hAnsi="Times New Roman"/>
                <w:b/>
              </w:rPr>
              <w:t>«Погружение в картину»</w:t>
            </w:r>
          </w:p>
          <w:p w:rsidR="00090871" w:rsidRDefault="00090871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Послушайте стихотворение, которое посвящено картине «Первые зрители»</w:t>
            </w:r>
          </w:p>
          <w:p w:rsidR="00090871" w:rsidRPr="00D41164" w:rsidRDefault="00090871">
            <w:pPr>
              <w:pStyle w:val="NoSpacing"/>
              <w:rPr>
                <w:rFonts w:ascii="Times New Roman" w:hAnsi="Times New Roman"/>
                <w:b/>
              </w:rPr>
            </w:pPr>
          </w:p>
          <w:p w:rsidR="00090871" w:rsidRDefault="00090871">
            <w:pPr>
              <w:pStyle w:val="NoSpacing"/>
              <w:rPr>
                <w:rFonts w:ascii="Times New Roman" w:hAnsi="Times New Roman"/>
                <w:b/>
                <w:u w:val="single"/>
              </w:rPr>
            </w:pPr>
          </w:p>
          <w:p w:rsidR="00090871" w:rsidRDefault="0009087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Обсуждение картины.</w:t>
            </w:r>
          </w:p>
          <w:p w:rsidR="00090871" w:rsidRDefault="0009087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Какие вопросы у вас возникают при виде картины?</w:t>
            </w:r>
          </w:p>
          <w:p w:rsidR="00090871" w:rsidRDefault="0009087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Предположите, что может быть изображено на картине.</w:t>
            </w:r>
          </w:p>
          <w:p w:rsidR="00090871" w:rsidRDefault="0009087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Почему мы можем сказать, что картина удачная?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</w:rPr>
              <w:t>Выполняем коллективно.</w:t>
            </w: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</w:rPr>
            </w:pPr>
          </w:p>
          <w:p w:rsidR="00090871" w:rsidRPr="006660B1" w:rsidRDefault="00090871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090871" w:rsidRPr="002E001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0011">
              <w:rPr>
                <w:rFonts w:ascii="Times New Roman" w:hAnsi="Times New Roman"/>
                <w:b/>
                <w:sz w:val="24"/>
                <w:szCs w:val="24"/>
              </w:rPr>
              <w:t>Работа с текстом.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Картина. Комната. Мальчишки, почти  залезшие в окно.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не читают они книжки, и не идут смотреть кино.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 в комнате и краски, и кресло мягкое в углу, но взгляд не оторвать от сказки, от той прекраснейшей завязки, что расплескалась по холсту.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картине комната и тихо, и звука не произнести.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затаим дыханье, _ слышишь, чтоб красоту не извести.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Чтоб свежесть красок не поблекла, еще таких живых, сырых.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Чтоб нам чудес открылась дверка,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Чтоб любоваться нам на них.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стихотворения: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Встречаются ли в тексте эпитеты- прилагательные? Какова их роль?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предметы изображены на картине?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прилагательные мы можем подобрать для описания предмета?</w:t>
            </w:r>
          </w:p>
          <w:p w:rsidR="00090871" w:rsidRDefault="00090871" w:rsidP="00650D1F">
            <w:pPr>
              <w:pStyle w:val="NoSpacing"/>
              <w:rPr>
                <w:rFonts w:ascii="Times New Roman" w:hAnsi="Times New Roman"/>
                <w:b/>
                <w:u w:val="single"/>
              </w:rPr>
            </w:pPr>
          </w:p>
          <w:p w:rsidR="00090871" w:rsidRDefault="00090871" w:rsidP="00650D1F">
            <w:pPr>
              <w:pStyle w:val="NoSpacing"/>
              <w:rPr>
                <w:rFonts w:ascii="Times New Roman" w:hAnsi="Times New Roman"/>
              </w:rPr>
            </w:pPr>
            <w:r w:rsidRPr="006660B1">
              <w:rPr>
                <w:rFonts w:ascii="Times New Roman" w:hAnsi="Times New Roman"/>
                <w:b/>
                <w:u w:val="single"/>
              </w:rPr>
              <w:t>Посоветуйтесь в паре</w:t>
            </w:r>
            <w:r w:rsidRPr="006660B1">
              <w:rPr>
                <w:rFonts w:ascii="Times New Roman" w:hAnsi="Times New Roman"/>
              </w:rPr>
              <w:t xml:space="preserve">. 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50D1F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0D1F">
              <w:rPr>
                <w:rFonts w:ascii="Times New Roman" w:hAnsi="Times New Roman"/>
                <w:b/>
                <w:sz w:val="24"/>
                <w:szCs w:val="24"/>
              </w:rPr>
              <w:t>«Кладовая подсказок»</w:t>
            </w:r>
          </w:p>
          <w:p w:rsidR="00090871" w:rsidRPr="00650D1F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D1F">
              <w:rPr>
                <w:rFonts w:ascii="Times New Roman" w:hAnsi="Times New Roman"/>
                <w:sz w:val="24"/>
                <w:szCs w:val="24"/>
              </w:rPr>
              <w:t>Кресло: старинное</w:t>
            </w:r>
            <w:r>
              <w:rPr>
                <w:rFonts w:ascii="Times New Roman" w:hAnsi="Times New Roman"/>
                <w:sz w:val="24"/>
                <w:szCs w:val="24"/>
              </w:rPr>
              <w:t>, удобное.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Букет: свежий, яркий, цветы (полевые).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Окно: широкое, светлое, чистое.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Мальчики: веселые, любопытные, младший, старший.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Табурет: низкий, деревянный.</w:t>
            </w:r>
          </w:p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Картина: загадочная, красивая.</w:t>
            </w:r>
          </w:p>
          <w:p w:rsidR="00090871" w:rsidRPr="00650D1F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Березы: белые, кривоватые.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before="30" w:after="3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учебной мотивации;</w:t>
            </w:r>
          </w:p>
          <w:p w:rsidR="00090871" w:rsidRPr="006660B1" w:rsidRDefault="00090871" w:rsidP="006660B1">
            <w:pPr>
              <w:spacing w:before="30" w:after="3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пробуждение познавательно</w:t>
            </w:r>
          </w:p>
          <w:p w:rsidR="00090871" w:rsidRPr="006660B1" w:rsidRDefault="00090871" w:rsidP="006660B1">
            <w:pPr>
              <w:spacing w:before="30" w:after="3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 интереса;</w:t>
            </w:r>
          </w:p>
          <w:p w:rsidR="00090871" w:rsidRPr="006660B1" w:rsidRDefault="00090871" w:rsidP="006660B1">
            <w:pPr>
              <w:spacing w:before="30" w:after="3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развитие способности к самостоятельной оценке своей работы;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формирование умения общаться и взаимодействовать с другими.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Регулятивные: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целеполагание как постановка учебной задачи,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планирование,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прогнозирование.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2)Познавательные: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- умение структурировать знания, постановка и формулировка проблемы. 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 Общеучебные: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Моделирование,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4)Коммуникативные: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умение осознанно и произвольно строить речевые высказывания.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</w:tr>
      <w:tr w:rsidR="00090871" w:rsidRPr="006660B1" w:rsidTr="006660B1">
        <w:trPr>
          <w:trHeight w:val="562"/>
        </w:trPr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 xml:space="preserve">Физкультми- 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b/>
                <w:sz w:val="24"/>
                <w:szCs w:val="24"/>
              </w:rPr>
              <w:t>нутка.</w:t>
            </w:r>
          </w:p>
        </w:tc>
        <w:tc>
          <w:tcPr>
            <w:tcW w:w="2975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Самооценка, используя прием «Ступени»</w:t>
            </w:r>
          </w:p>
        </w:tc>
        <w:tc>
          <w:tcPr>
            <w:tcW w:w="2693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-готовность поддерживать в форме состояние своего здоровья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Регулятивные: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--волевая саморегуляция.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0,5 мин.</w:t>
            </w:r>
          </w:p>
        </w:tc>
      </w:tr>
      <w:tr w:rsidR="00090871" w:rsidRPr="006660B1" w:rsidTr="006660B1">
        <w:trPr>
          <w:trHeight w:val="139"/>
        </w:trPr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60B1">
              <w:rPr>
                <w:rStyle w:val="c3"/>
                <w:rFonts w:ascii="Times New Roman" w:hAnsi="Times New Roman"/>
                <w:b/>
              </w:rPr>
              <w:t>Перенос в новые условия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Творческая работа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5" w:type="dxa"/>
          </w:tcPr>
          <w:p w:rsidR="0009087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CBC">
              <w:rPr>
                <w:rFonts w:ascii="Times New Roman" w:hAnsi="Times New Roman"/>
                <w:b/>
                <w:sz w:val="24"/>
                <w:szCs w:val="24"/>
              </w:rPr>
              <w:t>Сочинение по картине Сыромятниковой «Первые зрители»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имен прилагательных.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Подготовка, анализ задания, творческое расширение описание картины</w:t>
            </w:r>
          </w:p>
        </w:tc>
        <w:tc>
          <w:tcPr>
            <w:tcW w:w="2693" w:type="dxa"/>
          </w:tcPr>
          <w:p w:rsidR="00090871" w:rsidRPr="000E3894" w:rsidRDefault="00090871" w:rsidP="006660B1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</w:rPr>
            </w:pPr>
            <w:r w:rsidRPr="000E3894">
              <w:rPr>
                <w:rFonts w:ascii="Times New Roman" w:hAnsi="Times New Roman"/>
              </w:rPr>
              <w:t>Сочинение по картине:</w:t>
            </w:r>
          </w:p>
          <w:p w:rsidR="00090871" w:rsidRDefault="00090871" w:rsidP="006660B1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90871" w:rsidRDefault="00090871" w:rsidP="006660B1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Дайте название вашему сочинению.</w:t>
            </w:r>
          </w:p>
          <w:p w:rsidR="00090871" w:rsidRDefault="00090871" w:rsidP="006660B1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Выберите тип речи: рассуждение ( о полотне загадке на этой картине) или описание картины.</w:t>
            </w:r>
          </w:p>
          <w:p w:rsidR="00090871" w:rsidRDefault="00090871" w:rsidP="00D41164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Опишите то, что может изображено на картине, используя прилагательные для описания деталей.</w:t>
            </w:r>
          </w:p>
          <w:p w:rsidR="00090871" w:rsidRDefault="00090871" w:rsidP="006660B1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90871" w:rsidRPr="00E95850" w:rsidRDefault="00090871" w:rsidP="006660B1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90871" w:rsidRPr="006660B1" w:rsidRDefault="00090871" w:rsidP="006660B1">
            <w:pPr>
              <w:tabs>
                <w:tab w:val="left" w:pos="46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Регулятивные: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целеполагание как постановка учебной задачи,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планирование,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прогнозирование.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2)Познавательные: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- умение структурировать знания, постановка и формулировка проблемы. 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 Общеучебные: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Моделирование,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4)Коммуникативные: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умение осознанно и произвольно строить речевые высказывания.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71" w:rsidRPr="006660B1" w:rsidTr="006660B1">
        <w:trPr>
          <w:trHeight w:val="6369"/>
        </w:trPr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090871" w:rsidRPr="00E56583" w:rsidRDefault="00090871" w:rsidP="006660B1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090871" w:rsidRPr="006660B1" w:rsidRDefault="00090871" w:rsidP="00280F6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90871" w:rsidRPr="006660B1" w:rsidRDefault="00090871" w:rsidP="00C05D9A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 Регулятивные: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целеполагание как постановка учебной задачи,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планирование,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прогнозирование.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2)Познавательные: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- умение структурировать знания, постановка и формулировка проблемы. 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3) Общеучебные: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Моделирование,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4)Коммуникативные: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умение осознанно и произвольно строить речевые высказывания.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871" w:rsidRPr="006660B1" w:rsidTr="006660B1"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Подведение итогов занятия, информация о домашнем задании.</w:t>
            </w:r>
          </w:p>
        </w:tc>
        <w:tc>
          <w:tcPr>
            <w:tcW w:w="2975" w:type="dxa"/>
          </w:tcPr>
          <w:p w:rsidR="00090871" w:rsidRPr="006660B1" w:rsidRDefault="00090871" w:rsidP="0097762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36CBC">
              <w:rPr>
                <w:rFonts w:ascii="Times New Roman" w:hAnsi="Times New Roman"/>
                <w:b/>
                <w:sz w:val="24"/>
                <w:szCs w:val="24"/>
              </w:rPr>
              <w:t>Подведение итогов.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0B1">
              <w:rPr>
                <w:rFonts w:ascii="Times New Roman" w:hAnsi="Times New Roman"/>
              </w:rPr>
              <w:t xml:space="preserve">Что бы вы спросили в конце </w:t>
            </w:r>
            <w:r>
              <w:rPr>
                <w:rFonts w:ascii="Times New Roman" w:hAnsi="Times New Roman"/>
              </w:rPr>
              <w:t>урока по теме «Что такое имя прилагательное</w:t>
            </w:r>
            <w:r w:rsidRPr="006660B1">
              <w:rPr>
                <w:rFonts w:ascii="Times New Roman" w:hAnsi="Times New Roman"/>
              </w:rPr>
              <w:t>?», если бы именно вы были учителем?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Домашнее задание. По выбору.</w:t>
            </w:r>
          </w:p>
          <w:p w:rsidR="00090871" w:rsidRPr="006660B1" w:rsidRDefault="00090871" w:rsidP="006660B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Сочинить грамматическую сказку об имени прилагательном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2. Написать сочинение – рассу</w:t>
            </w:r>
            <w:r>
              <w:rPr>
                <w:rFonts w:ascii="Times New Roman" w:hAnsi="Times New Roman"/>
                <w:sz w:val="24"/>
                <w:szCs w:val="24"/>
              </w:rPr>
              <w:t>ждение на тему «Важны ли имена прилагательные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 xml:space="preserve"> в нашей речи?»</w:t>
            </w:r>
          </w:p>
        </w:tc>
        <w:tc>
          <w:tcPr>
            <w:tcW w:w="2693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Обучающие озвучивают новые понятия, с которыми познакомились на уроке, оценивают свою работу, готовят  оценочные (рабочие) листы для проверки.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Развитие умения выделять главное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Репродуктивный метод</w:t>
            </w:r>
          </w:p>
        </w:tc>
        <w:tc>
          <w:tcPr>
            <w:tcW w:w="2273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1)Познавательные: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умение структурировать знания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оценка процессов и результатов деятельности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2) Регулятивные: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волевая саморегуляция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осознание того, что уже усвоено и что ещё подлежит усвоению</w:t>
            </w:r>
          </w:p>
        </w:tc>
        <w:tc>
          <w:tcPr>
            <w:tcW w:w="85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</w:tr>
      <w:tr w:rsidR="00090871" w:rsidRPr="006660B1" w:rsidTr="00E56583">
        <w:tc>
          <w:tcPr>
            <w:tcW w:w="534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700" w:type="dxa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  <w:tc>
          <w:tcPr>
            <w:tcW w:w="2975" w:type="dxa"/>
          </w:tcPr>
          <w:p w:rsidR="00090871" w:rsidRDefault="00090871" w:rsidP="0097762B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Используя прием «Ступени», поставьте себе оценку за работу на уроке.</w:t>
            </w:r>
          </w:p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9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color w:val="000000"/>
                <w:sz w:val="24"/>
                <w:szCs w:val="24"/>
              </w:rPr>
              <w:t>Самооценка учащимися результатов своей учебной деятельности.</w:t>
            </w:r>
          </w:p>
        </w:tc>
        <w:tc>
          <w:tcPr>
            <w:tcW w:w="1760" w:type="dxa"/>
            <w:gridSpan w:val="3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Репродуктивный метод</w:t>
            </w:r>
          </w:p>
        </w:tc>
        <w:tc>
          <w:tcPr>
            <w:tcW w:w="2200" w:type="dxa"/>
          </w:tcPr>
          <w:p w:rsidR="00090871" w:rsidRPr="006660B1" w:rsidRDefault="00090871" w:rsidP="006660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1)</w:t>
            </w:r>
            <w:r w:rsidRPr="006660B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6660B1">
              <w:rPr>
                <w:rFonts w:ascii="Times New Roman" w:hAnsi="Times New Roman"/>
                <w:sz w:val="24"/>
                <w:szCs w:val="24"/>
              </w:rPr>
              <w:t>- умение выражать свои мысли</w:t>
            </w:r>
          </w:p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- оценивание качества своей и общей учебной деятельности</w:t>
            </w:r>
          </w:p>
        </w:tc>
        <w:tc>
          <w:tcPr>
            <w:tcW w:w="882" w:type="dxa"/>
            <w:gridSpan w:val="2"/>
          </w:tcPr>
          <w:p w:rsidR="00090871" w:rsidRPr="006660B1" w:rsidRDefault="00090871" w:rsidP="00666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0B1"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</w:tr>
    </w:tbl>
    <w:p w:rsidR="00090871" w:rsidRDefault="00090871" w:rsidP="001802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090871" w:rsidRDefault="00090871"/>
    <w:sectPr w:rsidR="00090871" w:rsidSect="00316A7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A1B4A"/>
    <w:multiLevelType w:val="hybridMultilevel"/>
    <w:tmpl w:val="0FD6F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763F9B"/>
    <w:multiLevelType w:val="hybridMultilevel"/>
    <w:tmpl w:val="5F2819EE"/>
    <w:lvl w:ilvl="0" w:tplc="9BB84FA2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21F"/>
    <w:rsid w:val="00001289"/>
    <w:rsid w:val="00001F8A"/>
    <w:rsid w:val="00003648"/>
    <w:rsid w:val="00005180"/>
    <w:rsid w:val="00005F24"/>
    <w:rsid w:val="000127B5"/>
    <w:rsid w:val="000137B3"/>
    <w:rsid w:val="00023647"/>
    <w:rsid w:val="00026321"/>
    <w:rsid w:val="0003255F"/>
    <w:rsid w:val="00032E6C"/>
    <w:rsid w:val="00034E88"/>
    <w:rsid w:val="00041A98"/>
    <w:rsid w:val="000462DD"/>
    <w:rsid w:val="00051C52"/>
    <w:rsid w:val="0005490B"/>
    <w:rsid w:val="00056685"/>
    <w:rsid w:val="00064165"/>
    <w:rsid w:val="00066A84"/>
    <w:rsid w:val="00067495"/>
    <w:rsid w:val="00067C4C"/>
    <w:rsid w:val="000704F2"/>
    <w:rsid w:val="00077362"/>
    <w:rsid w:val="00077D96"/>
    <w:rsid w:val="00090871"/>
    <w:rsid w:val="0009477F"/>
    <w:rsid w:val="00095258"/>
    <w:rsid w:val="00095B15"/>
    <w:rsid w:val="00097180"/>
    <w:rsid w:val="00097743"/>
    <w:rsid w:val="000A10C6"/>
    <w:rsid w:val="000A2045"/>
    <w:rsid w:val="000A44FB"/>
    <w:rsid w:val="000B275A"/>
    <w:rsid w:val="000B4852"/>
    <w:rsid w:val="000B6375"/>
    <w:rsid w:val="000B6ED7"/>
    <w:rsid w:val="000B723E"/>
    <w:rsid w:val="000C0D4A"/>
    <w:rsid w:val="000C1E41"/>
    <w:rsid w:val="000D4AC3"/>
    <w:rsid w:val="000D51FE"/>
    <w:rsid w:val="000D59E0"/>
    <w:rsid w:val="000E3894"/>
    <w:rsid w:val="000E4C2A"/>
    <w:rsid w:val="000F1C5E"/>
    <w:rsid w:val="000F2E2C"/>
    <w:rsid w:val="00101B76"/>
    <w:rsid w:val="00104E76"/>
    <w:rsid w:val="001065BB"/>
    <w:rsid w:val="00107203"/>
    <w:rsid w:val="001156F5"/>
    <w:rsid w:val="00120806"/>
    <w:rsid w:val="00123D68"/>
    <w:rsid w:val="0012672C"/>
    <w:rsid w:val="00130772"/>
    <w:rsid w:val="00141599"/>
    <w:rsid w:val="0014765E"/>
    <w:rsid w:val="001478CD"/>
    <w:rsid w:val="001478DB"/>
    <w:rsid w:val="0015055A"/>
    <w:rsid w:val="001554F8"/>
    <w:rsid w:val="00157C9C"/>
    <w:rsid w:val="00164389"/>
    <w:rsid w:val="00165E96"/>
    <w:rsid w:val="00167547"/>
    <w:rsid w:val="00172EC3"/>
    <w:rsid w:val="00174681"/>
    <w:rsid w:val="0018021F"/>
    <w:rsid w:val="00184688"/>
    <w:rsid w:val="001947F9"/>
    <w:rsid w:val="00195E20"/>
    <w:rsid w:val="00196CE9"/>
    <w:rsid w:val="001B3309"/>
    <w:rsid w:val="001B518E"/>
    <w:rsid w:val="001B5C13"/>
    <w:rsid w:val="001B5E3F"/>
    <w:rsid w:val="001C0D5D"/>
    <w:rsid w:val="001C5E9B"/>
    <w:rsid w:val="001D02B3"/>
    <w:rsid w:val="001D2FBF"/>
    <w:rsid w:val="001D32E9"/>
    <w:rsid w:val="001D3C01"/>
    <w:rsid w:val="001D3F66"/>
    <w:rsid w:val="001E2E66"/>
    <w:rsid w:val="001E73BF"/>
    <w:rsid w:val="001F1CB8"/>
    <w:rsid w:val="00217230"/>
    <w:rsid w:val="00217B31"/>
    <w:rsid w:val="0022159C"/>
    <w:rsid w:val="00225FE8"/>
    <w:rsid w:val="00226933"/>
    <w:rsid w:val="00227A26"/>
    <w:rsid w:val="00232928"/>
    <w:rsid w:val="00235808"/>
    <w:rsid w:val="0024487D"/>
    <w:rsid w:val="0025116E"/>
    <w:rsid w:val="00251814"/>
    <w:rsid w:val="00260C5E"/>
    <w:rsid w:val="002610E5"/>
    <w:rsid w:val="00267108"/>
    <w:rsid w:val="002716A6"/>
    <w:rsid w:val="00272C2B"/>
    <w:rsid w:val="002758A0"/>
    <w:rsid w:val="00275D5A"/>
    <w:rsid w:val="002801A4"/>
    <w:rsid w:val="002807C7"/>
    <w:rsid w:val="00280BC7"/>
    <w:rsid w:val="00280F6F"/>
    <w:rsid w:val="00280FCA"/>
    <w:rsid w:val="00281887"/>
    <w:rsid w:val="002877A5"/>
    <w:rsid w:val="00294338"/>
    <w:rsid w:val="00294FC7"/>
    <w:rsid w:val="00297D48"/>
    <w:rsid w:val="002A1494"/>
    <w:rsid w:val="002A24D5"/>
    <w:rsid w:val="002A4C27"/>
    <w:rsid w:val="002A7B6C"/>
    <w:rsid w:val="002B1B8C"/>
    <w:rsid w:val="002B24F5"/>
    <w:rsid w:val="002B422B"/>
    <w:rsid w:val="002B69A8"/>
    <w:rsid w:val="002C05BE"/>
    <w:rsid w:val="002C12CE"/>
    <w:rsid w:val="002C3571"/>
    <w:rsid w:val="002E0011"/>
    <w:rsid w:val="002E0347"/>
    <w:rsid w:val="002E06EB"/>
    <w:rsid w:val="002E5575"/>
    <w:rsid w:val="002F36A1"/>
    <w:rsid w:val="002F5993"/>
    <w:rsid w:val="002F6246"/>
    <w:rsid w:val="003003CB"/>
    <w:rsid w:val="00300D19"/>
    <w:rsid w:val="00311E14"/>
    <w:rsid w:val="00312755"/>
    <w:rsid w:val="0031660A"/>
    <w:rsid w:val="00316A7D"/>
    <w:rsid w:val="00320521"/>
    <w:rsid w:val="00321835"/>
    <w:rsid w:val="00323EF4"/>
    <w:rsid w:val="003321B4"/>
    <w:rsid w:val="00341BA7"/>
    <w:rsid w:val="00342424"/>
    <w:rsid w:val="0035067B"/>
    <w:rsid w:val="003508EB"/>
    <w:rsid w:val="00354FA8"/>
    <w:rsid w:val="00357A59"/>
    <w:rsid w:val="00360826"/>
    <w:rsid w:val="00360EB4"/>
    <w:rsid w:val="00361170"/>
    <w:rsid w:val="003655EE"/>
    <w:rsid w:val="003758FB"/>
    <w:rsid w:val="00381D6B"/>
    <w:rsid w:val="00396720"/>
    <w:rsid w:val="00397AD9"/>
    <w:rsid w:val="003A1F4B"/>
    <w:rsid w:val="003A635B"/>
    <w:rsid w:val="003B1800"/>
    <w:rsid w:val="003B259E"/>
    <w:rsid w:val="003B64FA"/>
    <w:rsid w:val="003B6C40"/>
    <w:rsid w:val="003C070D"/>
    <w:rsid w:val="003C1CC4"/>
    <w:rsid w:val="003D3F2A"/>
    <w:rsid w:val="003D41B8"/>
    <w:rsid w:val="003E3F3F"/>
    <w:rsid w:val="003E50E0"/>
    <w:rsid w:val="003F2522"/>
    <w:rsid w:val="003F27D2"/>
    <w:rsid w:val="00405D50"/>
    <w:rsid w:val="00410E22"/>
    <w:rsid w:val="00415466"/>
    <w:rsid w:val="00417646"/>
    <w:rsid w:val="00423A61"/>
    <w:rsid w:val="00425872"/>
    <w:rsid w:val="00430F80"/>
    <w:rsid w:val="00431220"/>
    <w:rsid w:val="00434FB7"/>
    <w:rsid w:val="00436CBC"/>
    <w:rsid w:val="00442087"/>
    <w:rsid w:val="00442D5D"/>
    <w:rsid w:val="00442FD4"/>
    <w:rsid w:val="00445099"/>
    <w:rsid w:val="00446746"/>
    <w:rsid w:val="00457050"/>
    <w:rsid w:val="00462864"/>
    <w:rsid w:val="0046621D"/>
    <w:rsid w:val="00467B08"/>
    <w:rsid w:val="0048125D"/>
    <w:rsid w:val="00484852"/>
    <w:rsid w:val="004854AB"/>
    <w:rsid w:val="00486A23"/>
    <w:rsid w:val="004903D3"/>
    <w:rsid w:val="0049558A"/>
    <w:rsid w:val="004963AA"/>
    <w:rsid w:val="0049773E"/>
    <w:rsid w:val="004A3009"/>
    <w:rsid w:val="004A5FBF"/>
    <w:rsid w:val="004B5F06"/>
    <w:rsid w:val="004C094A"/>
    <w:rsid w:val="004C3BE5"/>
    <w:rsid w:val="004C41D4"/>
    <w:rsid w:val="004C6242"/>
    <w:rsid w:val="004C69FE"/>
    <w:rsid w:val="004D2306"/>
    <w:rsid w:val="004D26E5"/>
    <w:rsid w:val="004D3CD4"/>
    <w:rsid w:val="004D6A1C"/>
    <w:rsid w:val="004E21AA"/>
    <w:rsid w:val="004F064F"/>
    <w:rsid w:val="004F32C6"/>
    <w:rsid w:val="004F6CBD"/>
    <w:rsid w:val="005108E7"/>
    <w:rsid w:val="0051251C"/>
    <w:rsid w:val="00515646"/>
    <w:rsid w:val="00525C44"/>
    <w:rsid w:val="0053680B"/>
    <w:rsid w:val="00546ADB"/>
    <w:rsid w:val="00550A48"/>
    <w:rsid w:val="00551AFF"/>
    <w:rsid w:val="005552D0"/>
    <w:rsid w:val="005635EA"/>
    <w:rsid w:val="00563E0E"/>
    <w:rsid w:val="0056682E"/>
    <w:rsid w:val="00566F48"/>
    <w:rsid w:val="005703C2"/>
    <w:rsid w:val="00571BBA"/>
    <w:rsid w:val="00573A65"/>
    <w:rsid w:val="00573B39"/>
    <w:rsid w:val="00575DDD"/>
    <w:rsid w:val="00582350"/>
    <w:rsid w:val="00583E31"/>
    <w:rsid w:val="00593F33"/>
    <w:rsid w:val="00597819"/>
    <w:rsid w:val="005978E2"/>
    <w:rsid w:val="005A01F4"/>
    <w:rsid w:val="005A0C92"/>
    <w:rsid w:val="005A2404"/>
    <w:rsid w:val="005A3190"/>
    <w:rsid w:val="005B0141"/>
    <w:rsid w:val="005B78FA"/>
    <w:rsid w:val="005B7B3A"/>
    <w:rsid w:val="005D02C3"/>
    <w:rsid w:val="005D44CA"/>
    <w:rsid w:val="005D4BC7"/>
    <w:rsid w:val="005E0703"/>
    <w:rsid w:val="005E12F3"/>
    <w:rsid w:val="005E4C31"/>
    <w:rsid w:val="005E51D3"/>
    <w:rsid w:val="005F1242"/>
    <w:rsid w:val="005F1A76"/>
    <w:rsid w:val="005F2E67"/>
    <w:rsid w:val="005F5105"/>
    <w:rsid w:val="006105C8"/>
    <w:rsid w:val="00610E98"/>
    <w:rsid w:val="0061455F"/>
    <w:rsid w:val="0062300A"/>
    <w:rsid w:val="0062486F"/>
    <w:rsid w:val="006339FA"/>
    <w:rsid w:val="006371C3"/>
    <w:rsid w:val="00640F48"/>
    <w:rsid w:val="00650D1F"/>
    <w:rsid w:val="0065135D"/>
    <w:rsid w:val="006619E7"/>
    <w:rsid w:val="006660B1"/>
    <w:rsid w:val="00671243"/>
    <w:rsid w:val="006747C5"/>
    <w:rsid w:val="006749C9"/>
    <w:rsid w:val="00675C2C"/>
    <w:rsid w:val="00675C74"/>
    <w:rsid w:val="00683776"/>
    <w:rsid w:val="00685FD1"/>
    <w:rsid w:val="006913FB"/>
    <w:rsid w:val="00692516"/>
    <w:rsid w:val="006954EC"/>
    <w:rsid w:val="00697853"/>
    <w:rsid w:val="006A297C"/>
    <w:rsid w:val="006A46E1"/>
    <w:rsid w:val="006B0E2D"/>
    <w:rsid w:val="006B4D3E"/>
    <w:rsid w:val="006B4FBD"/>
    <w:rsid w:val="006B6C5C"/>
    <w:rsid w:val="006C19E1"/>
    <w:rsid w:val="006C2C8D"/>
    <w:rsid w:val="006C6746"/>
    <w:rsid w:val="006C6DDB"/>
    <w:rsid w:val="006C6DDD"/>
    <w:rsid w:val="006D0188"/>
    <w:rsid w:val="006D051D"/>
    <w:rsid w:val="006D0ADF"/>
    <w:rsid w:val="006D1939"/>
    <w:rsid w:val="006D396C"/>
    <w:rsid w:val="006E06CF"/>
    <w:rsid w:val="006E664B"/>
    <w:rsid w:val="006F4B46"/>
    <w:rsid w:val="006F54A6"/>
    <w:rsid w:val="006F55F2"/>
    <w:rsid w:val="006F6D46"/>
    <w:rsid w:val="00700A7F"/>
    <w:rsid w:val="00712411"/>
    <w:rsid w:val="00715B84"/>
    <w:rsid w:val="007177CF"/>
    <w:rsid w:val="007212F9"/>
    <w:rsid w:val="00722106"/>
    <w:rsid w:val="00722A99"/>
    <w:rsid w:val="0072543C"/>
    <w:rsid w:val="00725616"/>
    <w:rsid w:val="007333F5"/>
    <w:rsid w:val="007356C1"/>
    <w:rsid w:val="00742F1A"/>
    <w:rsid w:val="0075346D"/>
    <w:rsid w:val="0075521D"/>
    <w:rsid w:val="00760FDF"/>
    <w:rsid w:val="00765BC5"/>
    <w:rsid w:val="00770154"/>
    <w:rsid w:val="007713CF"/>
    <w:rsid w:val="0077142C"/>
    <w:rsid w:val="00781A56"/>
    <w:rsid w:val="00781C68"/>
    <w:rsid w:val="007858DE"/>
    <w:rsid w:val="00790605"/>
    <w:rsid w:val="007932EE"/>
    <w:rsid w:val="00794C81"/>
    <w:rsid w:val="00797DAA"/>
    <w:rsid w:val="007A1EAC"/>
    <w:rsid w:val="007A60A8"/>
    <w:rsid w:val="007A60DA"/>
    <w:rsid w:val="007B266C"/>
    <w:rsid w:val="007B2DFB"/>
    <w:rsid w:val="007B5204"/>
    <w:rsid w:val="007C4EFF"/>
    <w:rsid w:val="007D0A8C"/>
    <w:rsid w:val="007D13FC"/>
    <w:rsid w:val="007D2881"/>
    <w:rsid w:val="007D3611"/>
    <w:rsid w:val="007E2CFA"/>
    <w:rsid w:val="007E34BB"/>
    <w:rsid w:val="007E68CC"/>
    <w:rsid w:val="007E6E57"/>
    <w:rsid w:val="007E7236"/>
    <w:rsid w:val="007F00E3"/>
    <w:rsid w:val="007F0F50"/>
    <w:rsid w:val="008001A6"/>
    <w:rsid w:val="0080133D"/>
    <w:rsid w:val="00804496"/>
    <w:rsid w:val="00812CA2"/>
    <w:rsid w:val="00815578"/>
    <w:rsid w:val="00815B17"/>
    <w:rsid w:val="00815F3A"/>
    <w:rsid w:val="008168A3"/>
    <w:rsid w:val="00831452"/>
    <w:rsid w:val="008400C8"/>
    <w:rsid w:val="008464B8"/>
    <w:rsid w:val="008545A2"/>
    <w:rsid w:val="00857EF6"/>
    <w:rsid w:val="00865C1F"/>
    <w:rsid w:val="00866136"/>
    <w:rsid w:val="0086704C"/>
    <w:rsid w:val="00873CD5"/>
    <w:rsid w:val="00875023"/>
    <w:rsid w:val="00875683"/>
    <w:rsid w:val="00877911"/>
    <w:rsid w:val="00880423"/>
    <w:rsid w:val="00880D4A"/>
    <w:rsid w:val="00890AAD"/>
    <w:rsid w:val="008921BF"/>
    <w:rsid w:val="00895ACF"/>
    <w:rsid w:val="008A0002"/>
    <w:rsid w:val="008A0E7F"/>
    <w:rsid w:val="008A5979"/>
    <w:rsid w:val="008B66AC"/>
    <w:rsid w:val="008B6E68"/>
    <w:rsid w:val="008B7E21"/>
    <w:rsid w:val="008C056E"/>
    <w:rsid w:val="008C0D98"/>
    <w:rsid w:val="008C634E"/>
    <w:rsid w:val="008D3847"/>
    <w:rsid w:val="008D480A"/>
    <w:rsid w:val="008D4DA5"/>
    <w:rsid w:val="008D73E1"/>
    <w:rsid w:val="008E1807"/>
    <w:rsid w:val="008E3D32"/>
    <w:rsid w:val="008F0E3F"/>
    <w:rsid w:val="008F2768"/>
    <w:rsid w:val="008F4D3D"/>
    <w:rsid w:val="00900530"/>
    <w:rsid w:val="00900BB7"/>
    <w:rsid w:val="00903BBB"/>
    <w:rsid w:val="00904B39"/>
    <w:rsid w:val="00911746"/>
    <w:rsid w:val="0091699B"/>
    <w:rsid w:val="00925C36"/>
    <w:rsid w:val="00932D00"/>
    <w:rsid w:val="0093478B"/>
    <w:rsid w:val="00936F88"/>
    <w:rsid w:val="0093714B"/>
    <w:rsid w:val="00937B6A"/>
    <w:rsid w:val="00942752"/>
    <w:rsid w:val="00943568"/>
    <w:rsid w:val="00945530"/>
    <w:rsid w:val="0094747C"/>
    <w:rsid w:val="0096169E"/>
    <w:rsid w:val="00961BBE"/>
    <w:rsid w:val="00961D72"/>
    <w:rsid w:val="0097762B"/>
    <w:rsid w:val="00981F17"/>
    <w:rsid w:val="0098574D"/>
    <w:rsid w:val="009859A7"/>
    <w:rsid w:val="00986F69"/>
    <w:rsid w:val="0099764B"/>
    <w:rsid w:val="009A2F1A"/>
    <w:rsid w:val="009A3AF8"/>
    <w:rsid w:val="009B2518"/>
    <w:rsid w:val="009B31CF"/>
    <w:rsid w:val="009B3485"/>
    <w:rsid w:val="009B39DA"/>
    <w:rsid w:val="009B657E"/>
    <w:rsid w:val="009C1585"/>
    <w:rsid w:val="009C53B6"/>
    <w:rsid w:val="009D67C1"/>
    <w:rsid w:val="009E00F0"/>
    <w:rsid w:val="009E12F3"/>
    <w:rsid w:val="009E751E"/>
    <w:rsid w:val="009F0B34"/>
    <w:rsid w:val="009F0D11"/>
    <w:rsid w:val="009F70D2"/>
    <w:rsid w:val="00A03740"/>
    <w:rsid w:val="00A0794E"/>
    <w:rsid w:val="00A15896"/>
    <w:rsid w:val="00A158F1"/>
    <w:rsid w:val="00A17F20"/>
    <w:rsid w:val="00A264C4"/>
    <w:rsid w:val="00A27D18"/>
    <w:rsid w:val="00A3127D"/>
    <w:rsid w:val="00A31390"/>
    <w:rsid w:val="00A344FC"/>
    <w:rsid w:val="00A36193"/>
    <w:rsid w:val="00A367CD"/>
    <w:rsid w:val="00A37EDE"/>
    <w:rsid w:val="00A435CC"/>
    <w:rsid w:val="00A47DB5"/>
    <w:rsid w:val="00A57280"/>
    <w:rsid w:val="00A60B99"/>
    <w:rsid w:val="00A615AF"/>
    <w:rsid w:val="00A729E2"/>
    <w:rsid w:val="00A735CA"/>
    <w:rsid w:val="00A864CC"/>
    <w:rsid w:val="00A86660"/>
    <w:rsid w:val="00A90DC1"/>
    <w:rsid w:val="00A93BD0"/>
    <w:rsid w:val="00A94F67"/>
    <w:rsid w:val="00AA0933"/>
    <w:rsid w:val="00AA29B1"/>
    <w:rsid w:val="00AA6316"/>
    <w:rsid w:val="00AC4D26"/>
    <w:rsid w:val="00AD4D29"/>
    <w:rsid w:val="00AE0D71"/>
    <w:rsid w:val="00AE634B"/>
    <w:rsid w:val="00AF174B"/>
    <w:rsid w:val="00B0637F"/>
    <w:rsid w:val="00B10D4C"/>
    <w:rsid w:val="00B15CE6"/>
    <w:rsid w:val="00B160B8"/>
    <w:rsid w:val="00B254E5"/>
    <w:rsid w:val="00B2583A"/>
    <w:rsid w:val="00B306E0"/>
    <w:rsid w:val="00B31043"/>
    <w:rsid w:val="00B323F8"/>
    <w:rsid w:val="00B32E5D"/>
    <w:rsid w:val="00B348CB"/>
    <w:rsid w:val="00B358DC"/>
    <w:rsid w:val="00B35AFA"/>
    <w:rsid w:val="00B40E22"/>
    <w:rsid w:val="00B440FC"/>
    <w:rsid w:val="00B44AB0"/>
    <w:rsid w:val="00B56E23"/>
    <w:rsid w:val="00B66E23"/>
    <w:rsid w:val="00B70547"/>
    <w:rsid w:val="00B73E27"/>
    <w:rsid w:val="00B80A5B"/>
    <w:rsid w:val="00B8353E"/>
    <w:rsid w:val="00B93673"/>
    <w:rsid w:val="00BA1D0E"/>
    <w:rsid w:val="00BA6349"/>
    <w:rsid w:val="00BB1B91"/>
    <w:rsid w:val="00BB38DF"/>
    <w:rsid w:val="00BB794E"/>
    <w:rsid w:val="00BC19F9"/>
    <w:rsid w:val="00BD057B"/>
    <w:rsid w:val="00BD1CF5"/>
    <w:rsid w:val="00BD2DC0"/>
    <w:rsid w:val="00BF1DB8"/>
    <w:rsid w:val="00C0037A"/>
    <w:rsid w:val="00C057A5"/>
    <w:rsid w:val="00C05D9A"/>
    <w:rsid w:val="00C06DA7"/>
    <w:rsid w:val="00C12FA6"/>
    <w:rsid w:val="00C138C7"/>
    <w:rsid w:val="00C13BAB"/>
    <w:rsid w:val="00C170CF"/>
    <w:rsid w:val="00C245AA"/>
    <w:rsid w:val="00C3489B"/>
    <w:rsid w:val="00C36F8C"/>
    <w:rsid w:val="00C376C5"/>
    <w:rsid w:val="00C45595"/>
    <w:rsid w:val="00C45A6B"/>
    <w:rsid w:val="00C53D7B"/>
    <w:rsid w:val="00C60922"/>
    <w:rsid w:val="00C612CB"/>
    <w:rsid w:val="00C6312D"/>
    <w:rsid w:val="00C64C61"/>
    <w:rsid w:val="00C66485"/>
    <w:rsid w:val="00C66F8F"/>
    <w:rsid w:val="00C71D8A"/>
    <w:rsid w:val="00C7224C"/>
    <w:rsid w:val="00C72A48"/>
    <w:rsid w:val="00C72DA3"/>
    <w:rsid w:val="00C740BA"/>
    <w:rsid w:val="00C82159"/>
    <w:rsid w:val="00C82772"/>
    <w:rsid w:val="00C829D2"/>
    <w:rsid w:val="00CA0240"/>
    <w:rsid w:val="00CA3C7A"/>
    <w:rsid w:val="00CC1046"/>
    <w:rsid w:val="00CC3A91"/>
    <w:rsid w:val="00CD224F"/>
    <w:rsid w:val="00CD2C5D"/>
    <w:rsid w:val="00CE75FD"/>
    <w:rsid w:val="00CF41CD"/>
    <w:rsid w:val="00D10FEF"/>
    <w:rsid w:val="00D11F55"/>
    <w:rsid w:val="00D12CAE"/>
    <w:rsid w:val="00D12F63"/>
    <w:rsid w:val="00D13BA4"/>
    <w:rsid w:val="00D14D9C"/>
    <w:rsid w:val="00D15D88"/>
    <w:rsid w:val="00D31158"/>
    <w:rsid w:val="00D32B27"/>
    <w:rsid w:val="00D34AD3"/>
    <w:rsid w:val="00D41164"/>
    <w:rsid w:val="00D43394"/>
    <w:rsid w:val="00D43875"/>
    <w:rsid w:val="00D43D57"/>
    <w:rsid w:val="00D50DCA"/>
    <w:rsid w:val="00D52715"/>
    <w:rsid w:val="00D52BC9"/>
    <w:rsid w:val="00D5728B"/>
    <w:rsid w:val="00D577DF"/>
    <w:rsid w:val="00D63015"/>
    <w:rsid w:val="00D64058"/>
    <w:rsid w:val="00D75F76"/>
    <w:rsid w:val="00D77B64"/>
    <w:rsid w:val="00D8395C"/>
    <w:rsid w:val="00D87709"/>
    <w:rsid w:val="00D94CDD"/>
    <w:rsid w:val="00D95018"/>
    <w:rsid w:val="00D950A8"/>
    <w:rsid w:val="00DA04FC"/>
    <w:rsid w:val="00DA3ED1"/>
    <w:rsid w:val="00DA58C1"/>
    <w:rsid w:val="00DA695D"/>
    <w:rsid w:val="00DA7376"/>
    <w:rsid w:val="00DB0132"/>
    <w:rsid w:val="00DB3A2A"/>
    <w:rsid w:val="00DB4D92"/>
    <w:rsid w:val="00DB4D97"/>
    <w:rsid w:val="00DB5814"/>
    <w:rsid w:val="00DB694F"/>
    <w:rsid w:val="00DC0B36"/>
    <w:rsid w:val="00DC147F"/>
    <w:rsid w:val="00DC29F3"/>
    <w:rsid w:val="00DC6020"/>
    <w:rsid w:val="00DC7A27"/>
    <w:rsid w:val="00DD149A"/>
    <w:rsid w:val="00DD1FE4"/>
    <w:rsid w:val="00DD256B"/>
    <w:rsid w:val="00DD276E"/>
    <w:rsid w:val="00DD40C7"/>
    <w:rsid w:val="00DD6B27"/>
    <w:rsid w:val="00DE119A"/>
    <w:rsid w:val="00DE1492"/>
    <w:rsid w:val="00DE2F9E"/>
    <w:rsid w:val="00DE35B0"/>
    <w:rsid w:val="00DE3623"/>
    <w:rsid w:val="00DE5875"/>
    <w:rsid w:val="00DE715F"/>
    <w:rsid w:val="00DF02E5"/>
    <w:rsid w:val="00DF3BDB"/>
    <w:rsid w:val="00DF5847"/>
    <w:rsid w:val="00DF72D1"/>
    <w:rsid w:val="00E005E4"/>
    <w:rsid w:val="00E02680"/>
    <w:rsid w:val="00E04C5A"/>
    <w:rsid w:val="00E052A1"/>
    <w:rsid w:val="00E06256"/>
    <w:rsid w:val="00E100DA"/>
    <w:rsid w:val="00E121F8"/>
    <w:rsid w:val="00E17FF8"/>
    <w:rsid w:val="00E21874"/>
    <w:rsid w:val="00E21F86"/>
    <w:rsid w:val="00E250FC"/>
    <w:rsid w:val="00E27EB7"/>
    <w:rsid w:val="00E303C6"/>
    <w:rsid w:val="00E40BAE"/>
    <w:rsid w:val="00E421CF"/>
    <w:rsid w:val="00E43D42"/>
    <w:rsid w:val="00E449A7"/>
    <w:rsid w:val="00E45913"/>
    <w:rsid w:val="00E56583"/>
    <w:rsid w:val="00E57B7C"/>
    <w:rsid w:val="00E62660"/>
    <w:rsid w:val="00E63967"/>
    <w:rsid w:val="00E76AA5"/>
    <w:rsid w:val="00E8211E"/>
    <w:rsid w:val="00E82A6E"/>
    <w:rsid w:val="00E83329"/>
    <w:rsid w:val="00E869CB"/>
    <w:rsid w:val="00E872D2"/>
    <w:rsid w:val="00E95850"/>
    <w:rsid w:val="00EA1436"/>
    <w:rsid w:val="00EA4A18"/>
    <w:rsid w:val="00EA5103"/>
    <w:rsid w:val="00EB5172"/>
    <w:rsid w:val="00EC5846"/>
    <w:rsid w:val="00ED20EA"/>
    <w:rsid w:val="00ED62B2"/>
    <w:rsid w:val="00ED6AD9"/>
    <w:rsid w:val="00ED757C"/>
    <w:rsid w:val="00EF1A94"/>
    <w:rsid w:val="00EF25AF"/>
    <w:rsid w:val="00EF3C62"/>
    <w:rsid w:val="00EF4C27"/>
    <w:rsid w:val="00EF4E16"/>
    <w:rsid w:val="00EF57CE"/>
    <w:rsid w:val="00EF74B8"/>
    <w:rsid w:val="00F12E72"/>
    <w:rsid w:val="00F15CE7"/>
    <w:rsid w:val="00F22499"/>
    <w:rsid w:val="00F2369A"/>
    <w:rsid w:val="00F3361C"/>
    <w:rsid w:val="00F353A7"/>
    <w:rsid w:val="00F42403"/>
    <w:rsid w:val="00F46986"/>
    <w:rsid w:val="00F51D55"/>
    <w:rsid w:val="00F54811"/>
    <w:rsid w:val="00F54887"/>
    <w:rsid w:val="00F55869"/>
    <w:rsid w:val="00F55D68"/>
    <w:rsid w:val="00F56107"/>
    <w:rsid w:val="00F57540"/>
    <w:rsid w:val="00F60C12"/>
    <w:rsid w:val="00F65316"/>
    <w:rsid w:val="00F71038"/>
    <w:rsid w:val="00F730F2"/>
    <w:rsid w:val="00F75CB7"/>
    <w:rsid w:val="00F80C18"/>
    <w:rsid w:val="00F816F2"/>
    <w:rsid w:val="00F81965"/>
    <w:rsid w:val="00F82377"/>
    <w:rsid w:val="00F938E9"/>
    <w:rsid w:val="00FA040C"/>
    <w:rsid w:val="00FA544E"/>
    <w:rsid w:val="00FA57BA"/>
    <w:rsid w:val="00FC0F6B"/>
    <w:rsid w:val="00FC39BF"/>
    <w:rsid w:val="00FD6594"/>
    <w:rsid w:val="00FD65C7"/>
    <w:rsid w:val="00FD7082"/>
    <w:rsid w:val="00FE1B58"/>
    <w:rsid w:val="00FE4753"/>
    <w:rsid w:val="00FE7D96"/>
    <w:rsid w:val="00FF1077"/>
    <w:rsid w:val="00FF1C20"/>
    <w:rsid w:val="00FF3FFA"/>
    <w:rsid w:val="00FF4E9D"/>
    <w:rsid w:val="00FF7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2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18021F"/>
    <w:pPr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8021F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18021F"/>
    <w:rPr>
      <w:lang w:eastAsia="en-US"/>
    </w:rPr>
  </w:style>
  <w:style w:type="paragraph" w:styleId="ListParagraph">
    <w:name w:val="List Paragraph"/>
    <w:basedOn w:val="Normal"/>
    <w:uiPriority w:val="99"/>
    <w:qFormat/>
    <w:rsid w:val="0018021F"/>
    <w:pPr>
      <w:ind w:left="720"/>
      <w:contextualSpacing/>
    </w:pPr>
  </w:style>
  <w:style w:type="character" w:customStyle="1" w:styleId="c10">
    <w:name w:val="c10"/>
    <w:basedOn w:val="DefaultParagraphFont"/>
    <w:uiPriority w:val="99"/>
    <w:rsid w:val="0018021F"/>
    <w:rPr>
      <w:rFonts w:cs="Times New Roman"/>
    </w:rPr>
  </w:style>
  <w:style w:type="character" w:customStyle="1" w:styleId="c3">
    <w:name w:val="c3"/>
    <w:basedOn w:val="DefaultParagraphFont"/>
    <w:uiPriority w:val="99"/>
    <w:rsid w:val="0018021F"/>
    <w:rPr>
      <w:rFonts w:cs="Times New Roman"/>
    </w:rPr>
  </w:style>
  <w:style w:type="character" w:customStyle="1" w:styleId="FontStyle22">
    <w:name w:val="Font Style22"/>
    <w:basedOn w:val="DefaultParagraphFont"/>
    <w:uiPriority w:val="99"/>
    <w:rsid w:val="0018021F"/>
    <w:rPr>
      <w:rFonts w:ascii="Cambria" w:hAnsi="Cambria" w:cs="Cambria"/>
      <w:sz w:val="20"/>
      <w:szCs w:val="20"/>
    </w:rPr>
  </w:style>
  <w:style w:type="table" w:styleId="TableGrid">
    <w:name w:val="Table Grid"/>
    <w:basedOn w:val="TableNormal"/>
    <w:uiPriority w:val="99"/>
    <w:rsid w:val="0018021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80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021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C05D9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9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428</TotalTime>
  <Pages>11</Pages>
  <Words>1851</Words>
  <Characters>10551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Asus</cp:lastModifiedBy>
  <cp:revision>37</cp:revision>
  <dcterms:created xsi:type="dcterms:W3CDTF">2016-04-02T14:29:00Z</dcterms:created>
  <dcterms:modified xsi:type="dcterms:W3CDTF">2019-10-15T18:32:00Z</dcterms:modified>
</cp:coreProperties>
</file>