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package/2006/relationships/metadata/thumbnail" Target="docProps/thumbnail.jpeg"/></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rPr>
          <w:rFonts w:ascii="PT Serif" w:hAnsi="PT Serif"/>
          <w:color w:val="333333"/>
          <w:sz w:val="34"/>
          <w:szCs w:val="34"/>
        </w:rPr>
      </w:pPr>
      <w:r>
        <w:rPr>
          <w:rFonts w:ascii="PT Serif" w:hAnsi="PT Serif"/>
          <w:color w:val="333333"/>
          <w:sz w:val="34"/>
          <w:szCs w:val="34"/>
        </w:rPr>
        <w:t>Библиографическое описание: Дятлова Н. В. Развитие конструктивной деятельности детей старшего дошкольного возраста // Молодой ученый. — 2016. — №14. — С. 536-537.</w:t>
      </w:r>
    </w:p>
    <w:p>
      <w:pPr>
        <w:rPr>
          <w:rFonts w:ascii="PT Serif" w:hAnsi="PT Serif"/>
          <w:color w:val="333333"/>
          <w:sz w:val="34"/>
          <w:szCs w:val="34"/>
        </w:rPr>
      </w:pPr>
      <w:r>
        <w:rPr>
          <w:rFonts w:ascii="PT Serif" w:hAnsi="PT Serif"/>
          <w:color w:val="333333"/>
          <w:sz w:val="34"/>
          <w:szCs w:val="34"/>
        </w:rPr>
        <w:t xml:space="preserve"> </w:t>
      </w:r>
      <w:r>
        <w:rPr>
          <w:rFonts w:ascii="Times New Roman" w:cs="Times New Roman" w:hAnsi="Times New Roman"/>
          <w:color w:val="333333"/>
          <w:sz w:val="34"/>
          <w:szCs w:val="34"/>
        </w:rPr>
        <w:t>﻿</w:t>
      </w:r>
      <w:r>
        <w:rPr>
          <w:rFonts w:ascii="PT Serif" w:hAnsi="PT Serif"/>
          <w:color w:val="333333"/>
          <w:sz w:val="34"/>
          <w:szCs w:val="34"/>
        </w:rPr>
        <w:t xml:space="preserve"> В данной статье рассматривается конструктивная деятельность детей старшего дошкольного возраста. Даются определения понятий конструирования, конструктивного творчества. Раскрывается сущность художественного конструирования. Делается вывод, что конструктивная деятельность способствует решению образовательных задач, так как в процессе конструирования детьми приобретаются умения и навыки по</w:t>
      </w:r>
      <w:bookmarkStart w:id="0" w:name="_GoBack"/>
      <w:bookmarkEnd w:id="0"/>
      <w:r>
        <w:rPr>
          <w:rFonts w:ascii="PT Serif" w:hAnsi="PT Serif"/>
          <w:color w:val="333333"/>
          <w:sz w:val="34"/>
          <w:szCs w:val="34"/>
        </w:rPr>
        <w:t>строения, целенаправленного рассмотрения, наблюдения. Формируются психические процессы, такие, как восприятие, ощущение, воображение, мышление.</w:t>
      </w:r>
    </w:p>
    <w:p>
      <w:pPr>
        <w:rPr>
          <w:rFonts w:ascii="PT Serif" w:hAnsi="PT Serif"/>
          <w:color w:val="333333"/>
          <w:sz w:val="34"/>
          <w:szCs w:val="34"/>
        </w:rPr>
      </w:pPr>
      <w:r>
        <w:rPr>
          <w:rFonts w:ascii="PT Serif" w:hAnsi="PT Serif"/>
          <w:color w:val="333333"/>
          <w:sz w:val="34"/>
          <w:szCs w:val="34"/>
        </w:rPr>
        <w:t xml:space="preserve"> Ключевые слова: конструктивная деятельность, конструктивные способности, конструирование, старший дошкольный возраст, развитие детей</w:t>
      </w:r>
    </w:p>
    <w:p>
      <w:r>
        <w:rPr>
          <w:rFonts w:ascii="PT Serif" w:hAnsi="PT Serif"/>
          <w:color w:val="333333"/>
          <w:sz w:val="34"/>
          <w:szCs w:val="34"/>
        </w:rPr>
        <w:t xml:space="preserve"> Развитие конструктивных способностей у детей дошкольного возраста является важной задачей современного образования. Конструирование является одним из видов трудовой деятельности, поскольку цель деятельности состоит в создании продукта, а не ограничивается самим процессом. Одним из основных видов является конструирование и ручной труд. Ручной труд ребёнка — один из компонентов его эстетической деятельности, развивает конструктивные способности детей, творчество, фантазию, выдумку. Художественный ручной труд — это творческая работа ребёнка с различными материалами, в процессе которой он создаёт полезные и эстетически значимые предметы и изделия для украшения быта (игр, труда, подарка маме, отдыха). В отечественной педагогике и психологии исследованиям детского конструирования посвящены работы З. В. Лиштван, В. Г. Нечаевой, А. Н. Давидчук, А. Р. Лурии, Н. Н. Поддьякова, Л. А. Парамоновой, Т. С. Комаровой, Н. П. Сакулиной и др. Термин «конструирование» (от латинского слова «constructio» — построение) обозначает построение вообще, приведение в определённое взаимоположение различных предметов, частей, элементов. Детское конструирование обозначает процесс сооружения построек, таких конструкций, в которых предусматривается взаимное расположение частей и элементов, способы их соединения. Основной особенностью детского конструирования является установление пространственного расположения элементов предмета и подчинение его определённой логике. [1, c. 4]. Конструктивное творчество, по мнению А. Н. Давидчук, представляет сложный комплекс умственных и практических действий. Она выделяет два основных этапа, таких как: этап замысла и этап его практической реализации. На этапе замысла у ребёнка формируется представление о конечном результате предмета деятельности и способах его достижения. Конструктивный замысел рождается в процессе умственной деятельности ребёнка. Сравнение, анализ, синтез уже известных конструкций лежат в основе замысла. На этапе практической реализации непосредственно происходит создание предмета замысла. Также А. Н. Давидчук, используя в своих исследованиях идею Н. Н. Поддьякова, а ещё ранее З. В. Лиштван, выделяет два основных вида конструирования. Это конструирование по образцу и «по условиям». В конструировании по образцу ребёнок отображает реальный предмет или его изображение. Для формирования представления о предмете на основе восприятия образца детской постройки ребёнку необходимо обследовать свойства предмета, его формы, пропорции, пространственное положение. В результате аналитико-синтетического восприятия образца у ребёнка формируется замысел. В конструировании «по условию» ребёнок создаёт предмет в соответствии с требованиями, которым должна отвечать постройка. Задачи конструирования в данном случае выражаются через условия и носят проблемный характер, поскольку способов их решения не дается. В процессе такого конструирования у детей формируется умение анализировать условия и на основе этого анализа строить свою практическую деятельность достаточно сложной структуры. Дети также легко и прочно усваивают общую зависимость структуры конструкции от ее практического назначения и в дальнейшем, как показали наши эксперименты, могут сами на основе установления такой зависимости определять конкретные условия, которым будет соответствовать их постройка, создавать интересные замыслы и воплощать их, т. е. ставить перед собой задачу. Основной предпосылкой формирования детского конструктивного творчества является развитие представлений детей о пространственных свойствах и отношениях предметов (форма, величина, протяжённости). Одним из условий формирования детского конструктивного творчества является развитие у детей конструктивных умений и навыков. В старшем дошкольном возрасте необходимо формировать умение у детей создавать собственные конструктивные замыслы в представлении. Конструирование по модели, разработанное А. Н. Миреновой и использованное в исследовании А. Р. Лурии, заключается в следующем. Детям в качестве образца предъявляют модель, в которой очертание отдельных составляющих ее элементов скрыто от ребенка (в качестве модели может выступать конструкция, обклеенная плотной белой бумагой). Эту модель дети должны воспроизвести из имеющегося у них строительного материала. Таким образом, в данном случае ребенку предлагают определенную задачу, но не дают способа ее решения. И, как показало исследование А. Р. Лурии, постановка таких задач перед дошкольниками является достаточно эффективным средством активизации их мышления. В процессе решения этих задач у детей формируется умение мысленно разбирать модель на составляющие ее элементы, для того чтобы воспроизвести ее в своей конструкции, умело подобрав и использовав те или другие детали. [2, с. 24]. В ФГОС ДО конструирование включено в обязательную часть основной образовательной программы. И направлено на решение важных образовательных и воспитательных задач. В процессе конструирования детьми приобретаются умения, навыки построения, целенаправленного рассмотрения, наблюдения. Формируются психические процессы, такие как, восприятие, ощущение, творческое воображение, наглядно-действенное и наглядно-образное мышление. В старшем дошкольном возрасте способствует развитию произвольного внимания. Формируется умение планировать и прогнозировать. Также по ФГОС ДО необходимо организация специального пространства для детской конструктивной деятельности. Необходимы материалы, такие как бумага, картон, дерево, кубики и др. В современной действительности, благодаря развитию ИКТ, одним из приоритетных средств обучения является детское компьютерное конструирование. Использование компьютера включено в систему занятий и, как правило, является завершающим элементом в системе каждого этапа формирования пространственных представлений. Решению компьютерных задач предшествуют другие, которые ребенок решает без помощи машины.</w:t>
        <w:br/>
        <w:br/>
        <w:t>Пожалуйста, не забудьте правильно оформить цитату:</w:t>
        <w:br/>
        <w:t>Дятлова Н. В. Развитие конструктивной деятельности детей старшего дошкольного возраста // Молодой ученый. — 2016. — №14. — С. 536-537.</w:t>
      </w:r>
    </w:p>
    <w:sectPr>
      <w:pgSz w:w="11906" w:h="16838"/>
      <w:pgMar w:top="1134" w:right="850" w:bottom="1134" w:left="1701" w:header="708" w:footer="708" w:gutter="0"/>
      <w:docGrid w:linePitch="360" w:charSpace="0"/>
    </w:sectPr>
  </w:body>
</w:document>
</file>

<file path=word/fontTable.xml><?xml version="1.0" encoding="utf-8"?>
<w:fonts xmlns:w="http://schemas.openxmlformats.org/wordprocessingml/2006/main" xmlns:r="http://schemas.openxmlformats.org/officeDocument/2006/relationships">
  <w:font w:name="PT Serif">
    <w:altName w:val="Times New Roman"/>
    <w:panose1 w:val="00000000000000000000"/>
    <w:charset w:val="00"/>
    <w:family w:val="auto"/>
    <w:pitch w:val="variable"/>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宋体">
    <w:panose1 w:val="00000000000000000000"/>
    <w:charset w:val="00"/>
    <w:family w:val="auto"/>
    <w:pitch w:val="variable"/>
    <w:sig w:usb0="00000000" w:usb1="00000000" w:usb2="00000000" w:usb3="00000000" w:csb0="00000000" w:csb1="00000000"/>
  </w:font>
  <w:font w:name="Droid Sans">
    <w:panose1 w:val="00000000000000000000"/>
    <w:charset w:val="00"/>
    <w:family w:val="auto"/>
    <w:pitch w:val="variable"/>
    <w:sig w:usb0="00000000" w:usb1="00000000" w:usb2="00000000" w:usb3="00000000" w:csb0="00000000" w:csb1="00000000"/>
  </w:font>
  <w:font w:name="Arial">
    <w:panose1 w:val="00000000000000000000"/>
    <w:charset w:val="00"/>
    <w:family w:val="auto"/>
    <w:pitch w:val="variable"/>
    <w:sig w:usb0="00000000" w:usb1="00000000" w:usb2="00000000" w:usb3="00000000" w:csb0="00000000" w:csb1="00000000"/>
  </w:font>
  <w:font w:name="Luxi Sans">
    <w:altName w:val="Droid Sans"/>
    <w:panose1 w:val="00000000000000000000"/>
    <w:charset w:val="00"/>
    <w:family w:val="auto"/>
    <w:pitch w:val="variable"/>
    <w:sig w:usb0="00000000" w:usb1="00000000" w:usb2="00000000" w:usb3="00000000" w:csb0="00000000" w:csb1="00000000"/>
  </w:font>
  <w:font w:name="HONOR black body">
    <w:altName w:val="Droid Sans"/>
    <w:panose1 w:val="00000000000000000000"/>
    <w:charset w:val="00"/>
    <w:family w:val="auto"/>
    <w:pitch w:val="variable"/>
    <w:sig w:usb0="00000000" w:usb1="00000000" w:usb2="00000000" w:usb3="00000000" w:csb0="00000000"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68"/>
  <w:bordersDoNotSurroundHeader/>
  <w:bordersDoNotSurroundFooter/>
  <w:defaultTabStop w:val="708"/>
  <w:drawingGridHorizontalSpacing w:val="110"/>
  <w:drawingGridVerticalSpacing w:val="156"/>
  <w:displayHorizontalDrawingGridEvery w:val="0"/>
  <w:displayVerticalDrawingGridEvery w:val="1"/>
  <w:compat>
    <w:spaceForUL/>
    <w:growAutofit/>
    <w:compatSetting w:name="compatibilityMode" w:uri="http://schemas.microsoft.com/office/word" w:val="14"/>
  </w:compat>
  <m:mathPr>
    <m:mathFont m:val="Cambria Math"/>
    <m:brkBin m:val="before"/>
    <m:brkBinSub m:val="--"/>
    <m:smallFrac/>
    <m:dispDef/>
    <m:lMargin m:val="0"/>
    <m:rMargin m:val="0"/>
    <m:defJc m:val="centerGroup"/>
    <m:wrapIndent m:val="1440"/>
    <m:intLim m:val="subSup"/>
    <m:naryLim m:val="undOvr"/>
  </m:mathPr>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spacing w:after="200" w:line="276" w:lineRule="auto"/>
    </w:pPr>
    <w:rPr>
      <w:rFonts w:ascii="Droid Sans" w:eastAsia="宋体" w:cs="Arial" w:hAnsi="Droid Sans"/>
      <w:sz w:val="22"/>
      <w:szCs w:val="22"/>
      <w:lang w:val="ru-RU" w:eastAsia="ru-RU"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HONOR black body"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5</TotalTime>
  <Application>Honor_Office</Application>
  <Pages>6</Pages>
  <Words>826</Words>
  <Characters>6049</Characters>
  <Lines>146</Lines>
  <Paragraphs>4</Paragraphs>
  <CharactersWithSpaces>6883</CharactersWithSpaces>
</Properties>
</file>

<file path=docProps/core.xml><?xml version="1.0" encoding="utf-8"?>
<cp:coreProperties xmlns:cp="http://schemas.openxmlformats.org/package/2006/metadata/core-properties" xmlns:dc="http://purl.org/dc/elements/1.1/" xmlns:dcterms="http://purl.org/dc/terms/" xmlns:xsi="http://www.w3.org/2001/XMLSchema-instance">
  <cp:lastModifiedBy>HONOR Docs</cp:lastModifiedBy>
  <cp:revision>0</cp:revision>
  <dcterms:modified xsi:type="dcterms:W3CDTF">2025-12-05T05:21:14Z</dcterms:modified>
</cp:coreProperties>
</file>